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524" w:rsidRDefault="008E1524" w:rsidP="008E152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524" w:rsidRDefault="008E1524" w:rsidP="008E15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1524" w:rsidRDefault="008E1524" w:rsidP="008E15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1524" w:rsidRDefault="008E1524" w:rsidP="008E15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524" w:rsidRDefault="008E1524" w:rsidP="008E15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E1524" w:rsidRDefault="008E1524" w:rsidP="008E15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524" w:rsidRDefault="008E1524" w:rsidP="008E15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№85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E1524" w:rsidRPr="00B614FD" w:rsidRDefault="008E1524" w:rsidP="008E152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E1524" w:rsidRPr="00B614FD" w:rsidRDefault="008E1524" w:rsidP="008E15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8E1524" w:rsidRPr="00B614FD" w:rsidRDefault="008E1524" w:rsidP="008E15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8E1524" w:rsidRPr="00B614FD" w:rsidRDefault="008E1524" w:rsidP="008E15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Степаненку О.Л.</w:t>
      </w:r>
    </w:p>
    <w:p w:rsidR="008E1524" w:rsidRPr="00B614FD" w:rsidRDefault="008E1524" w:rsidP="008E15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1524" w:rsidRPr="00B614FD" w:rsidRDefault="008E1524" w:rsidP="008E15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Степаненка О.Л.,  сільська  рада </w:t>
      </w:r>
    </w:p>
    <w:p w:rsidR="008E1524" w:rsidRPr="00B614FD" w:rsidRDefault="008E1524" w:rsidP="008E15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E1524" w:rsidRPr="00B614FD" w:rsidRDefault="008E1524" w:rsidP="008E15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r w:rsidRPr="00B614FD">
        <w:rPr>
          <w:rFonts w:ascii="Times New Roman" w:eastAsia="Calibri" w:hAnsi="Times New Roman" w:cs="Times New Roman"/>
          <w:sz w:val="24"/>
          <w:lang w:eastAsia="en-US"/>
        </w:rPr>
        <w:t xml:space="preserve">Степаненку Олександру Леонідовичу, який зареєстрований за </w:t>
      </w:r>
      <w:proofErr w:type="spellStart"/>
      <w:r w:rsidRPr="00B614F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B614F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D2BE4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r w:rsidRPr="00B614FD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D2BE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 6823986800:02:011:0019, д</w:t>
      </w:r>
      <w:r w:rsidRPr="00B614FD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</w:t>
      </w:r>
      <w:proofErr w:type="spellStart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вул.</w:t>
      </w:r>
      <w:r w:rsidRPr="00B614FD">
        <w:rPr>
          <w:rFonts w:ascii="Times New Roman" w:eastAsia="Calibri" w:hAnsi="Times New Roman" w:cs="Times New Roman"/>
          <w:sz w:val="24"/>
          <w:lang w:eastAsia="en-US"/>
        </w:rPr>
        <w:t>Платона</w:t>
      </w:r>
      <w:proofErr w:type="spellEnd"/>
      <w:r w:rsidRPr="00B614FD">
        <w:rPr>
          <w:rFonts w:ascii="Times New Roman" w:eastAsia="Calibri" w:hAnsi="Times New Roman" w:cs="Times New Roman"/>
          <w:sz w:val="24"/>
          <w:lang w:eastAsia="en-US"/>
        </w:rPr>
        <w:t xml:space="preserve"> Семенюка, 10.</w:t>
      </w:r>
    </w:p>
    <w:p w:rsidR="008E1524" w:rsidRPr="00B614FD" w:rsidRDefault="008E1524" w:rsidP="008E15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2. Степаненку О.Л.,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8E1524" w:rsidRPr="00B614FD" w:rsidRDefault="008E1524" w:rsidP="008E15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E1524" w:rsidRPr="00B614FD" w:rsidRDefault="008E1524" w:rsidP="008E15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E1524" w:rsidRPr="00B614FD" w:rsidRDefault="008E1524" w:rsidP="008E152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E1524" w:rsidRPr="00B614FD" w:rsidRDefault="008E1524" w:rsidP="008E15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E1524" w:rsidRPr="00B614FD" w:rsidRDefault="008E1524" w:rsidP="008E15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E1524" w:rsidRDefault="008E1524" w:rsidP="008E15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B2AC3" w:rsidRDefault="00EB2AC3"/>
    <w:sectPr w:rsidR="00EB2A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524"/>
    <w:rsid w:val="006D2BE4"/>
    <w:rsid w:val="008E1524"/>
    <w:rsid w:val="00EB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15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15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152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5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15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15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152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239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2021-07-07T06:54:00Z</dcterms:created>
  <dcterms:modified xsi:type="dcterms:W3CDTF">2021-07-07T08:36:00Z</dcterms:modified>
</cp:coreProperties>
</file>