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55D" w:rsidRDefault="0053255D" w:rsidP="0053255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255D" w:rsidRDefault="0053255D" w:rsidP="005325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255D" w:rsidRDefault="0053255D" w:rsidP="005325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3255D" w:rsidRDefault="0053255D" w:rsidP="005325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255D" w:rsidRDefault="0053255D" w:rsidP="005325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3255D" w:rsidRDefault="0053255D" w:rsidP="005325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255D" w:rsidRDefault="0053255D" w:rsidP="005325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3255D" w:rsidRPr="00FB2913" w:rsidRDefault="0053255D" w:rsidP="0053255D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53255D" w:rsidRPr="00FB2913" w:rsidRDefault="0053255D" w:rsidP="0053255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3255D" w:rsidRPr="00FB2913" w:rsidRDefault="0053255D" w:rsidP="0053255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3255D" w:rsidRPr="00FB2913" w:rsidRDefault="0053255D" w:rsidP="0053255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53255D" w:rsidRPr="00FB2913" w:rsidRDefault="0053255D" w:rsidP="0053255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53255D" w:rsidRPr="00FB2913" w:rsidRDefault="0053255D" w:rsidP="0053255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Клімчук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53255D" w:rsidRPr="00FB2913" w:rsidRDefault="0053255D" w:rsidP="0053255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53255D" w:rsidRPr="00FB2913" w:rsidRDefault="0053255D" w:rsidP="0053255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Клімчук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53255D" w:rsidRPr="00FB2913" w:rsidRDefault="0053255D" w:rsidP="0053255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53255D" w:rsidRPr="00FB2913" w:rsidRDefault="0053255D" w:rsidP="0053255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Клімчук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Володимирівні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C71E2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0,2500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і обслуговування житлового будинку, господарських будівель та споруд,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106.</w:t>
      </w:r>
    </w:p>
    <w:p w:rsidR="0053255D" w:rsidRPr="00FB2913" w:rsidRDefault="0053255D" w:rsidP="0053255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Клімчук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3255D" w:rsidRPr="00FB2913" w:rsidRDefault="0053255D" w:rsidP="005325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3255D" w:rsidRPr="00FB2913" w:rsidRDefault="0053255D" w:rsidP="0053255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255D" w:rsidRPr="00FB2913" w:rsidRDefault="0053255D" w:rsidP="0053255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255D" w:rsidRPr="00FB2913" w:rsidRDefault="0053255D" w:rsidP="0053255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0783" w:rsidRPr="0053255D" w:rsidRDefault="0053255D">
      <w:pPr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   Валерій МИХАЛЮК</w:t>
      </w:r>
    </w:p>
    <w:sectPr w:rsidR="009D0783" w:rsidRPr="005325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55D"/>
    <w:rsid w:val="0053255D"/>
    <w:rsid w:val="007C71E2"/>
    <w:rsid w:val="009D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3255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3255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3255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3255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3255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3255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2021-07-07T06:19:00Z</dcterms:created>
  <dcterms:modified xsi:type="dcterms:W3CDTF">2021-07-07T08:14:00Z</dcterms:modified>
</cp:coreProperties>
</file>