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8E0" w:rsidRDefault="008728E0" w:rsidP="008728E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728E0" w:rsidRDefault="00CB497D" w:rsidP="008728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B497D">
        <w:rPr>
          <w:noProof/>
        </w:rPr>
        <w:pict>
          <v:group id="Group 2" o:spid="_x0000_s1026" style="position:absolute;left:0;text-align:left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8728E0" w:rsidRDefault="008728E0" w:rsidP="008728E0"/>
    <w:p w:rsidR="008728E0" w:rsidRDefault="008728E0" w:rsidP="008728E0"/>
    <w:p w:rsidR="008728E0" w:rsidRDefault="008728E0" w:rsidP="00872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728E0" w:rsidRDefault="008728E0" w:rsidP="00872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728E0" w:rsidRDefault="008728E0" w:rsidP="00872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728E0" w:rsidRDefault="008728E0" w:rsidP="00872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728E0" w:rsidRDefault="008728E0" w:rsidP="008728E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28E0" w:rsidRDefault="008728E0" w:rsidP="008728E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728E0" w:rsidRDefault="008728E0" w:rsidP="008728E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728E0" w:rsidRDefault="008728E0" w:rsidP="008728E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728E0" w:rsidRDefault="008728E0" w:rsidP="008728E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24.04.2020  року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№26</w:t>
      </w:r>
    </w:p>
    <w:p w:rsidR="008728E0" w:rsidRDefault="008728E0" w:rsidP="008728E0">
      <w:pPr>
        <w:tabs>
          <w:tab w:val="left" w:pos="4424"/>
        </w:tabs>
        <w:rPr>
          <w:rFonts w:ascii="Times New Roman" w:hAnsi="Times New Roman" w:cs="Times New Roman"/>
          <w:sz w:val="24"/>
          <w:szCs w:val="24"/>
        </w:rPr>
      </w:pPr>
    </w:p>
    <w:p w:rsidR="008728E0" w:rsidRDefault="008728E0" w:rsidP="008728E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8728E0" w:rsidRDefault="008728E0" w:rsidP="008728E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728E0" w:rsidRDefault="008728E0" w:rsidP="008728E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8728E0" w:rsidRDefault="008728E0" w:rsidP="008728E0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)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Поліщуку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О.С.</w:t>
      </w:r>
    </w:p>
    <w:p w:rsidR="008728E0" w:rsidRDefault="008728E0" w:rsidP="008728E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728E0" w:rsidRDefault="008728E0" w:rsidP="008728E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статей 12, 118, 121 Земельного кодексу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Поліщука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О.С.,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 рада </w:t>
      </w:r>
    </w:p>
    <w:p w:rsidR="008728E0" w:rsidRDefault="008728E0" w:rsidP="008728E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8728E0" w:rsidRDefault="008728E0" w:rsidP="008728E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Поліщуку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Сергійовичу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D3314F" w:rsidRPr="00D3314F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__________________, </w:t>
      </w:r>
      <w:proofErr w:type="spellStart"/>
      <w:r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D3314F" w:rsidRPr="00D3314F">
        <w:rPr>
          <w:rFonts w:ascii="Times New Roman" w:hAnsi="Times New Roman" w:cs="Times New Roman"/>
          <w:sz w:val="24"/>
          <w:szCs w:val="24"/>
        </w:rPr>
        <w:t>__________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технічну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її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4,0076 га, (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номер: 6823984000:03:003:0197), для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рада. </w:t>
      </w:r>
    </w:p>
    <w:p w:rsidR="008728E0" w:rsidRDefault="008728E0" w:rsidP="008728E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Поліщуку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О.С.,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8728E0" w:rsidRDefault="008728E0" w:rsidP="008728E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728E0" w:rsidRPr="008728E0" w:rsidRDefault="008728E0" w:rsidP="008728E0">
      <w:pPr>
        <w:tabs>
          <w:tab w:val="left" w:pos="4424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bookmarkStart w:id="0" w:name="_GoBack"/>
      <w:bookmarkEnd w:id="0"/>
    </w:p>
    <w:p w:rsidR="0097212D" w:rsidRPr="008728E0" w:rsidRDefault="008728E0" w:rsidP="008728E0">
      <w:pPr>
        <w:tabs>
          <w:tab w:val="left" w:pos="4424"/>
        </w:tabs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sectPr w:rsidR="0097212D" w:rsidRPr="008728E0" w:rsidSect="00CB497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attachedTemplate r:id="rId1"/>
  <w:defaultTabStop w:val="720"/>
  <w:hyphenationZone w:val="425"/>
  <w:characterSpacingControl w:val="doNotCompress"/>
  <w:compat>
    <w:useFELayout/>
  </w:compat>
  <w:rsids>
    <w:rsidRoot w:val="008728E0"/>
    <w:rsid w:val="00171A2E"/>
    <w:rsid w:val="00304C90"/>
    <w:rsid w:val="00505B6D"/>
    <w:rsid w:val="006D3977"/>
    <w:rsid w:val="007D6C18"/>
    <w:rsid w:val="008728E0"/>
    <w:rsid w:val="0097212D"/>
    <w:rsid w:val="00CB497D"/>
    <w:rsid w:val="00D1641A"/>
    <w:rsid w:val="00D331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97D"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1102</Words>
  <Characters>629</Characters>
  <Application>Microsoft Office Word</Application>
  <DocSecurity>0</DocSecurity>
  <Lines>5</Lines>
  <Paragraphs>3</Paragraphs>
  <ScaleCrop>false</ScaleCrop>
  <Company>Microsoft</Company>
  <LinksUpToDate>false</LinksUpToDate>
  <CharactersWithSpaces>1728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2</cp:revision>
  <dcterms:created xsi:type="dcterms:W3CDTF">2020-04-27T15:48:00Z</dcterms:created>
  <dcterms:modified xsi:type="dcterms:W3CDTF">2020-04-28T05:36:00Z</dcterms:modified>
</cp:coreProperties>
</file>