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8A" w:rsidRPr="00154EFF" w:rsidRDefault="003E428A" w:rsidP="003E428A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E428A" w:rsidRDefault="003E428A" w:rsidP="003E42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E428A" w:rsidRDefault="003E428A" w:rsidP="003E42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E428A" w:rsidRDefault="003E428A" w:rsidP="003E42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E428A" w:rsidRDefault="003E428A" w:rsidP="003E42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E428A" w:rsidRDefault="003E428A" w:rsidP="003E428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№78</w:t>
      </w:r>
    </w:p>
    <w:p w:rsidR="003E428A" w:rsidRPr="003B50D1" w:rsidRDefault="003E428A" w:rsidP="003E428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E428A" w:rsidRPr="003B50D1" w:rsidRDefault="003E428A" w:rsidP="003E428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E428A" w:rsidRPr="003B50D1" w:rsidRDefault="003E428A" w:rsidP="003E428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E428A" w:rsidRPr="003B50D1" w:rsidRDefault="003E428A" w:rsidP="003E42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E428A" w:rsidRPr="003B50D1" w:rsidRDefault="003E428A" w:rsidP="003E428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М.С.</w:t>
      </w: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3B50D1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М.С.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Сіліверстовичу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</w:t>
      </w:r>
      <w:r>
        <w:rPr>
          <w:rFonts w:ascii="Times New Roman" w:eastAsia="Calibri" w:hAnsi="Times New Roman" w:cs="Times New Roman"/>
          <w:sz w:val="24"/>
          <w:szCs w:val="24"/>
        </w:rPr>
        <w:t>мельної ділянки, для  індивідуального садівництво,  площею  0,1200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 СТ «Енергетик АЕС».</w:t>
      </w: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Сіліверстовичу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822F1">
        <w:rPr>
          <w:rFonts w:ascii="Times New Roman" w:eastAsia="Calibri" w:hAnsi="Times New Roman" w:cs="Times New Roman"/>
          <w:sz w:val="24"/>
        </w:rPr>
        <w:t>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7822F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0,1200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6823986800:06:007:0188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індивідуального садівництво,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 СТ «Енергетик АЕС».</w:t>
      </w:r>
    </w:p>
    <w:p w:rsidR="003E428A" w:rsidRPr="003B50D1" w:rsidRDefault="003E428A" w:rsidP="003E42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М.С.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E428A" w:rsidRPr="003B50D1" w:rsidRDefault="003E428A" w:rsidP="003E428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E428A" w:rsidRPr="003B50D1" w:rsidRDefault="003E428A" w:rsidP="003E42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93DAF" w:rsidRPr="003E428A" w:rsidRDefault="003E428A" w:rsidP="003E428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93DAF" w:rsidRPr="003E42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28A"/>
    <w:rsid w:val="00093DAF"/>
    <w:rsid w:val="003E428A"/>
    <w:rsid w:val="00782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8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E4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E428A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428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3E4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E428A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2022-02-08T06:55:00Z</dcterms:created>
  <dcterms:modified xsi:type="dcterms:W3CDTF">2022-02-08T11:32:00Z</dcterms:modified>
</cp:coreProperties>
</file>