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FF" w:rsidRPr="00B623A8" w:rsidRDefault="000501FF" w:rsidP="000501F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01FF" w:rsidRDefault="000501FF" w:rsidP="000501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501FF" w:rsidRDefault="000501FF" w:rsidP="000501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501FF" w:rsidRDefault="000501FF" w:rsidP="000501F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01FF" w:rsidRDefault="000501FF" w:rsidP="000501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501FF" w:rsidRDefault="000501FF" w:rsidP="000501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01FF" w:rsidRPr="00FC4B24" w:rsidRDefault="000501FF" w:rsidP="000501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№33</w:t>
      </w:r>
    </w:p>
    <w:p w:rsidR="000501FF" w:rsidRPr="008E2C07" w:rsidRDefault="000501FF" w:rsidP="000501FF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Церешко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0501FF" w:rsidRPr="008E2C07" w:rsidRDefault="000501FF" w:rsidP="000501FF">
      <w:pPr>
        <w:tabs>
          <w:tab w:val="left" w:pos="945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Церешко</w:t>
      </w:r>
      <w:proofErr w:type="spellEnd"/>
      <w:r>
        <w:rPr>
          <w:rFonts w:ascii="Times New Roman" w:hAnsi="Times New Roman"/>
          <w:sz w:val="24"/>
        </w:rPr>
        <w:t xml:space="preserve"> В.В.,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0501FF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Церешко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81A32">
        <w:rPr>
          <w:rFonts w:ascii="Times New Roman" w:hAnsi="Times New Roman"/>
          <w:sz w:val="24"/>
          <w:lang w:val="uk-UA"/>
        </w:rPr>
        <w:t>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0,1200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>
        <w:rPr>
          <w:rFonts w:ascii="Times New Roman" w:hAnsi="Times New Roman"/>
          <w:sz w:val="24"/>
        </w:rPr>
        <w:t>індивідуального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садівництва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Колом’</w:t>
      </w:r>
      <w:proofErr w:type="gram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Церешко</w:t>
      </w:r>
      <w:proofErr w:type="spellEnd"/>
      <w:r>
        <w:rPr>
          <w:rFonts w:ascii="Times New Roman" w:hAnsi="Times New Roman"/>
          <w:sz w:val="24"/>
        </w:rPr>
        <w:t xml:space="preserve"> В.В.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0501FF" w:rsidRPr="008E2C07" w:rsidRDefault="000501FF" w:rsidP="000501F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501FF" w:rsidRPr="008E2C07" w:rsidRDefault="000501FF" w:rsidP="000501F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501FF" w:rsidRPr="008E2C07" w:rsidRDefault="000501FF" w:rsidP="000501F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501FF" w:rsidRDefault="000501FF" w:rsidP="000501F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D144B1" w:rsidRDefault="00D144B1"/>
    <w:sectPr w:rsidR="00D144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FF"/>
    <w:rsid w:val="000501FF"/>
    <w:rsid w:val="00081A32"/>
    <w:rsid w:val="00171A2E"/>
    <w:rsid w:val="00304C90"/>
    <w:rsid w:val="00505B6D"/>
    <w:rsid w:val="006D3977"/>
    <w:rsid w:val="007D6C18"/>
    <w:rsid w:val="00D144B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501F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501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501F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501F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501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501F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>Microsoft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2020-10-16T17:16:00Z</dcterms:created>
  <dcterms:modified xsi:type="dcterms:W3CDTF">2020-10-16T18:02:00Z</dcterms:modified>
</cp:coreProperties>
</file>