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0A1" w:rsidRPr="00C92EA5" w:rsidRDefault="008960A1" w:rsidP="008960A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8960A1" w:rsidRPr="00C92EA5" w:rsidRDefault="008960A1" w:rsidP="00896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" name="Группа 11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60A1" w:rsidRPr="00E77963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60A1" w:rsidRDefault="008960A1" w:rsidP="0089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553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60A1" w:rsidRPr="00E77963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960A1" w:rsidRDefault="008960A1" w:rsidP="0089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960A1" w:rsidRPr="00C92EA5" w:rsidRDefault="008960A1" w:rsidP="008960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960A1" w:rsidRPr="00C92EA5" w:rsidRDefault="008960A1" w:rsidP="008960A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960A1" w:rsidRPr="00C92EA5" w:rsidRDefault="008960A1" w:rsidP="008960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960A1" w:rsidRDefault="008960A1" w:rsidP="008960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8960A1" w:rsidRPr="00C92EA5" w:rsidRDefault="008960A1" w:rsidP="008960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960A1" w:rsidRPr="00C92EA5" w:rsidRDefault="008960A1" w:rsidP="008960A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960A1" w:rsidRPr="00C92EA5" w:rsidRDefault="008960A1" w:rsidP="008960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960A1" w:rsidRPr="00C92EA5" w:rsidRDefault="008960A1" w:rsidP="008960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960A1" w:rsidRPr="00C92EA5" w:rsidRDefault="008960A1" w:rsidP="008960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960A1" w:rsidRPr="00C92EA5" w:rsidRDefault="008960A1" w:rsidP="008960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960A1" w:rsidRPr="00C92EA5" w:rsidRDefault="008960A1" w:rsidP="008960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960A1" w:rsidRPr="00C92EA5" w:rsidRDefault="008960A1" w:rsidP="008960A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960A1" w:rsidRPr="00C92EA5" w:rsidRDefault="008960A1" w:rsidP="008960A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960A1" w:rsidRPr="00C92EA5" w:rsidRDefault="008960A1" w:rsidP="008960A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25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3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8960A1" w:rsidRPr="00C92EA5" w:rsidRDefault="008960A1" w:rsidP="008960A1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960A1" w:rsidRPr="00C92EA5" w:rsidRDefault="008960A1" w:rsidP="008960A1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8960A1" w:rsidRPr="00C92EA5" w:rsidRDefault="008960A1" w:rsidP="008960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 xml:space="preserve">кту  із землеустрою  щодо </w:t>
      </w:r>
    </w:p>
    <w:p w:rsidR="008960A1" w:rsidRPr="00C92EA5" w:rsidRDefault="008960A1" w:rsidP="008960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8960A1" w:rsidRPr="00C92EA5" w:rsidRDefault="008960A1" w:rsidP="008960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Свецькій Т.А.</w:t>
      </w:r>
    </w:p>
    <w:p w:rsidR="008960A1" w:rsidRDefault="008960A1" w:rsidP="008960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960A1" w:rsidRDefault="008960A1" w:rsidP="008960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960A1" w:rsidRDefault="008960A1" w:rsidP="008960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960A1" w:rsidRPr="00DD712B" w:rsidRDefault="008960A1" w:rsidP="008960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960A1" w:rsidRPr="00F720D9" w:rsidRDefault="008960A1" w:rsidP="008960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720D9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</w:t>
      </w:r>
      <w:r>
        <w:rPr>
          <w:rFonts w:ascii="Times New Roman" w:eastAsia="Calibri" w:hAnsi="Times New Roman" w:cs="Times New Roman"/>
          <w:sz w:val="24"/>
        </w:rPr>
        <w:t>Свецької Т.А.</w:t>
      </w:r>
      <w:r w:rsidRPr="00F720D9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8960A1" w:rsidRPr="00594281" w:rsidRDefault="008960A1" w:rsidP="008960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94281">
        <w:rPr>
          <w:rFonts w:ascii="Times New Roman" w:eastAsia="Calibri" w:hAnsi="Times New Roman" w:cs="Times New Roman"/>
          <w:sz w:val="24"/>
        </w:rPr>
        <w:t>ВИРІШИЛА:</w:t>
      </w:r>
    </w:p>
    <w:p w:rsidR="008960A1" w:rsidRPr="00594281" w:rsidRDefault="008960A1" w:rsidP="008960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960A1" w:rsidRPr="00C92EA5" w:rsidRDefault="008960A1" w:rsidP="008960A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960A1" w:rsidRDefault="008960A1" w:rsidP="008960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</w:t>
      </w:r>
      <w:r w:rsidRPr="00DD712B">
        <w:rPr>
          <w:rFonts w:ascii="Times New Roman" w:eastAsia="Calibri" w:hAnsi="Times New Roman" w:cs="Times New Roman"/>
          <w:sz w:val="24"/>
        </w:rPr>
        <w:t xml:space="preserve">Надати </w:t>
      </w:r>
      <w:r>
        <w:rPr>
          <w:rFonts w:ascii="Times New Roman" w:eastAsia="Calibri" w:hAnsi="Times New Roman" w:cs="Times New Roman"/>
          <w:sz w:val="24"/>
        </w:rPr>
        <w:t>Свецькій Тетяні Антонівні</w:t>
      </w:r>
      <w:r w:rsidRPr="00DD712B">
        <w:rPr>
          <w:rFonts w:ascii="Times New Roman" w:eastAsia="Calibri" w:hAnsi="Times New Roman" w:cs="Times New Roman"/>
          <w:sz w:val="24"/>
        </w:rPr>
        <w:t xml:space="preserve">,  яка  зареєстрована  за адресою: </w:t>
      </w:r>
      <w:r>
        <w:rPr>
          <w:rFonts w:ascii="Times New Roman" w:eastAsia="Calibri" w:hAnsi="Times New Roman" w:cs="Times New Roman"/>
          <w:sz w:val="24"/>
        </w:rPr>
        <w:t>_____________</w:t>
      </w:r>
      <w:r w:rsidRPr="00DD712B">
        <w:rPr>
          <w:rFonts w:ascii="Times New Roman" w:eastAsia="Calibri" w:hAnsi="Times New Roman" w:cs="Times New Roman"/>
          <w:sz w:val="24"/>
        </w:rPr>
        <w:t xml:space="preserve">, дозвіл  на розробку проєкту  із землеустрою щодо відведення земельної ділянки для передачі її у власність, орієнтовною  площею </w:t>
      </w:r>
      <w:r>
        <w:rPr>
          <w:rFonts w:ascii="Times New Roman" w:eastAsia="Calibri" w:hAnsi="Times New Roman" w:cs="Times New Roman"/>
          <w:sz w:val="24"/>
        </w:rPr>
        <w:t>0,37</w:t>
      </w:r>
      <w:r w:rsidRPr="00DD712B">
        <w:rPr>
          <w:rFonts w:ascii="Times New Roman" w:eastAsia="Calibri" w:hAnsi="Times New Roman" w:cs="Times New Roman"/>
          <w:sz w:val="24"/>
        </w:rPr>
        <w:t>00га,  для ведення особистого селянського господарства, яка розташована на території  Крупецької сільської ради</w:t>
      </w:r>
      <w:r>
        <w:rPr>
          <w:rFonts w:ascii="Times New Roman" w:eastAsia="Calibri" w:hAnsi="Times New Roman" w:cs="Times New Roman"/>
          <w:sz w:val="24"/>
        </w:rPr>
        <w:t xml:space="preserve"> в селі Крупець</w:t>
      </w:r>
      <w:r w:rsidRPr="00DD712B">
        <w:rPr>
          <w:rFonts w:ascii="Times New Roman" w:eastAsia="Calibri" w:hAnsi="Times New Roman" w:cs="Times New Roman"/>
          <w:sz w:val="24"/>
        </w:rPr>
        <w:t xml:space="preserve">. </w:t>
      </w:r>
    </w:p>
    <w:p w:rsidR="008960A1" w:rsidRPr="00CD2572" w:rsidRDefault="008960A1" w:rsidP="008960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17638">
        <w:rPr>
          <w:rFonts w:ascii="Times New Roman" w:eastAsia="Calibri" w:hAnsi="Times New Roman" w:cs="Times New Roman"/>
          <w:sz w:val="24"/>
        </w:rPr>
        <w:t xml:space="preserve"> 2</w:t>
      </w:r>
      <w:r>
        <w:rPr>
          <w:rFonts w:ascii="Times New Roman" w:eastAsia="Calibri" w:hAnsi="Times New Roman" w:cs="Times New Roman"/>
          <w:sz w:val="24"/>
        </w:rPr>
        <w:t>.Свецькій Т.А.</w:t>
      </w:r>
      <w:r w:rsidRPr="00C92EA5">
        <w:rPr>
          <w:rFonts w:ascii="Times New Roman" w:eastAsia="Calibri" w:hAnsi="Times New Roman" w:cs="Times New Roman"/>
          <w:sz w:val="24"/>
        </w:rPr>
        <w:t>,</w:t>
      </w:r>
      <w:r w:rsidRPr="00A17638">
        <w:rPr>
          <w:rFonts w:ascii="Times New Roman" w:eastAsia="Calibri" w:hAnsi="Times New Roman" w:cs="Times New Roman"/>
          <w:sz w:val="24"/>
        </w:rPr>
        <w:t xml:space="preserve"> розробити про</w:t>
      </w:r>
      <w:r>
        <w:rPr>
          <w:rFonts w:ascii="Times New Roman" w:eastAsia="Calibri" w:hAnsi="Times New Roman" w:cs="Times New Roman"/>
          <w:sz w:val="24"/>
        </w:rPr>
        <w:t>є</w:t>
      </w:r>
      <w:r w:rsidRPr="00A17638">
        <w:rPr>
          <w:rFonts w:ascii="Times New Roman" w:eastAsia="Calibri" w:hAnsi="Times New Roman" w:cs="Times New Roman"/>
          <w:sz w:val="24"/>
        </w:rPr>
        <w:t>кт землеустрою щодо відведення земельної ділянки для передачі її у власність та подати на розгляд сесії сільської ради.</w:t>
      </w:r>
    </w:p>
    <w:p w:rsidR="008960A1" w:rsidRPr="00DD712B" w:rsidRDefault="008960A1" w:rsidP="008960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3.</w:t>
      </w:r>
      <w:r w:rsidRPr="00DD712B">
        <w:rPr>
          <w:rFonts w:ascii="Times New Roman" w:eastAsia="Calibri" w:hAnsi="Times New Roman" w:cs="Times New Roman"/>
          <w:color w:val="000000"/>
          <w:sz w:val="24"/>
          <w:szCs w:val="24"/>
        </w:rPr>
        <w:t>Даний дозвіл дійсний на протязі року з дня прийняття даного рішення.</w:t>
      </w:r>
    </w:p>
    <w:p w:rsidR="008960A1" w:rsidRPr="00C92EA5" w:rsidRDefault="008960A1" w:rsidP="008960A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960A1" w:rsidRPr="00C92EA5" w:rsidRDefault="008960A1" w:rsidP="008960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51F70" w:rsidRPr="008960A1" w:rsidRDefault="008960A1" w:rsidP="008960A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  <w:bookmarkStart w:id="0" w:name="_GoBack"/>
      <w:bookmarkEnd w:id="0"/>
    </w:p>
    <w:sectPr w:rsidR="00451F70" w:rsidRPr="008960A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0A1"/>
    <w:rsid w:val="00171A2E"/>
    <w:rsid w:val="00304C90"/>
    <w:rsid w:val="00451F70"/>
    <w:rsid w:val="00505B6D"/>
    <w:rsid w:val="006D3977"/>
    <w:rsid w:val="007D6C18"/>
    <w:rsid w:val="008960A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239</Words>
  <Characters>1366</Characters>
  <Application>Microsoft Office Word</Application>
  <DocSecurity>0</DocSecurity>
  <Lines>11</Lines>
  <Paragraphs>3</Paragraphs>
  <ScaleCrop>false</ScaleCrop>
  <Company>Microsoft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2021-03-22T07:16:00Z</dcterms:created>
  <dcterms:modified xsi:type="dcterms:W3CDTF">2021-03-22T07:18:00Z</dcterms:modified>
</cp:coreProperties>
</file>