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02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02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02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02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03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3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03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3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3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3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3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3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03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3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04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04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04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04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04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04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046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047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048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049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050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051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052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053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54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55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25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">
                <v:shape id="Freeform 102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2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2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02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03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03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03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3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3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03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03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03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03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03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04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04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04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04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04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04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04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04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04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04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05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05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05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05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05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05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564C3" w:rsidRDefault="00B564C3" w:rsidP="00B56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564C3" w:rsidRDefault="00B564C3" w:rsidP="00B56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564C3" w:rsidRDefault="00B564C3" w:rsidP="00B56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564C3" w:rsidRDefault="00B564C3" w:rsidP="00B56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564C3" w:rsidRDefault="00B564C3" w:rsidP="00B564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564C3" w:rsidRDefault="00B564C3" w:rsidP="00B564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B564C3" w:rsidRDefault="00B564C3" w:rsidP="00B564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B564C3" w:rsidRDefault="00B564C3" w:rsidP="00B564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B564C3" w:rsidRDefault="00B564C3" w:rsidP="00B564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64C3" w:rsidRDefault="00B564C3" w:rsidP="00B564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B564C3" w:rsidRDefault="00B564C3" w:rsidP="00B564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564C3" w:rsidRDefault="00B564C3" w:rsidP="00B564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0,1402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7A6507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A6507">
        <w:rPr>
          <w:rFonts w:ascii="Times New Roman" w:hAnsi="Times New Roman" w:cs="Times New Roman"/>
          <w:sz w:val="24"/>
          <w:szCs w:val="24"/>
          <w:lang w:val="en-US"/>
        </w:rPr>
        <w:t>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0,1402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6823982100:01:002:0020,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B564C3" w:rsidRDefault="00B564C3" w:rsidP="00B564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B564C3" w:rsidRPr="00B564C3" w:rsidRDefault="00B564C3" w:rsidP="00B564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3CCF" w:rsidRPr="00B564C3" w:rsidRDefault="00B564C3" w:rsidP="00B564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B564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4C3"/>
    <w:rsid w:val="00171A2E"/>
    <w:rsid w:val="00304C90"/>
    <w:rsid w:val="00505B6D"/>
    <w:rsid w:val="006D3977"/>
    <w:rsid w:val="007A6507"/>
    <w:rsid w:val="007D6C18"/>
    <w:rsid w:val="007E3CCF"/>
    <w:rsid w:val="00B564C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2020-07-20T16:27:00Z</dcterms:created>
  <dcterms:modified xsi:type="dcterms:W3CDTF">2020-07-20T16:36:00Z</dcterms:modified>
</cp:coreProperties>
</file>