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A24" w:rsidRPr="00154EFF" w:rsidRDefault="00AE1A24" w:rsidP="00AE1A2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1A24" w:rsidRDefault="00AE1A24" w:rsidP="00AE1A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1A24" w:rsidRDefault="00AE1A24" w:rsidP="00AE1A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1A24" w:rsidRDefault="00AE1A24" w:rsidP="00AE1A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1A24" w:rsidRDefault="00AE1A24" w:rsidP="00AE1A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№81</w:t>
      </w:r>
    </w:p>
    <w:p w:rsidR="00AE1A24" w:rsidRPr="00E431BC" w:rsidRDefault="00AE1A24" w:rsidP="00AE1A2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1A24" w:rsidRPr="00E431BC" w:rsidRDefault="00AE1A24" w:rsidP="00AE1A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31B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Кравченко О.Д.</w:t>
      </w:r>
    </w:p>
    <w:p w:rsidR="00AE1A24" w:rsidRPr="00E431BC" w:rsidRDefault="00AE1A24" w:rsidP="00AE1A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статей 140, 142</w:t>
      </w: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Троцюк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</w:t>
      </w: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Кравченко  Олександра Дмитровича,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4C46E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1100 </w:t>
      </w: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</w:t>
      </w:r>
      <w:proofErr w:type="spellStart"/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та перевести в землі запасу </w:t>
      </w:r>
      <w:proofErr w:type="spellStart"/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31B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1A24" w:rsidRPr="00E431BC" w:rsidRDefault="00AE1A24" w:rsidP="00AE1A2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1A24" w:rsidRDefault="00AE1A24" w:rsidP="00AE1A24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E431BC"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E431BC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E431BC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212400" w:rsidRDefault="00212400"/>
    <w:sectPr w:rsidR="002124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A24"/>
    <w:rsid w:val="00212400"/>
    <w:rsid w:val="004C46EF"/>
    <w:rsid w:val="00AE1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E1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E1A2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A2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AE1A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E1A2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182</Words>
  <Characters>1040</Characters>
  <Application>Microsoft Office Word</Application>
  <DocSecurity>0</DocSecurity>
  <Lines>8</Lines>
  <Paragraphs>2</Paragraphs>
  <ScaleCrop>false</ScaleCrop>
  <Company>SPecialiST RePack</Company>
  <LinksUpToDate>false</LinksUpToDate>
  <CharactersWithSpaces>1220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2022-02-08T06:55:00Z</dcterms:created>
  <dcterms:modified xsi:type="dcterms:W3CDTF">2022-02-08T11:34:00Z</dcterms:modified>
</cp:coreProperties>
</file>