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62C" w:rsidRPr="00D815F3" w:rsidRDefault="0031062C" w:rsidP="0031062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31062C" w:rsidRPr="001869AA" w:rsidRDefault="0031062C" w:rsidP="0031062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368" name="Группа 10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3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38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lBVcIA&#10;AADeAAAADwAAAGRycy9kb3ducmV2LnhtbERPS4vCMBC+L/gfwix4W9O14Gq3UURUPAhLfdyHZvpg&#10;m0lpotZ/bwTB23x8z0kXvWnElTpXW1bwPYpAEOdW11wqOB03X1MQziNrbCyTgjs5WMwHHykm2t44&#10;o+vBlyKEsEtQQeV9m0jp8ooMupFtiQNX2M6gD7Arpe7wFsJNI8dRNJEGaw4NFba0qij/P1yMAhtv&#10;d/tzOc7iNf94Xv5Ni3O/V2r42S9/QXjq/Vv8cu90mB/Fkxk83wk3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2UFV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7MtskA&#10;AADeAAAADwAAAGRycy9kb3ducmV2LnhtbESPQUsDMRCF74X+hzCCl2KzKrS6Ni1SWLU9CK2C12Ez&#10;btZuJksS27W/3jkI3maYN++9b7EafKeOFFMb2MD1tABFXAfbcmPg/a26ugOVMrLFLjAZ+KEEq+V4&#10;tMDShhPv6LjPjRITTiUacDn3pdapduQxTUNPLLfPED1mWWOjbcSTmPtO3xTFTHtsWRIc9rR2VB/2&#10;397AV/XqPtbz81Oc3O/oPKm2z91mZszlxfD4ACrTkP/Ff98vVuoXt3MBEByZQS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f7Mt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HNLMUA&#10;AADeAAAADwAAAGRycy9kb3ducmV2LnhtbESP0YrCMBBF34X9hzDCvsiauoIu3UaRRUV8EXU/YGim&#10;TbGZlCba+vdGEHyb4d6550627G0tbtT6yrGCyTgBQZw7XXGp4P+8+foB4QOyxtoxKbiTh+XiY5Bh&#10;ql3HR7qdQiliCPsUFZgQmlRKnxuy6MeuIY5a4VqLIa5tKXWLXQy3tfxOkpm0WHEkGGzoz1B+OV1t&#10;hBymeNgX3Xmz7bHD9d7waHVU6nPYr35BBOrD2/y63ulYP5nOJ/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oc0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dGYcQA&#10;AADeAAAADwAAAGRycy9kb3ducmV2LnhtbERPTUsDMRC9C/6HMII3m3XVtqxNi9QKIvTQKhRvw2a6&#10;u7iZhGTaXf+9EQRv83ifs1iNrldniqnzbOB2UoAirr3tuDHw8f5yMweVBNli75kMfFOC1fLyYoGV&#10;9QPv6LyXRuUQThUaaEVCpXWqW3KYJj4QZ+7oo0PJMDbaRhxyuOt1WRRT7bDj3NBioHVL9df+5Axs&#10;h014m00fjuEz3pc6PVs5rMWY66vx6RGU0Cj/4j/3q83zi7tZCb/v5Bv0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3Rm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/2wMUA&#10;AADeAAAADwAAAGRycy9kb3ducmV2LnhtbESP0YrCMBBF34X9hzAL+yJrulvQpRpFFhXxRap+wNCM&#10;TbGZlCba+vdGEHyb4d65585s0dta3Kj1lWMFP6MEBHHhdMWlgtNx/f0HwgdkjbVjUnAnD4v5x2CG&#10;mXYd53Q7hFLEEPYZKjAhNJmUvjBk0Y9cQxy1s2sthri2pdQtdjHc1vI3ScbSYsWRYLChf0PF5XC1&#10;EbJPcb87d8f1pscOVzvDw2Wu1Ndnv5yCCNSHt/l1vdWxfpJOUni+E2e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P/b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7jsUA&#10;AADeAAAADwAAAGRycy9kb3ducmV2LnhtbERPTUsDMRC9C/6HMII3m7XWtqxNi1SFIvTQVpDehs10&#10;d3EzCcnYXf+9KQje5vE+Z7EaXKfOFFPr2cD9qABFXHnbcm3g4/B2NweVBNli55kM/FCC1fL6aoGl&#10;9T3v6LyXWuUQTiUaaERCqXWqGnKYRj4QZ+7ko0PJMNbaRuxzuOv0uCim2mHLuaHBQOuGqq/9tzOw&#10;7V/D+2z6eArHOBnr9GLlcy3G3N4Mz0+ghAb5F/+5NzbPLx5mE7i8k2/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Unu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D/MUA&#10;AADeAAAADwAAAGRycy9kb3ducmV2LnhtbERP32vCMBB+H/g/hBP2MjRVcUpnFBWCgw3GVPD1aM62&#10;rLmUJLP1v18Gg73dx/fzVpveNuJGPtSOFUzGGQjiwpmaSwXnkx4tQYSIbLBxTAruFGCzHjysMDeu&#10;40+6HWMpUgiHHBVUMba5lKGoyGIYu5Y4cVfnLcYEfSmNxy6F20ZOs+xZWqw5NVTY0r6i4uv4bRXs&#10;Prpy5p+KXe/erofLXGuj37VSj8N++wIiUh//xX/uV5PmZ7PFHH7fS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8P8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kXdMMA&#10;AADeAAAADwAAAGRycy9kb3ducmV2LnhtbERP22oCMRB9L/QfwhR8q1kvtbIaRZQFkb7U9gOGzbhZ&#10;3UyWJK7bv28Ewbc5nOss171tREc+1I4VjIYZCOLS6ZorBb8/xfscRIjIGhvHpOCPAqxXry9LzLW7&#10;8Td1x1iJFMIhRwUmxjaXMpSGLIaha4kTd3LeYkzQV1J7vKVw28hxls2kxZpTg8GWtobKy/FqFRSH&#10;8Vd3uWpfuE0/tfRhzvOdUWrw1m8WICL18Sl+uPc6zc8mnzO4v5Nu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kXd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X4EMUA&#10;AADeAAAADwAAAGRycy9kb3ducmV2LnhtbERP32vCMBB+H+x/CDfwRWY6ZSrVKHMQHGwwdIKvR3O2&#10;Zc2lJNHW/94MhL3dx/fzluveNuJCPtSOFbyMMhDEhTM1lwoOP/p5DiJEZIONY1JwpQDr1ePDEnPj&#10;Ot7RZR9LkUI45KigirHNpQxFRRbDyLXEiTs5bzEm6EtpPHYp3DZynGVTabHm1FBhS+8VFb/7s1Ww&#10;+e7KiR8Wm959nrbHV62N/tJKDZ76twWISH38F9/dHybNzyazGfy9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hfg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omncYA&#10;AADeAAAADwAAAGRycy9kb3ducmV2LnhtbESPQW/CMAyF75P2HyJP2m2kY2ygQkBoU6UJ7TK2H2A1&#10;pik0TpWE0v37+YDEzdZ7fu/zajP6Tg0UUxvYwPOkAEVcB9tyY+D3p3pagEoZ2WIXmAz8UYLN+v5u&#10;haUNF/6mYZ8bJSGcSjTgcu5LrVPtyGOahJ5YtEOIHrOssdE24kXCfaenRfGmPbYsDQ57endUn/Zn&#10;b6DaTb+G09nGKmzHmadXd1x8OGMeH8btElSmMd/M1+tPK/jFy1x45R2ZQa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omn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gd7sMA&#10;AADeAAAADwAAAGRycy9kb3ducmV2LnhtbERPzWrCQBC+F3yHZYTe6q61qTa6CUWwNMdGH2DITpNg&#10;djZmVxPfvlso9DYf3+/s8sl24kaDbx1rWC4UCOLKmZZrDafj4WkDwgdkg51j0nAnD3k2e9hhatzI&#10;X3QrQy1iCPsUNTQh9KmUvmrIol+4njhy326wGCIcamkGHGO47eSzUq/SYsuxocGe9g1V5/JqNbzc&#10;x49LmZzVwVhaFqu+4FAlWj/Op/ctiEBT+Bf/uT9NnK9W6zf4fSfe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gd7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XS+8UA&#10;AADeAAAADwAAAGRycy9kb3ducmV2LnhtbESPT4vCQAzF74LfYcjC3nS6CqJdRxFFWfak9c85dGJb&#10;tpMpnVHrt98cBG8JeXnv/ebLztXqTm2oPBv4GiagiHNvKy4MnI7bwRRUiMgWa89k4EkBlot+b46p&#10;9Q8+0D2LhRITDikaKGNsUq1DXpLDMPQNsdyuvnUYZW0LbVt8iLmr9ShJJtphxZJQYkPrkvK/7OYM&#10;3CaX0Ymvv3afbZ672Wa7CvpcGPP50a2+QUXq4lv8+v6xUj8ZTwVAcGQG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dL7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bHfcYA&#10;AADeAAAADwAAAGRycy9kb3ducmV2LnhtbERPTWvCQBC9F/wPywjemo1aQoyuooLQ9lCptYfexuyY&#10;RLOzMbvV9N+7hUJv83ifM1t0phZXal1lWcEwikEQ51ZXXCjYf2weUxDOI2usLZOCH3KwmPceZphp&#10;e+N3uu58IUIIuwwVlN43mZQuL8mgi2xDHLijbQ36ANtC6hZvIdzUchTHiTRYcWgosaF1Sfl5920U&#10;fG7TZLJdvTydXt8OODb68qWrRKlBv1tOQXjq/L/4z/2sw/x4nA7h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bHf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3OnsMA&#10;AADeAAAADwAAAGRycy9kb3ducmV2LnhtbERPS4vCMBC+L/gfwgje1tS6SOkaxQe6sidfsNehGdti&#10;MylN1OqvN8KCt/n4njOetqYSV2pcaVnBoB+BIM6sLjlXcDysPhMQziNrrCyTgjs5mE46H2NMtb3x&#10;jq57n4sQwi5FBYX3dSqlywoy6Pq2Jg7cyTYGfYBNLnWDtxBuKhlH0UgaLDk0FFjToqDsvL8YBY/R&#10;H27dTzxfDrWn+1eytr/btVK9bjv7BuGp9W/xv3ujw/xomMTweifcIC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3On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Cq8QA&#10;AADeAAAADwAAAGRycy9kb3ducmV2LnhtbERPzWrCQBC+C32HZQredFOjYlNXKSUFb9W0DzBkp5tg&#10;djZm1yT16buFgrf5+H5nux9tI3rqfO1YwdM8AUFcOl2zUfD1+T7bgPABWWPjmBT8kIf97mGyxUy7&#10;gU/UF8GIGMI+QwVVCG0mpS8rsujnriWO3LfrLIYIOyN1h0MMt41cJMlaWqw5NlTY0ltF5bm4WgUX&#10;t1jpscjx45w/H2tjlpfbaanU9HF8fQERaAx38b/7oOP8JN2k8PdOvEH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4Aq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38NMMA&#10;AADeAAAADwAAAGRycy9kb3ducmV2LnhtbERPyW7CMBC9V+IfrEHqrTiFAiFgUIuExJXlwHGwhyQ0&#10;HofYhZSvx0iVepunt85s0dpKXKnxpWMF770EBLF2puRcwX63ektB+IBssHJMCn7Jw2LeeZlhZtyN&#10;N3TdhlzEEPYZKihCqDMpvS7Iou+5mjhyJ9dYDBE2uTQN3mK4rWQ/SUbSYsmxocCalgXp7+2PVbAu&#10;jzQc6dPEpl96c7hfwmB8Nkq9dtvPKYhAbfgX/7nXJs5PBukHPN+JN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38N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CgeMYA&#10;AADeAAAADwAAAGRycy9kb3ducmV2LnhtbERPXWsCMRB8L/Q/hC30rSZaWvQ0ihYKLX5AVfR1uayX&#10;w8vmuKTn+e+NUOjb7M7OzM5k1rlKtNSE0rOGfk+BIM69KbnQsN99vgxBhIhssPJMGq4UYDZ9fJhg&#10;ZvyFf6jdxkIkEw4ZarAx1pmUIbfkMPR8TZy4k28cxjQ2hTQNXpK5q+RAqXfpsOSUYLGmD0v5efvr&#10;NLS4uaqjXaxH3+UqH2wWh6VJe/381M3HICJ18f/4T/1l0vvqdfgG9zoJg5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Cge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/hlcMA&#10;AADeAAAADwAAAGRycy9kb3ducmV2LnhtbERPTUvDQBC9C/0Pywje7MYUSondllJo8VijB49jdppN&#10;zc6E3bWJ/npXELzN433Oejv5Xl0pxE7YwMO8AEXciO24NfD6crhfgYoJ2WIvTAa+KMJ2M7tZY2Vl&#10;5Ge61qlVOYRjhQZcSkOldWwceYxzGYgzd5bgMWUYWm0Djjnc97osiqX22HFucDjQ3lHzUX96A+Ox&#10;eb+U5zfrvsMgh/okl7IXY+5up90jqERT+hf/uZ9snl8sVkv4fSf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9/hl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tUGcQA&#10;AADeAAAADwAAAGRycy9kb3ducmV2LnhtbERP22oCMRB9L/QfwhR8q1kV6rIaxStIqYiXvk834+62&#10;yWTZRN3+fVMQfJvDuc542lojrtT4yrGCXjcBQZw7XXGh4HRcv6YgfEDWaByTgl/yMJ08P40x0+7G&#10;e7oeQiFiCPsMFZQh1JmUPi/Jou+6mjhyZ9dYDBE2hdQN3mK4NbKfJG/SYsWxocSaFiXlP4eLVbDe&#10;Lc13f7uffcqwWA2/TPo+X34o1XlpZyMQgdrwEN/dGx3nJ4N0CP/vxB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rVBn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Id/8gA&#10;AADeAAAADwAAAGRycy9kb3ducmV2LnhtbESPT2vCQBDF7wW/wzKFXkrdWKmE6CoiFBUs+KfgdcxO&#10;k2B2NmS3MX5751DobYb35r3fzBa9q1VHbag8GxgNE1DEubcVFwa+T59vKagQkS3WnsnAnQIs5oOn&#10;GWbW3/hA3TEWSkI4ZGigjLHJtA55SQ7D0DfEov341mGUtS20bfEm4a7W70ky0Q4rloYSG1qVlF+P&#10;v85At99dik0Xmu01fQ0f48t6/WXPxrw898spqEh9/Df/XW+s4CfjVHjlHZlBz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Ah3/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rXcUA&#10;AADeAAAADwAAAGRycy9kb3ducmV2LnhtbERPS2sCMRC+F/ofwhR66yaKFrsaRQuFXgq+DvU2bsbd&#10;xc1kTVLd9tc3guBtPr7nTGadbcSZfKgda+hlCgRx4UzNpYbt5uNlBCJEZIONY9LwSwFm08eHCebG&#10;XXhF53UsRQrhkKOGKsY2lzIUFVkMmWuJE3dw3mJM0JfSeLykcNvIvlKv0mLNqaHClt4rKo7rH6th&#10;8TZanJYD/vpb7Xe0+94fh32vtH5+6uZjEJG6eBff3J8mzVeDYQ+u76Qb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itdxQAAAN4AAAAPAAAAAAAAAAAAAAAAAJgCAABkcnMv&#10;ZG93bnJldi54bWxQSwUGAAAAAAQABAD1AAAAigMAAAAA&#10;" fillcolor="black" stroked="f"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+7KsUA&#10;AADeAAAADwAAAGRycy9kb3ducmV2LnhtbERPS2vCQBC+F/oflil4qxtDFYmuon1AQXvwcfA4Zsdk&#10;SXY2ZFdN++tdQehtPr7nTOedrcWFWm8cKxj0ExDEudOGCwX73dfrGIQPyBprx6TglzzMZ89PU8y0&#10;u/KGLttQiBjCPkMFZQhNJqXPS7Lo+64hjtzJtRZDhG0hdYvXGG5rmSbJSFo0HBtKbOi9pLzanq2C&#10;w2pkxhtD6XH9t/zU62G1/PmolOq9dIsJiEBd+Bc/3N86zk/ehinc34k3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7sq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Fzg8QA&#10;AADeAAAADwAAAGRycy9kb3ducmV2LnhtbERPTU8CMRC9m/gfmjHxJq2ihCwUQiRELx5ECNfJdtiu&#10;u50ubYGFX29NTLzNy/uc6bx3rThRiLVnDY8DBYK49KbmSsPma/UwBhETssHWM2m4UIT57PZmioXx&#10;Z/6k0zpVIodwLFCDTakrpIylJYdx4DvizO19cJgyDJU0Ac853LXySamRdFhzbrDY0aulslkfnYaw&#10;2C2bKx+3jbp+XOLbd38Yo9X6/q5fTEAk6tO/+M/9bvJ89fwyhN938g1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Rc4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ldvMQA&#10;AADeAAAADwAAAGRycy9kb3ducmV2LnhtbERPbUsCQRD+HvQflgn6IrqbWNbpKhEEgSJo/oDpdro7&#10;3J09bic9+/VuIPRtHp7XmS/74NWRutREtvAwMqCIy+garizsP9+Hz6CSIDv0kcnCmRIsF7c3cyxc&#10;PPGWjjupVA7hVKCFWqQttE5lTQHTKLbEmfuOXUDJsKu06/CUw4PXY2OedMCGc0ONLb3VVB52P8GC&#10;H3/5l9U0reW812vzG2Q72Dhr7+/61xkooV7+xVf3h8vzzeRxAn/v5Bv0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JXb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W5fcQA&#10;AADeAAAADwAAAGRycy9kb3ducmV2LnhtbERPTWsCMRC9C/6HMEJvmq2olK1R2oqwFw9uLV7HzXSz&#10;NJksm6hbf70pFLzN433Oct07Ky7UhcazgudJBoK48rrhWsHhczt+AREiskbrmRT8UoD1ajhYYq79&#10;lfd0KWMtUgiHHBWYGNtcylAZchgmviVO3LfvHMYEu1rqDq8p3Fk5zbKFdNhwajDY0oeh6qc8OwWb&#10;srXTQ2Hew/FrdzrZ4ral40app1H/9goiUh8f4n93odP8bDafw9876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VuX3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VPMMA&#10;AADeAAAADwAAAGRycy9kb3ducmV2LnhtbERPTWvCQBC9C/0PyxR6091Km5boJhSpIPSk1UNvw+6Y&#10;RLOzIbs16b/vCoK3ebzPWZaja8WF+tB41vA8UyCIjbcNVxr23+vpO4gQkS22nknDHwUoi4fJEnPr&#10;B97SZRcrkUI45KihjrHLpQymJodh5jvixB197zAm2FfS9jikcNfKuVKZdNhwaqixo1VN5rz7dRpO&#10;a/nljUJz2B+GjX37+cyoVVo/PY4fCxCRxngX39wbm+arl9cMru+kG2T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KVP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bDwMUA&#10;AADeAAAADwAAAGRycy9kb3ducmV2LnhtbERPS2sCMRC+C/0PYQreNFsfVbZGsYIgLR6qIh6nm3F3&#10;2c1kSaJu/30jCN7m43vObNGaWlzJ+dKygrd+AoI4s7rkXMFhv+5NQfiArLG2TAr+yMNi/tKZYart&#10;jX/ougu5iCHsU1RQhNCkUvqsIIO+bxviyJ2tMxgidLnUDm8x3NRykCTv0mDJsaHAhlYFZdXuYhSc&#10;Lt983g6/lu4zHG2799Xgd1op1X1tlx8gArXhKX64NzrOT0bjCdzfiT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5sPA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SCwMgA&#10;AADeAAAADwAAAGRycy9kb3ducmV2LnhtbESPQU8CMRCF7yb+h2ZMvEkrAQMLhYCJiRcTQQ5wG7bj&#10;7obtdGkrrP5652DibSbvzXvfzJe9b9WFYmoCW3gcGFDEZXANVxZ2Hy8PE1ApIztsA5OFb0qwXNze&#10;zLFw4cobumxzpSSEU4EW6py7QutU1uQxDUJHLNpniB6zrLHSLuJVwn2rh8Y8aY8NS0ONHT3XVJ62&#10;X97CejpZn99H/PazOR7osD+exsNorL2/61czUJn6/G/+u351gm9GY+GVd2QGv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pILAyAAAAN4AAAAPAAAAAAAAAAAAAAAAAJgCAABk&#10;cnMvZG93bnJldi54bWxQSwUGAAAAAAQABAD1AAAAjQMAAAAA&#10;" fillcolor="black" stroked="f"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4s8cQA&#10;AADeAAAADwAAAGRycy9kb3ducmV2LnhtbERPS0sDMRC+C/6HMII3m60v2rVpWQpS8bStll6nm3Gz&#10;dDNZkjRd/70RBG/z8T1nsRptLxL50DlWMJ0UIIgbpztuFXx+vN7NQISIrLF3TAq+KcBqeX21wFK7&#10;C28p7WIrcgiHEhWYGIdSytAYshgmbiDO3JfzFmOGvpXa4yWH217eF8WztNhxbjA40NpQc9qdrYJ0&#10;XNfVQzoks333Vetdvdkfa6Vub8bqBUSkMf6L/9xvOs8vHp/m8PtOv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eLP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QL2McA&#10;AADeAAAADwAAAGRycy9kb3ducmV2LnhtbESPQUvDQBCF74L/YRnBm91UStC02yJFS+tFjYX2OGSn&#10;2dDsbMiuafTXOwfB2wzz5r33LVajb9VAfWwCG5hOMlDEVbAN1wb2ny93D6BiQrbYBiYD3xRhtby+&#10;WmBhw4U/aChTrcSEY4EGXEpdoXWsHHmMk9ARy+0Ueo9J1r7WtseLmPtW32dZrj02LAkOO1o7qs7l&#10;lzcQp+vnw6v/eRyOG8dv5c7l77Uz5vZmfJqDSjSmf/Hf99ZK/WyWC4Dg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kC9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062C" w:rsidRPr="00D815F3" w:rsidRDefault="0031062C" w:rsidP="0031062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31062C" w:rsidRPr="001869AA" w:rsidRDefault="0031062C" w:rsidP="0031062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1062C" w:rsidRPr="001869AA" w:rsidRDefault="0031062C" w:rsidP="0031062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1062C" w:rsidRPr="001869AA" w:rsidRDefault="0031062C" w:rsidP="0031062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1062C" w:rsidRPr="00D815F3" w:rsidRDefault="0031062C" w:rsidP="0031062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31062C" w:rsidRPr="001869AA" w:rsidRDefault="0031062C" w:rsidP="0031062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31062C" w:rsidRPr="001869AA" w:rsidRDefault="0031062C" w:rsidP="0031062C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31062C" w:rsidRPr="001869AA" w:rsidRDefault="0031062C" w:rsidP="0031062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31062C" w:rsidRPr="001869AA" w:rsidRDefault="0031062C" w:rsidP="0031062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31062C" w:rsidRPr="001869AA" w:rsidRDefault="0031062C" w:rsidP="0031062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62C" w:rsidRDefault="0031062C" w:rsidP="00310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42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d6cdnYAABJZBAAOAAAAZHJzL2Uyb0RvYy54bWzsfW1uJjmS3n8DvsML/RygWsn8zkLXLGa6&#10;ugYGxvYA+/oAKklVEizpLUvqrlovFjDgI/givoGvsHsjP0EGmaQqIyKnumfQhtkDdGpaoUgygmQG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Cowd6cdnYAABJ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062C" w:rsidRDefault="0031062C" w:rsidP="00310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1062C" w:rsidRDefault="0031062C" w:rsidP="0031062C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31062C" w:rsidRPr="001869AA" w:rsidRDefault="0031062C" w:rsidP="0031062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1062C" w:rsidRDefault="0031062C" w:rsidP="0031062C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31062C" w:rsidRPr="001869AA" w:rsidRDefault="0031062C" w:rsidP="0031062C">
      <w:pPr>
        <w:spacing w:after="0" w:line="240" w:lineRule="auto"/>
        <w:jc w:val="center"/>
        <w:rPr>
          <w:rFonts w:ascii="Times New Roman" w:hAnsi="Times New Roman"/>
        </w:rPr>
      </w:pPr>
    </w:p>
    <w:p w:rsidR="0031062C" w:rsidRPr="00312454" w:rsidRDefault="0031062C" w:rsidP="0031062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31062C" w:rsidRPr="00A31AA4" w:rsidRDefault="0031062C" w:rsidP="0031062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1062C" w:rsidRPr="00A31AA4" w:rsidRDefault="0031062C" w:rsidP="0031062C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31062C" w:rsidRPr="00A31AA4" w:rsidRDefault="0031062C" w:rsidP="0031062C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31062C" w:rsidRPr="00243225" w:rsidRDefault="0031062C" w:rsidP="0031062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Кондратюку А.А.</w:t>
      </w:r>
    </w:p>
    <w:p w:rsidR="0031062C" w:rsidRPr="00A31AA4" w:rsidRDefault="0031062C" w:rsidP="0031062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31062C" w:rsidRPr="00A31AA4" w:rsidRDefault="0031062C" w:rsidP="0031062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розглянувши заяву  Кондратюка А.А.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31062C" w:rsidRPr="00A31AA4" w:rsidRDefault="0031062C" w:rsidP="0031062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31062C" w:rsidRPr="00A31AA4" w:rsidRDefault="0031062C" w:rsidP="0031062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31062C" w:rsidRDefault="0031062C" w:rsidP="0031062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и  Кондратюку Анатолію Андрійовичу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0,2400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31062C" w:rsidRDefault="0031062C" w:rsidP="0031062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4E3D9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2.Передат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и Кондратюку Анатолію Андрійовичу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 я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кий зареєстрований за адресою: </w:t>
      </w:r>
      <w:r w:rsidR="00D069D2">
        <w:rPr>
          <w:rFonts w:ascii="Times New Roman" w:eastAsia="Arial Unicode MS" w:hAnsi="Times New Roman"/>
          <w:sz w:val="24"/>
          <w:szCs w:val="24"/>
          <w:lang w:val="en-US" w:eastAsia="uk-UA"/>
        </w:rPr>
        <w:t>_____________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ідентифікаційний номер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 w:rsidR="00D069D2">
        <w:rPr>
          <w:rFonts w:ascii="Times New Roman" w:eastAsia="Arial Unicode MS" w:hAnsi="Times New Roman"/>
          <w:sz w:val="24"/>
          <w:szCs w:val="24"/>
          <w:lang w:val="en-US" w:eastAsia="uk-UA"/>
        </w:rPr>
        <w:t>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земельну ділянку, площею 0,2400 га, кадастровий номер: 68239821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00:0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1:002:0025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для 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яка розташована</w:t>
      </w:r>
      <w:r w:rsidRPr="00BB60A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 w:rsidRPr="00D82676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31062C" w:rsidRPr="00A31AA4" w:rsidRDefault="0031062C" w:rsidP="0031062C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3.Кондратюку А.А., якому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1062C" w:rsidRPr="00A31AA4" w:rsidRDefault="0031062C" w:rsidP="0031062C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1062C" w:rsidRDefault="0031062C" w:rsidP="0031062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31062C" w:rsidRPr="00A31AA4" w:rsidRDefault="0031062C" w:rsidP="0031062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31062C" w:rsidRDefault="0031062C" w:rsidP="0031062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1C32F1" w:rsidRDefault="001C32F1"/>
    <w:sectPr w:rsidR="001C32F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62C"/>
    <w:rsid w:val="00171A2E"/>
    <w:rsid w:val="001C32F1"/>
    <w:rsid w:val="00304C90"/>
    <w:rsid w:val="0031062C"/>
    <w:rsid w:val="00505B6D"/>
    <w:rsid w:val="006D3977"/>
    <w:rsid w:val="007D6C18"/>
    <w:rsid w:val="00D069D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2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2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2020-11-17T15:57:00Z</dcterms:created>
  <dcterms:modified xsi:type="dcterms:W3CDTF">2020-11-18T06:54:00Z</dcterms:modified>
</cp:coreProperties>
</file>