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5F5" w:rsidRPr="00223865" w:rsidRDefault="00FA45F5" w:rsidP="00FA45F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A45F5" w:rsidRPr="00223865" w:rsidRDefault="00FA45F5" w:rsidP="00FA45F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A45F5" w:rsidRPr="0081108E" w:rsidRDefault="00A97205" w:rsidP="00FA45F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5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Chlt8w9HgA&#10;ADRZBAAOAAAAAAAAAAAAAAAAAC4CAABkcnMvZTJvRG9jLnhtbFBLAQItABQABgAIAAAAIQCe02Rt&#10;3QAAAAYBAAAPAAAAAAAAAAAAAAAAAE57AABkcnMvZG93bnJldi54bWxQSwUGAAAAAAQABADzAAAA&#10;WHw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D6Nr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9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0g+ja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t9cQA&#10;AADcAAAADwAAAGRycy9kb3ducmV2LnhtbERPS2sCMRC+C/0PYQpeRLP14GM1ShG2Dw8FH+B12Iyb&#10;tZvJkqS69dc3hUJv8/E9Z7nubCOu5EPtWMHTKANBXDpdc6XgeCiGMxAhImtsHJOCbwqwXj30lphr&#10;d+MdXfexEimEQ44KTIxtLmUoDVkMI9cSJ+7svMWYoK+k9nhL4baR4yybSIs1pwaDLW0MlZ/7L6vg&#10;UnyY02Z6f/GD+Y7ug2L72rxPlOo/ds8LEJG6+C/+c7/pNH82hd9n0gV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c7fX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ZYdL8A&#10;AADcAAAADwAAAGRycy9kb3ducmV2LnhtbERPzYrCMBC+C/sOYRb2IpqqsEg1iiyriBfx5wGGZmyK&#10;zaQ00Xbf3jkIe/z4/pfr3tfqSW2sAhuYjDNQxEWwFZcGrpftaA4qJmSLdWAy8EcR1quPwRJzGzo+&#10;0fOcSiUhHHM04FJqcq1j4chjHIeGWLhbaD0mgW2pbYudhPtaT7PsW3usWBocNvTjqLifH15KjjM8&#10;Hm7dZbvrscPfg+Ph5mTM12e/WYBK1Kd/8du9twamE1krZ+QI6NU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KFlh0vwAAANwAAAAPAAAAAAAAAAAAAAAAAJgCAABkcnMvZG93bnJl&#10;di54bWxQSwUGAAAAAAQABAD1AAAAhA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CLLcUA&#10;AADc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VDOl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8Ist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tssAA&#10;AADcAAAADwAAAGRycy9kb3ducmV2LnhtbERPzWrCQBC+F3yHZQQvRTe1VCS6iohK8SL+PMCQHbPB&#10;7GzIbk18+86h0OPH979c975WT2pjFdjAxyQDRVwEW3Fp4Hbdj+egYkK2WAcmAy+KsF4N3paY29Dx&#10;mZ6XVCoJ4ZijAZdSk2sdC0ce4yQ0xMLdQ+sxCWxLbVvsJNzXepplM+2xYmlw2NDWUfG4/HgpOX3i&#10;6XjvrvtDjx3ujo7fN2djRsN+swCVqE//4j/3tzUw/ZL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rtss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8R9sUA&#10;AADc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igXM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XxH2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ZzkM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E+y+F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nOQ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yjs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tUL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WMo7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Of8YA&#10;AADcAAAADwAAAGRycy9kb3ducmV2LnhtbESP3WoCMRSE7wu+QzhCb0SztVVkNYoWQgstFH/A28Pm&#10;uLu4OVmS1N2+fVMQejnMzDfMatPbRtzIh9qxgqdJBoK4cKbmUsHpqMcLECEiG2wck4IfCrBZDx5W&#10;mBvX8Z5uh1iKBOGQo4IqxjaXMhQVWQwT1xIn7+K8xZikL6Xx2CW4beQ0y+bSYs1pocKWXisqrodv&#10;q2D31ZXPflTsevdxeTvPtDb6Uyv1OOy3SxCR+vgfvrffjYLp7AX+zqQj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NOf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MPYcMA&#10;AADcAAAADwAAAGRycy9kb3ducmV2LnhtbESPwWrDMBBE74H8g9hAb4lcU5fgRjEhwVBKLk37AYu1&#10;tVxbKyMpjvv3VaDQ4zAzb5hdNdtBTORD51jB4yYDQdw43XGr4POjXm9BhIiscXBMCn4oQLVfLnZY&#10;anfjd5ousRUJwqFEBSbGsZQyNIYsho0biZP35bzFmKRvpfZ4S3A7yDzLnqXFjtOCwZGOhpr+crUK&#10;6rf8PPVX7Wt3mJ8sFeZ7ezJKPazmwwuISHP8D/+1X7WCvCjgfiYdAbn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MPY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YSBsIA&#10;AADdAAAADwAAAGRycy9kb3ducmV2LnhtbESP3YrCMBSE7xd8h3AE79bUv6LVKCIoemn1AQ7NsS02&#10;J7WJtr69WVjwcpiZb5jVpjOVeFHjSssKRsMIBHFmdcm5gutl/zsH4TyyxsoyKXiTg82697PCRNuW&#10;z/RKfS4ChF2CCgrv60RKlxVk0A1tTRy8m20M+iCbXOoG2wA3lRxHUSwNlhwWCqxpV1B2T59GwfTd&#10;Hh7p7B7ttaHRaVKf2GczpQb9brsE4anz3/B/+6gVLOJ4Cn9vwhOQ6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FhI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aVbcQA&#10;AADdAAAADwAAAGRycy9kb3ducmV2LnhtbESPT4vCMBTE78J+h/AEb5rqoavVVGRFWfak1d3zo3n9&#10;g81LaaLWb78RBI/DzPyGWa1704gbda62rGA6iUAQ51bXXCo4n3bjOQjnkTU2lknBgxys04/BChNt&#10;73ykW+ZLESDsElRQed8mUrq8IoNuYlvi4BW2M+iD7EqpO7wHuGnkLIpiabDmsFBhS18V5ZfsahRc&#10;47/ZmYsffci2j/1iu9s4+VsqNRr2myUIT71/h1/tb61gEcef8HwTnoBM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WlW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+GMQA&#10;AADdAAAADwAAAGRycy9kb3ducmV2LnhtbERPu27CMBTdkfoP1q3UDZxSZEGKQYBUqTAU8RrYbuPb&#10;JBBfp7EL4e/xUInx6LzH09ZW4kKNLx1reO0lIIgzZ0rONex3H90hCB+QDVaOScONPEwnT50xpsZd&#10;eUOXbchFDGGfooYihDqV0mcFWfQ9VxNH7sc1FkOETS5Ng9cYbivZTxIlLZYcGwqsaVFQdt7+WQ2H&#10;9VCN1vPl4LT6+sY3a36PplRavzy3s3cQgdrwEP+7P42GkVJxbnwTn4C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qfh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4ZcMYA&#10;AADdAAAADwAAAGRycy9kb3ducmV2LnhtbESPT2vCQBTE74V+h+UJ3urGVILGbEL/oBZPVgWvj+xr&#10;Epp9G7KrRj99t1DocZiZ3zBZMZhWXKh3jWUF00kEgri0uuFKwfGwepqDcB5ZY2uZFNzIQZE/PmSY&#10;anvlT7rsfSUChF2KCmrvu1RKV9Zk0E1sRxy8L9sb9EH2ldQ9XgPctDKOokQabDgs1NjRW03l9/5s&#10;FNyTE+7cJn59f9aebrP52m53a6XGo+FlCcLT4P/Df+0PrWCRJAv4fROe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V4Zc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V1iMAA&#10;AADdAAAADwAAAGRycy9kb3ducmV2LnhtbERPy4rCMBTdD/gP4QruxlTxWY0iojA7x+oHXJprWmxu&#10;ahO1ztebhTDLw3kv162txIMaXzpWMOgnIIhzp0s2Cs6n/fcMhA/IGivHpOBFHtarztcSU+2efKRH&#10;FoyIIexTVFCEUKdS+rwgi77vauLIXVxjMUTYGKkbfMZwW8lhkkykxZJjQ4E1bQvKr9ndKri54Vi3&#10;2Q4P1938tzRmdPs7jpTqddvNAkSgNvyLP+4frWA+mcb98U18AnL1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V1iM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ae8UA&#10;AADdAAAADwAAAGRycy9kb3ducmV2LnhtbESPwW7CMBBE75X6D9ZW4lYcQE0gxUQFCYkr0EOPW3tJ&#10;0sbrNDYk9OsxUqUeRzPzRrMsBtuIC3W+dqxgMk5AEGtnai4VvB+3z3MQPiAbbByTgit5KFaPD0vM&#10;jet5T5dDKEWEsM9RQRVCm0vpdUUW/di1xNE7uc5iiLIrpemwj3DbyGmSpNJizXGhwpY2Fenvw9kq&#10;2NWf9JLq08LO13r/8fsTZtmXUWr0NLy9ggg0hP/wX3tnFCzSbAL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Fp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3+MIA&#10;AADdAAAADwAAAGRycy9kb3ducmV2LnhtbERPXWvCMBR9H/gfwhX2NtP1QWdnWqYgbDgFdWyvl+ba&#10;FJub0mS1/vtFGPh4vjmLYrCN6KnztWMFz5MEBHHpdM2Vgq/j+ukFhA/IGhvHpOBKHop89LDATLsL&#10;76k/hErEEvYZKjAhtJmUvjRk0U9cSxy1k+sshgi7SuoOL7HcNjJNkqm0WHNcMNjSylB5PvxaBT3u&#10;rsmPWW7nH/Vnme6W3xsdefU4Ht5eQQQawt38n37XCubTWQq3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0zf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QsA8UA&#10;AADdAAAADwAAAGRycy9kb3ducmV2LnhtbESPQUvDQBSE74L/YXmCN7sxQq2x21IKFY+a9uDxmX3N&#10;pmbfC7trE/31riB4HGbmG2a5nnyvzhRiJ2zgdlaAIm7EdtwaOOx3NwtQMSFb7IXJwBdFWK8uL5ZY&#10;WRn5lc51alWGcKzQgEtpqLSOjSOPcSYDcfaOEjymLEOrbcAxw32vy6KYa48d5wWHA20dNR/1pzcw&#10;PjXvp/L4Zt13GGRXv8ip7MWY66tp8wgq0ZT+w3/tZ2vgYX5/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pCwD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by0McA&#10;AADdAAAADwAAAGRycy9kb3ducmV2LnhtbESPW2sCMRSE3wv9D+EUfKvZSvGyGsVqhSKKeHs/bk53&#10;t01Olk2q6783BcHHYWa+YUaTxhpxptqXjhW8tRMQxJnTJecKDvvFax+ED8gajWNScCUPk/Hz0whT&#10;7S68pfMu5CJC2KeooAihSqX0WUEWfdtVxNH7drXFEGWdS13jJcKtkZ0k6UqLJceFAiuaFZT97v6s&#10;gsVmbn466+30KMPss3cy/eXHfKVU66WZDkEEasIjfG9/aQWDbu8d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m8t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2a8sgA&#10;AADdAAAADwAAAGRycy9kb3ducmV2LnhtbESP3WrCQBSE7wt9h+UIvSm6acW/mFVKoahgocZCb0+y&#10;xySYPRuy2xjfvlsQvBxm5hsmWfemFh21rrKs4GUUgSDOra64UPB9/BjOQTiPrLG2TAqu5GC9enxI&#10;MNb2wgfqUl+IAGEXo4LS+yaW0uUlGXQj2xAH72Rbgz7ItpC6xUuAm1q+RtFUGqw4LJTY0HtJ+Tn9&#10;NQq6r31WbDvX7M7zZzcZZ5vNp/5R6mnQvy1BeOr9PXxrb7WCxXQ2gf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zZry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54TMgA&#10;AADdAAAADwAAAGRycy9kb3ducmV2LnhtbESPT2sCMRTE7wW/Q3iCt5pV7KqrUbRQ6KVQ/xz09tw8&#10;dxc3L9sk1a2f3hQKPQ4z8xtmvmxNLa7kfGVZwaCfgCDOra64ULDfvT1PQPiArLG2TAp+yMNy0Xma&#10;Y6btjTd03YZCRAj7DBWUITSZlD4vyaDv24Y4emfrDIYoXSG1w1uEm1oOkySVBiuOCyU29FpSftl+&#10;GwXr6WT99Tnij/vmdKTj4XR5GbpEqV63Xc1ABGrDf/iv/a4VTNNxCr9v4hO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vnhMyAAAAN0AAAAPAAAAAAAAAAAAAAAAAJgCAABk&#10;cnMvZG93bnJldi54bWxQSwUGAAAAAAQABAD1AAAAjQMAAAAA&#10;" fillcolor="black" stroked="f"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e2cgA&#10;AADdAAAADwAAAGRycy9kb3ducmV2LnhtbESPT2vCQBTE74LfYXlCb7qpYLSpq/inhYL2oO2hx9fs&#10;a7Ik+zZkt5r66V1B6HGYmd8w82Vna3Gi1hvHCh5HCQji3GnDhYLPj9fhDIQPyBprx6TgjzwsF/3e&#10;HDPtznyg0zEUIkLYZ6igDKHJpPR5SRb9yDXE0ftxrcUQZVtI3eI5wm0tx0mSSouG40KJDW1Kyqvj&#10;r1XwtUvN7GBo/L2/rF/0flKt37eVUg+DbvUMIlAX/sP39ptW8JROp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2x7Z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G0HsIA&#10;AADdAAAADwAAAGRycy9kb3ducmV2LnhtbERPPW/CMBDdkfgP1iGxFacdKAQMQlQIlg4Fqq6n+IjT&#10;xOdgGwj8+nqoxPj0vufLzjbiSj5UjhW8jjIQxIXTFZcKjofNywREiMgaG8ek4E4Blot+b465djf+&#10;ous+liKFcMhRgYmxzaUMhSGLYeRa4sSdnLcYE/Sl1B5vKdw28i3LxtJixanBYEtrQ0W9v1gFfvXz&#10;UT/48l1nj8972P525wkapYaDbjUDEamLT/G/e6cVTMfvaW56k56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bQe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m0N8YA&#10;AADdAAAADwAAAGRycy9kb3ducmV2LnhtbESP3WrCQBSE7wt9h+UUelN0Uy/URFcpBUGoFPx5gGP2&#10;mAR3z4bsqUaf3i0UejnMzDfMfNl7py7UxSawgfdhBoq4DLbhysBhvxpMQUVBtugCk4EbRVgunp/m&#10;WNhw5S1ddlKpBOFYoIFapC20jmVNHuMwtMTJO4XOoyTZVdp2eE1w7/Qoy8baY8NpocaWPmsqz7sf&#10;b8CNji7/msSN3A56k929bN++rTGvL/3HDJRQL//hv/baGsjHkxx+36Qno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m0N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piycIA&#10;AADdAAAADwAAAGRycy9kb3ducmV2LnhtbERPPW/CMBDdK/EfrENiKw4MiKYYVEBIWRiagliP+BpH&#10;tc9RbCDw6+sBifHpfS9WvbPiSl1oPCuYjDMQxJXXDdcKDj+79zmIEJE1Ws+k4E4BVsvB2wJz7W/8&#10;Tdcy1iKFcMhRgYmxzaUMlSGHYexb4sT9+s5hTLCrpe7wlsKdldMsm0mHDacGgy1tDFV/5cUp2Jat&#10;nR4Ksw6n4/58tsVjR6etUqNh//UJIlIfX+Knu9AKPmbztD+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2mLJ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GI48UA&#10;AADdAAAADwAAAGRycy9kb3ducmV2LnhtbESPQWvCQBSE74X+h+UVequ78ZBq6hqKKAieavXQ22P3&#10;mcRm34bsatJ/7wpCj8PMfMMsytG14kp9aDxryCYKBLHxtuFKw+F78zYDESKyxdYzafijAOXy+WmB&#10;hfUDf9F1HyuRIBwK1FDH2BVSBlOTwzDxHXHyTr53GJPsK2l7HBLctXKqVC4dNpwWauxoVZP53V+c&#10;hvNG7rxRaI6H47C17z/rnFql9evL+PkBItIY/8OP9tZqmOezDO5v0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Yjj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q0usYA&#10;AADdAAAADwAAAGRycy9kb3ducmV2LnhtbESPT2vCQBTE70K/w/IKvemmKUiMrmILhVLx4B/E42v2&#10;mYRk34bdVdNv7wqCx2FmfsPMFr1pxYWcry0reB8lIIgLq2suFex338MMhA/IGlvLpOCfPCzmL4MZ&#10;5tpeeUOXbShFhLDPUUEVQpdL6YuKDPqR7Yijd7LOYIjSlVI7vEa4aWWaJGNpsOa4UGFHXxUVzfZs&#10;FBzPKz6tP36X7jMcbL/zTfqXNUq9vfbLKYhAfXiGH+0frWAyzlK4v4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8q0u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yr88gA&#10;AADdAAAADwAAAGRycy9kb3ducmV2LnhtbESPT2sCMRTE7wW/Q3iCt5pVW1lXo2ih0Euh/jno7bl5&#10;7i5uXrZJqls/vSkUPA4z8xtmtmhNLS7kfGVZwaCfgCDOra64ULDbvj+nIHxA1lhbJgW/5GEx7zzN&#10;MNP2ymu6bEIhIoR9hgrKEJpMSp+XZND3bUMcvZN1BkOUrpDa4TXCTS2HSTKWBiuOCyU29FZSft78&#10;GAWrSbr6/nrhz9v6eKDD/nh+HbpEqV63XU5BBGrDI/zf/tAKJuN0BH9v4hO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HKvzyAAAAN0AAAAPAAAAAAAAAAAAAAAAAJgCAABk&#10;cnMvZG93bnJldi54bWxQSwUGAAAAAAQABAD1AAAAjQMAAAAA&#10;" fillcolor="black" stroked="f"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nJhsUA&#10;AADdAAAADwAAAGRycy9kb3ducmV2LnhtbESPQUsDMRSE7wX/Q3gFb222KqVum5alIIqnbVV6fd08&#10;N4ublyWJ6frvjSD0OMzMN8xmN9peJPKhc6xgMS9AEDdOd9wqeH97mq1AhIissXdMCn4owG57M9lg&#10;qd2FD5SOsRUZwqFEBSbGoZQyNIYshrkbiLP36bzFmKVvpfZ4yXDby7uiWEqLHecFgwPtDTVfx2+r&#10;IJ33dXWfTskcXn3Velc/f5xrpW6nY7UGEWmM1/B/+0UreFyuHu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icmG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KM78YA&#10;AADdAAAADwAAAGRycy9kb3ducmV2LnhtbESPQWvCQBSE7wX/w/IEb3WjYNDoKkVU2l6qaUGPj+wz&#10;G5p9G7LbmPbXdwsFj8PMfMOsNr2tRUetrxwrmIwTEMSF0xWXCj7e949zED4ga6wdk4Jv8rBZDx5W&#10;mGl34xN1eShFhLDPUIEJocmk9IUhi37sGuLoXV1rMUTZllK3eItwW8tpkqTSYsVxwWBDW0PFZ/5l&#10;FfjJdnd+tT+L7nIw/Ja/mPRYGqVGw/5pCSJQH+7h//azVrBI5zP4exOf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KM7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A45F5" w:rsidRPr="00223865" w:rsidRDefault="00FA45F5" w:rsidP="00FA45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A45F5" w:rsidRPr="0081108E" w:rsidRDefault="00FA45F5" w:rsidP="00FA45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A45F5" w:rsidRPr="0081108E" w:rsidRDefault="00FA45F5" w:rsidP="00FA45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A45F5" w:rsidRPr="0081108E" w:rsidRDefault="00FA45F5" w:rsidP="00FA45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A45F5" w:rsidRPr="00223865" w:rsidRDefault="00FA45F5" w:rsidP="00FA45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uk-UA" w:eastAsia="uk-UA"/>
        </w:rPr>
      </w:pPr>
    </w:p>
    <w:p w:rsidR="00FA45F5" w:rsidRPr="0081108E" w:rsidRDefault="00FA45F5" w:rsidP="00FA45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FA45F5" w:rsidRPr="0081108E" w:rsidRDefault="00FA45F5" w:rsidP="00FA45F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FA45F5" w:rsidRPr="0081108E" w:rsidRDefault="00FA45F5" w:rsidP="00FA45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FA45F5" w:rsidRPr="0081108E" w:rsidRDefault="00FA45F5" w:rsidP="00FA45F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FA45F5" w:rsidRPr="0081108E" w:rsidRDefault="00FA45F5" w:rsidP="00FA45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A97205">
        <w:rPr>
          <w:noProof/>
        </w:rPr>
        <w:pict>
          <v:group id="Группа 9686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MhKEkleeAAAWFkEAA4AAAAAAAAAAAAAAAAALgIAAGRycy9lMm9E&#10;b2MueG1sUEsBAi0AFAAGAAgAAAAhAN/OkDDiAAAADQEAAA8AAAAAAAAAAAAAAAAAuHoAAGRycy9k&#10;b3ducmV2LnhtbFBLBQYAAAAABAAEAPMAAADHew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D5R8UA&#10;AADdAAAADwAAAGRycy9kb3ducmV2LnhtbESPQWvCQBSE7wX/w/KE3upGhZim2YiILTkIRVvvj+wz&#10;CWbfhuw2if/eLRR6HGbmGybbTqYVA/WusaxguYhAEJdWN1wp+P56f0lAOI+ssbVMCu7kYJvPnjJM&#10;tR35RMPZVyJA2KWooPa+S6V0ZU0G3cJ2xMG72t6gD7KvpO5xDHDTylUUxdJgw2Ghxo72NZW3849R&#10;YNcfxfFSrU7rA2887z6T62U6KvU8n3ZvIDxN/j/81y60gtc42cDvm/AE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wPl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pO8UA&#10;AADdAAAADwAAAGRycy9kb3ducmV2LnhtbERPz2vCMBS+D/Y/hDfwIprOQ6fVKEPo5nYY6ASvj+bZ&#10;1DUvJcm0+tcvh4HHj+/3YtXbVpzJh8axgudxBoK4crrhWsH+uxxNQYSIrLF1TAquFGC1fHxYYKHd&#10;hbd03sVapBAOBSowMXaFlKEyZDGMXUecuKPzFmOCvpba4yWF21ZOsiyXFhtODQY7Whuqfna/VsGp&#10;/DKH9cvtzQ9nW7oNy8/39iNXavDUv85BROrjXfzv3mgFs3ya5qY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ak7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1u38MA&#10;AADdAAAADwAAAGRycy9kb3ducmV2LnhtbESP3YrCMBCF7wXfIYywN7KmriBaG0VEF/FG1H2AoZk2&#10;xWZSmmi7b2+Ehb08nJ+Pk216W4sntb5yrGA6SUAQ505XXCr4uR0+FyB8QNZYOyYFv+Rhsx4OMky1&#10;6/hCz2soRRxhn6ICE0KTSulzQxb9xDXE0StcazFE2ZZSt9jFcVvLrySZS4sVR4LBhnaG8vv1YSPk&#10;PMPzqehuh+8eO9yfDI+3F6U+Rv12BSJQH/7Df+2jVrCcL5bwfh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N1u3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WEP8MA&#10;AADdAAAADwAAAGRycy9kb3ducmV2LnhtbERPTUsDMRC9C/6HMEJvNmupq12bFqkVROjBWijehs10&#10;d3EzCcm0u/57cxA8Pt73cj26Xl0ops6zgbtpAYq49rbjxsDh8/X2EVQSZIu9ZzLwQwnWq+urJVbW&#10;D/xBl700KodwqtBAKxIqrVPdksM09YE4cycfHUqGsdE24pDDXa9nRVFqhx3nhhYDbVqqv/dnZ2A3&#10;bMP7Q3l/Cl9xPtPpxcpxI8ZMbsbnJ1BCo/yL/9xv1sCiXOT9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WEP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L0BMQA&#10;AADdAAAADwAAAGRycy9kb3ducmV2LnhtbESP32rCMBTG7we+QziCN0NTHcisxlJkldEbUfcAh+bY&#10;FJuT0mS2vv0yGOzy4/vz49tlo23Fg3rfOFawXCQgiCunG64VfF2L+TsIH5A1to5JwZM8ZPvJyw5T&#10;7QY+0+MSahFH2KeowITQpVL6ypBFv3AdcfRurrcYouxrqXsc4rht5SpJ1tJiw5FgsKODoep++bYR&#10;cnrDU3kbrsVxxAE/SsOv+Vmp2XTMtyACjeE//Nf+1Ao2680Sft/EJ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y9A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u/08YA&#10;AADdAAAADwAAAGRycy9kb3ducmV2LnhtbESPQUvDQBSE70L/w/IEb3Zj0Ghjt6VUhSJ4sAri7ZF9&#10;TYLZt8vus4n/visIHoeZ+YZZric3qCPF1Hs2cDUvQBE33vbcGnh/e7q8A5UE2eLgmQz8UIL1ana2&#10;xNr6kV/puJdWZQinGg10IqHWOjUdOUxzH4izd/DRoWQZW20jjhnuBl0WRaUd9pwXOgy07aj52n87&#10;Ay/jY3i+rW4O4TNelzo9WPnYijEX59PmHpTQJP/hv/bOGlhUi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u/0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e6NsYA&#10;AADdAAAADwAAAGRycy9kb3ducmV2LnhtbESPQWsCMRSE7wX/Q3iCl6LZKhXdGkULoUIF0RZ6fWye&#10;u4ublyVJ3e2/b4RCj8PMfMOsNr1txI18qB0reJpkIIgLZ2ouFXx+6PECRIjIBhvHpOCHAmzWg4cV&#10;5sZ1fKLbOZYiQTjkqKCKsc2lDEVFFsPEtcTJuzhvMSbpS2k8dgluGznNsrm0WHNaqLCl14qK6/nb&#10;Ktgdu3LmH4td794vb1/PWht90EqNhv32BUSkPv6H/9p7o2A5X87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9e6N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4B8QA&#10;AADdAAAADwAAAGRycy9kb3ducmV2LnhtbESP3WoCMRSE7wu+QzhC72pWsaKrUcSyUKQ3/jzAYXPc&#10;rG5OliSu27c3hYKXw8x8w6w2vW1ERz7UjhWMRxkI4tLpmisF51PxMQcRIrLGxjEp+KUAm/XgbYW5&#10;dg8+UHeMlUgQDjkqMDG2uZShNGQxjFxLnLyL8xZjkr6S2uMjwW0jJ1k2kxZrTgsGW9oZKm/Hu1VQ&#10;7Cc/3e2ufeG2/dTSp7nOv4xS78N+uwQRqY+v8H/7WytYzBZT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GeA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KH2ccA&#10;AADdAAAADwAAAGRycy9kb3ducmV2LnhtbESP3WoCMRSE7wu+QziF3kjNtkWpq1G0ECpUEH/A28Pm&#10;uLt0c7Ikqbt9e1MQejnMzDfMfNnbRlzJh9qxgpdRBoK4cKbmUsHpqJ/fQYSIbLBxTAp+KcByMXiY&#10;Y25cx3u6HmIpEoRDjgqqGNtcylBUZDGMXEucvIvzFmOSvpTGY5fgtpGvWTaRFmtOCxW29FFR8X34&#10;sQrWu65888Ni3buvy+d5rLXRW63U02O/moGI1Mf/8L29MQq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yh9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rglc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XvPFD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6uCV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NfKMQA&#10;AADdAAAADwAAAGRycy9kb3ducmV2LnhtbESP3WrCQBSE7wu+w3IE7+rGxJ82dRUpKM2l0Qc4ZE+T&#10;YPZszG5N8vZuodDLYWa+Ybb7wTTiQZ2rLStYzCMQxIXVNZcKrpfj6xsI55E1NpZJwUgO9rvJyxZT&#10;bXs+0yP3pQgQdikqqLxvUyldUZFBN7ctcfC+bWfQB9mVUnfYB7hpZBxFa2mw5rBQYUufFRW3/Mco&#10;WI796Z6vbtFRG1pkSZuxL1ZKzabD4QOEp8H/h//aX1pBEr9v4PdNeAJy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jXy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7SRsEA&#10;AADdAAAADwAAAGRycy9kb3ducmV2LnhtbERPy4rCMBTdC/5DuII7TaeCjLVRRFEGV059rC/N7YNp&#10;bkoTtf79ZCG4PJx3uu5NIx7Uudqygq9pBII4t7rmUsHlvJ98g3AeWWNjmRS8yMF6NRykmGj75F96&#10;ZL4UIYRdggoq79tESpdXZNBNbUscuMJ2Bn2AXSl1h88QbhoZR9FcGqw5NFTY0rai/C+7GwX3+S2+&#10;cHHUp2z3Oix2+42T11Kp8ajfLEF46v1H/Hb/aAWzeBHmhj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Pu0k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I2sgA&#10;AADdAAAADwAAAGRycy9kb3ducmV2LnhtbESPT2vCQBTE7wW/w/IEb3XjH4KJrqIFoXpQauvB2zP7&#10;TNJm36bZrcZv3xUKPQ4z8xtmtmhNJa7UuNKygkE/AkGcWV1yruDjff08AeE8ssbKMim4k4PFvPM0&#10;w1TbG7/R9eBzESDsUlRQeF+nUrqsIIOub2vi4F1sY9AH2eRSN3gLcFPJYRTF0mDJYaHAml4Kyr4O&#10;P0bBcT+Jk/1qM/7c7s44Mvr7pMtYqV63XU5BeGr9f/iv/aoVjIZJAo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AQj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j5rsAA&#10;AADdAAAADwAAAGRycy9kb3ducmV2LnhtbERPy4rCMBTdC/5DuII7TbUiUo2iM/hgVr7A7aW5tsXm&#10;pjRRq19vFgMuD+c9WzSmFA+qXWFZwaAfgSBOrS44U3A+rXsTEM4jaywtk4IXOVjM260ZJto++UCP&#10;o89ECGGXoILc+yqR0qU5GXR9WxEH7mprgz7AOpO6xmcIN6UcRtFYGiw4NORY0U9O6e14Nwre4wvu&#10;3Xa4+o21p9dosrF/+41S3U6znILw1Piv+N+90wriOAr7w5vwBOT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qj5rsAAAADd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wPjcUA&#10;AADdAAAADwAAAGRycy9kb3ducmV2LnhtbESP0WrCQBRE34X+w3ILvulGo9KmrlJKCr5V037AJXu7&#10;CWbvxuyapH59t1DwcZiZM8x2P9pG9NT52rGCxTwBQVw6XbNR8PX5PnsC4QOyxsYxKfghD/vdw2SL&#10;mXYDn6gvghERwj5DBVUIbSalLyuy6OeuJY7et+sshig7I3WHQ4TbRi6TZCMt1hwXKmzpraLyXFyt&#10;gotbrvVY5Phxzp+PtTGry+20Umr6OL6+gAg0hnv4v33QCtI0WcDfm/g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A+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bksYA&#10;AADdAAAADwAAAGRycy9kb3ducmV2LnhtbESPzW7CMBCE75V4B2uRuBUHotI04EQFqRJXfg49bu0l&#10;CcTrNDaQ9unrSpV6HM3MN5pVOdhW3Kj3jWMFs2kCglg703Cl4Hh4e8xA+IBssHVMCr7IQ1mMHlaY&#10;G3fnHd32oRIRwj5HBXUIXS6l1zVZ9FPXEUfv5HqLIcq+kqbHe4TbVs6TZCEtNhwXauxoU5O+7K9W&#10;wbb5oKeFPr3YbK1379+fIX0+G6Um4+F1CSLQEP7Df+2tUZCmyRx+38QnI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8bk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pN/cIA&#10;AADdAAAADwAAAGRycy9kb3ducmV2LnhtbERPW2vCMBR+F/wP4Qh702QWxqxGmYPBxjbBC/p6aI5N&#10;sTkpTVbrv18GAx+/O99i1btadNSGyrOGx4kCQVx4U3Gp4bB/Gz+DCBHZYO2ZNNwowGo5HCwwN/7K&#10;W+p2sRSphEOOGmyMTS5lKCw5DBPfECft7FuHMcG2lKbFayp3tZwq9SQdVpwWLDb0aqm47H6chg43&#10;N3Wy6+/ZR/VVTDfr46dJvH4Y9S9zEJH6eDf/p9+NhixTGfy9SU9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ik3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hr6cQA&#10;AADd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alX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Ya+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+I1ccA&#10;AADdAAAADwAAAGRycy9kb3ducmV2LnhtbESP3WoCMRSE7wu+QzhC77rZKq2yNYrVCkUU8e/+dHO6&#10;u5qcLJtUt2/fCAUvh5n5hhlNWmvEhRpfOVbwnKQgiHOnKy4UHPaLpyEIH5A1Gsek4Jc8TMadhxFm&#10;2l15S5ddKESEsM9QQRlCnUnp85Is+sTVxNH7do3FEGVTSN3gNcKtkb00fZUWK44LJdY0Kyk/736s&#10;gsVmbk699XZ6lGH2Mfgyw+X7fKXUY7edvoEI1IZ7+L/9qRX0++kL3N7EJ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/iN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rbG8cA&#10;AADdAAAADwAAAGRycy9kb3ducmV2LnhtbESPQWvCQBSE70L/w/IKvZRm04ZKiFlFhKIFC2oFry/Z&#10;ZxLMvg3ZbUz/fVcoeBxm5hsmX4ymFQP1rrGs4DWKQRCXVjdcKTh+f7ykIJxH1thaJgW/5GAxf5jk&#10;mGl75T0NB1+JAGGXoYLa+y6T0pU1GXSR7YiDd7a9QR9kX0nd4zXATSvf4ngqDTYcFmrsaFVTeTn8&#10;GAXDbltUm8F1n5f02b0nxXr9pU9KPT2OyxkIT6O/h//bG60gSeIp3N6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K2x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cCScgA&#10;AADdAAAADwAAAGRycy9kb3ducmV2LnhtbESPT2sCMRTE74V+h/AKvdWk/qvdGkULQi9CtT3U23Pz&#10;uru4eVmTqFs/vREKHoeZ+Q0znra2FkfyoXKs4bmjQBDnzlRcaPj+WjyNQISIbLB2TBr+KMB0cn83&#10;xsy4E6/ouI6FSBAOGWooY2wyKUNeksXQcQ1x8n6dtxiT9IU0Hk8JbmvZVWooLVacFkps6L2kfLc+&#10;WA3z19F8/9nn5Xm13dDmZ7sbdL3S+vGhnb2BiNTGW/i//WE09HrqBa5v0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5wJJyAAAAN0AAAAPAAAAAAAAAAAAAAAAAJgCAABk&#10;cnMvZG93bnJldi54bWxQSwUGAAAAAAQABAD1AAAAjQMAAAAA&#10;" fillcolor="black" stroked="f"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FVNcQA&#10;AADdAAAADwAAAGRycy9kb3ducmV2LnhtbERPy2rCQBTdC/2H4Ra600kVRVLHYPqAgrpQu+jyNnNN&#10;hmTuhMxUo1/vLASXh/NeZL1txIk6bxwreB0lIIgLpw2XCn4OX8M5CB+QNTaOScGFPGTLp8ECU+3O&#10;vKPTPpQihrBPUUEVQptK6YuKLPqRa4kjd3SdxRBhV0rd4TmG20aOk2QmLRqODRW29F5RUe//rYLf&#10;9czMd4bGf5tr/qk30zrfftRKvTz3qzcQgfrwEN/d31rBZJLEufFNfAJy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RVTX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OG8UA&#10;AADdAAAADwAAAGRycy9kb3ducmV2LnhtbESPQWsCMRSE7wX/Q3iCt5pYoditUcRS7KUHbUuvj81z&#10;s+7mZZtEXf31jVDocZiZb5j5snetOFGItWcNk7ECQVx6U3Ol4fPj9X4GIiZkg61n0nChCMvF4G6O&#10;hfFn3tJplyqRIRwL1GBT6gopY2nJYRz7jjh7ex8cpixDJU3Ac4a7Vj4o9Sgd1pwXLHa0tlQ2u6PT&#10;EFbfL82Vj1+Nur5f4ubQ/8zQaj0a9qtnEIn69B/+a78ZDdOpeoL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M4b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9U6cIA&#10;AADdAAAADwAAAGRycy9kb3ducmV2LnhtbERPzWoCMRC+F3yHMIKXolkVWl2NIgWhUClofYBxM+4u&#10;JpNlM9W1T98cBI8f3/9y3XmnrtTGOrCB8SgDRVwEW3Np4PizHc5ARUG26AKTgTtFWK96L0vMbbjx&#10;nq4HKVUK4ZijgUqkybWORUUe4yg0xIk7h9ajJNiW2rZ4S+He6UmWvWmPNaeGChv6qKi4HH69ATc5&#10;ufnXe9zJ/ah32Z+X/eu3NWbQ7zYLUEKdPMUP96c1MJ2O0/70Jj0Bv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1Tp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/+NsYA&#10;AADdAAAADwAAAGRycy9kb3ducmV2LnhtbESPQWvCQBSE70L/w/IKvekmCkVSV2krQi49GFO8PrPP&#10;bHD3bchuNe2vdwuFHoeZ+YZZbUZnxZWG0HlWkM8yEMSN1x23CurDbroEESKyRuuZFHxTgM36YbLC&#10;Qvsb7+laxVYkCIcCFZgY+0LK0BhyGGa+J07e2Q8OY5JDK/WAtwR3Vs6z7Fk67DgtGOzp3VBzqb6c&#10;gm3V23ldmrdw/Pw4nWz5s6PjVqmnx/H1BUSkMf6H/9qlVrBY5D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/+N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ov8MMA&#10;AADdAAAADwAAAGRycy9kb3ducmV2LnhtbESPT4vCMBTE78J+h/AW9qaJCirVKMuiIOzJfwdvj+TZ&#10;VpuX0kTb/fYbQfA4zMxvmMWqc5V4UBNKzxqGAwWC2Hhbcq7heNj0ZyBCRLZYeSYNfxRgtfzoLTCz&#10;vuUdPfYxFwnCIUMNRYx1JmUwBTkMA18TJ+/iG4cxySaXtsE2wV0lR0pNpMOS00KBNf0UZG77u9Nw&#10;3chfbxSa0/HUbu30vJ5QpbT++uy+5yAidfEdfrW3VsN4PBzB8016An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8ov8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8oRcUA&#10;AADdAAAADwAAAGRycy9kb3ducmV2LnhtbESPT4vCMBTE74LfITxhb5pqQaRrFF1YEBcP/kH2+Gye&#10;bWnzUpKo3W+/EQSPw8z8hpkvO9OIOzlfWVYwHiUgiHOrKy4UnI7fwxkIH5A1NpZJwR95WC76vTlm&#10;2j54T/dDKESEsM9QQRlCm0np85IM+pFtiaN3tc5giNIVUjt8RLhp5CRJptJgxXGhxJa+Ssrrw80o&#10;+L398HWXblduHc62O/p6cpnVSn0MutUniEBdeIdf7Y1WkKbjFJ5v4hO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yhF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K48gA&#10;AADdAAAADwAAAGRycy9kb3ducmV2LnhtbESPT2vCQBTE7wW/w/KE3urGv2iaVbRQ6KVQbQ96e2Zf&#10;k2D2bdzdxrSfvisIHoeZ+Q2TrTpTi5acrywrGA4SEMS51RUXCr4+X5/mIHxA1lhbJgW/5GG17D1k&#10;mGp74S21u1CICGGfooIyhCaV0uclGfQD2xBH79s6gyFKV0jt8BLhppajJJlJgxXHhRIbeikpP+1+&#10;jILNYr45f0z4/W97PNBhfzxNRy5R6rHfrZ9BBOrCPXxrv2kF4/FwA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7ArjyAAAAN0AAAAPAAAAAAAAAAAAAAAAAJgCAABk&#10;cnMvZG93bnJldi54bWxQSwUGAAAAAAQABAD1AAAAjQMAAAAA&#10;" fillcolor="black" stroked="f"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Vec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lP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3FV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kr/MYA&#10;AADdAAAADwAAAGRycy9kb3ducmV2LnhtbESPQWvCQBSE7wX/w/IKvekmFUKNrlLEFvXSNhbq8ZF9&#10;zYZm34bsGqO/vlsQehxm5htmsRpsI3rqfO1YQTpJQBCXTtdcKfg8vIyfQPiArLFxTAou5GG1HN0t&#10;MNfuzB/UF6ESEcI+RwUmhDaX0peGLPqJa4mj9+06iyHKrpK6w3OE20Y+JkkmLdYcFwy2tDZU/hQn&#10;q8Cn683X3l5n/fHV8FuxM9l7ZZR6uB+e5yACDeE/fGtvtYLpNM3g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kr/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A45F5" w:rsidRDefault="00FA45F5" w:rsidP="00FA45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A45F5" w:rsidRPr="0081108E" w:rsidRDefault="00FA45F5" w:rsidP="00FA45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FA45F5" w:rsidRPr="0081108E" w:rsidRDefault="00FA45F5" w:rsidP="00FA45F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FA45F5" w:rsidRPr="0081108E" w:rsidRDefault="00FA45F5" w:rsidP="00FA45F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FA45F5" w:rsidRPr="0081108E" w:rsidRDefault="00FA45F5" w:rsidP="00FA45F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FA45F5" w:rsidRPr="0081108E" w:rsidRDefault="00FA45F5" w:rsidP="00FA45F5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FA45F5" w:rsidRPr="00A32618" w:rsidRDefault="00FA45F5" w:rsidP="00FA45F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  <w:lang w:val="uk-UA"/>
        </w:rPr>
        <w:t>Гомон</w:t>
      </w:r>
      <w:proofErr w:type="spellEnd"/>
      <w:r w:rsidRPr="00A32618">
        <w:rPr>
          <w:rFonts w:ascii="Times New Roman" w:eastAsia="Calibri" w:hAnsi="Times New Roman" w:cs="Times New Roman"/>
          <w:b/>
          <w:sz w:val="24"/>
          <w:lang w:val="uk-UA"/>
        </w:rPr>
        <w:t xml:space="preserve"> О.Г.</w:t>
      </w:r>
    </w:p>
    <w:p w:rsidR="00FA45F5" w:rsidRPr="00A32618" w:rsidRDefault="00FA45F5" w:rsidP="00FA45F5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FA45F5" w:rsidRPr="00A32618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Гомон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О.Г.,</w:t>
      </w:r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FA45F5" w:rsidRPr="00A32618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FA45F5" w:rsidRPr="00A32618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A45F5" w:rsidRPr="00A32618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1.Надати Гомон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Ользі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Герасимівні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яка зареєстрована за адресою: </w:t>
      </w:r>
      <w:r w:rsidR="00A97205">
        <w:rPr>
          <w:rFonts w:ascii="Times New Roman" w:eastAsia="Calibri" w:hAnsi="Times New Roman" w:cs="Times New Roman"/>
          <w:sz w:val="24"/>
          <w:lang w:val="en-US"/>
        </w:rPr>
        <w:t>_____________</w:t>
      </w:r>
      <w:bookmarkStart w:id="0" w:name="_GoBack"/>
      <w:bookmarkEnd w:id="0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 w:rsidRPr="00A32618">
        <w:rPr>
          <w:rFonts w:ascii="Times New Roman" w:eastAsia="Calibri" w:hAnsi="Times New Roman" w:cs="Times New Roman"/>
          <w:sz w:val="24"/>
          <w:lang w:val="uk-UA"/>
        </w:rPr>
        <w:t>.К</w:t>
      </w:r>
      <w:proofErr w:type="gramEnd"/>
      <w:r w:rsidRPr="00A32618">
        <w:rPr>
          <w:rFonts w:ascii="Times New Roman" w:eastAsia="Calibri" w:hAnsi="Times New Roman" w:cs="Times New Roman"/>
          <w:sz w:val="24"/>
          <w:lang w:val="uk-UA"/>
        </w:rPr>
        <w:t>олом’є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 w:rsidRPr="00A32618">
        <w:rPr>
          <w:rFonts w:ascii="Times New Roman" w:eastAsia="Calibri" w:hAnsi="Times New Roman" w:cs="Times New Roman"/>
          <w:sz w:val="24"/>
          <w:lang w:val="uk-UA"/>
        </w:rPr>
        <w:t>вул.Шевченка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>, 70.</w:t>
      </w:r>
    </w:p>
    <w:p w:rsidR="00FA45F5" w:rsidRPr="00A32618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       2.Гомон О.Г.,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A45F5" w:rsidRPr="00A32618" w:rsidRDefault="00FA45F5" w:rsidP="00FA45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A45F5" w:rsidRPr="00FA45F5" w:rsidRDefault="00FA45F5" w:rsidP="00FA45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DC539C" w:rsidRPr="00FA45F5" w:rsidRDefault="00FA45F5" w:rsidP="00FA45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Валерій   МИХАЛЮК</w:t>
      </w:r>
    </w:p>
    <w:sectPr w:rsidR="00DC539C" w:rsidRPr="00FA45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A45F5"/>
    <w:rsid w:val="00171A2E"/>
    <w:rsid w:val="00304C90"/>
    <w:rsid w:val="00505B6D"/>
    <w:rsid w:val="006D3977"/>
    <w:rsid w:val="007D6C18"/>
    <w:rsid w:val="00A97205"/>
    <w:rsid w:val="00D1641A"/>
    <w:rsid w:val="00DC539C"/>
    <w:rsid w:val="00FA4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5F5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2020-12-10T13:18:00Z</dcterms:created>
  <dcterms:modified xsi:type="dcterms:W3CDTF">2020-12-11T07:23:00Z</dcterms:modified>
</cp:coreProperties>
</file>