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D1" w:rsidRPr="001C3C5F" w:rsidRDefault="008D30D1" w:rsidP="008D30D1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A6F05D" wp14:editId="105FDDA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0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30D1" w:rsidRDefault="008D30D1" w:rsidP="008D30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wBs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FoHE3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gwB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Rk8kA&#10;AADdAAAADwAAAGRycy9kb3ducmV2LnhtbESPW0sDMRSE3wv+h3AEX0qbrdiLa9NSCqvWh0Iv4Oth&#10;c9ysbk6WJLZrf70RhD4OM/MNM192thEn8qF2rGA0zEAQl07XXCk4HorBDESIyBobx6TghwIsFze9&#10;OebanXlHp32sRIJwyFGBibHNpQylIYth6Fri5H04bzEm6SupPZ4T3DbyPssm0mLNacFgS2tD5df+&#10;2yr4LLbmfT29PPv+444u/eLtpdlMlLq77VZPICJ18Rr+b79qBQ/jbAp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VJRk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nnsIA&#10;AADdAAAADwAAAGRycy9kb3ducmV2LnhtbERPzWrCQBC+C77DMoIXaTbVWkrqKlKqFC+i9gGG7CQb&#10;mp0N2a1J375zKPT48f1vdqNv1Z362AQ28JjloIjLYBuuDXzeDg8voGJCttgGJgM/FGG3nU42WNgw&#10;8IXu11QrCeFYoAGXUldoHUtHHmMWOmLhqtB7TAL7WtseBwn3rV7m+bP22LA0OOzozVH5df32UnJe&#10;4flUDbfDccQB30+OF/uLMfPZuH8FlWhM/+I/94c18LTO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aee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LXpc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CbFw/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LX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9RcEA&#10;AADdAAAADwAAAGRycy9kb3ducmV2LnhtbERPzWrCQBC+F3yHZQpeim60tpTUVURqES/izwMM2TEb&#10;mp0N2a2Jb+8cBI8f3/982ftaXamNVWADk3EGirgItuLSwPm0GX2BignZYh2YDNwownIxeJljbkPH&#10;B7oeU6kkhGOOBlxKTa51LBx5jOPQEAt3Ca3HJLAttW2xk3Bf62mWfWqPFUuDw4bWjoq/47+Xkv07&#10;7neX7rT57bHDn53jt9XBmOFrv/oGlahPT/HDvbUGZh8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6PU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NfsYA&#10;AADdAAAADwAAAGRycy9kb3ducmV2LnhtbESPQUsDMRSE74L/ITzBm81uaausTUtpFYrgoVUQb4/N&#10;6+7i5iUkz+723xtB8DjMzDfMcj26Xp0pps6zgXJSgCKuve24MfD+9nz3ACoJssXeMxm4UIL16vpq&#10;iZX1Ax/ofJRGZQinCg20IqHSOtUtOUwTH4izd/LRoWQZG20jDhnuej0tioV22HFeaDHQtqX66/jt&#10;DLwOT+HlfjE/hc84m+q0s/KxFWNub8bNIyihUf7Df+29NTCbly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1N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zd8YA&#10;AADd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+BlN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9zd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Mq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XT2fgT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rjK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OmM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dTa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pOm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6xRsMA&#10;AADdAAAADwAAAGRycy9kb3ducmV2LnhtbESP0YrCMBRE3xf8h3AF39ZUsSLVKOJSWJZ90d0PuDTX&#10;ptrclCTW+vebBcHHYWbOMJvdYFvRkw+NYwWzaQaCuHK64VrB70/5vgIRIrLG1jEpeFCA3Xb0tsFC&#10;uzsfqT/FWiQIhwIVmBi7QspQGbIYpq4jTt7ZeYsxSV9L7fGe4LaV8yxbSosNpwWDHR0MVdfTzSoo&#10;v+bf/fWmfen2w8JSbi6rD6PUZDzs1yAiDfEVfrY/tYJFPsvh/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6xR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k1F8MA&#10;AADdAAAADwAAAGRycy9kb3ducmV2LnhtbESP0WqDQBRE3wv5h+UG+tasNjUE4yqlkFAfa/sBF/dG&#10;RfeucbdR/75bKPRxmDkzTFYsZhB3mlxnWUG8i0AQ11Z33Cj4+jw/HUE4j6xxsEwKVnJQ5JuHDFNt&#10;Z/6ge+UbEUrYpaig9X5MpXR1Swbdzo7EwbvayaAPcmqknnAO5WaQz1F0kAY7DgstjvTWUt1X30bB&#10;yzpfblXSR2dtKC73Y8m+TpR63C6vJxCeFv8f/qPfdeCS+AC/b8IT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k1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eJkMUA&#10;AADdAAAADwAAAGRycy9kb3ducmV2LnhtbESPT4vCMBTE78J+h/AWvGmq+GftGkVWFPGkXd3zo3m2&#10;ZZuX0qRav70RBI/DzPyGmS9bU4or1a6wrGDQj0AQp1YXnCk4/W56XyCcR9ZYWiYFd3KwXHx05hhr&#10;e+MjXROfiQBhF6OC3PsqltKlORl0fVsRB+9ia4M+yDqTusZbgJtSDqNoIg0WHBZyrOgnp/Q/aYyC&#10;ZvI3PPFlrw/J+r6drTcrJ8+ZUt3PdvUNwlPr3+FXe6cVjMaDK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4mQ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i5cUA&#10;AADdAAAADwAAAGRycy9kb3ducmV2LnhtbERPu27CMBTdK/EP1kXqVpy0NIIUB9FKSNABxKNDt9v4&#10;kgTi6zQ2EP4eD5U6Hp33ZNqZWlyodZVlBfEgAkGcW11xoWC/mz+NQDiPrLG2TApu5GCa9R4mmGp7&#10;5Q1dtr4QIYRdigpK75tUSpeXZNANbEMcuINtDfoA20LqFq8h3NTyOYoSabDi0FBiQx8l5aft2Sj4&#10;Wo+S8fp9OTx+rn7wxejfb10lSj32u9kbCE+d/xf/uRdawfA1Dn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2L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Fjc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pA8j+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8Fj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1FcEA&#10;AADdAAAADwAAAGRycy9kb3ducmV2LnhtbERPzYrCMBC+L/gOYQRva7qlLto1iojC3tTqAwzNmBab&#10;SW2i1n16cxD2+PH9z5e9bcSdOl87VvA1TkAQl07XbBScjtvPKQgfkDU2jknBkzwsF4OPOebaPfhA&#10;9yIYEUPY56igCqHNpfRlRRb92LXEkTu7zmKIsDNSd/iI4baRaZJ8S4s1x4YKW1pXVF6Km1VwdelE&#10;98UGd5fNbF8bk13/DplSo2G/+gERqA//4rf7VyvIJmncH9/EJ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BNR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a5s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cNTv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sGu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3ZcIA&#10;AADdAAAADwAAAGRycy9kb3ducmV2LnhtbERPW2vCMBR+F/Yfwhn4pumKG9oZZQqCQyd4wb0emrOm&#10;rDkpTaz13xthsMfvzjedd7YSLTW+dKzgZZiAIM6dLrlQcDquBmMQPiBrrByTght5mM+eelPMtLvy&#10;ntpDKEQsYZ+hAhNCnUnpc0MW/dDVxFH7cY3FEGFTSN3gNZbbSqZJ8iYtlhwXDNa0NJT/Hi5WQYu7&#10;W/JtFl+Tz3Kbp7vFeaMjr/rP3cc7iEBd+Df/pddaweg1Te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3d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snsUA&#10;AADdAAAADwAAAGRycy9kb3ducmV2LnhtbESPQUvDQBSE70L/w/IEb3ZjqiJpt6UILR41evD4zL5m&#10;02bfC7trE/31riB4HGbmG2a1mXyvzhRiJ2zgZl6AIm7EdtwaeHvdXT+AignZYi9MBr4owmY9u1hh&#10;ZWXkFzrXqVUZwrFCAy6lodI6No48xrkMxNk7SPCYsgyttgHHDPe9LoviXnvsOC84HOjRUXOqP72B&#10;cd98HMvDu3XfYZBd/SzHshdjri6n7RJUoin9h//aT9bA7V25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Gy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yTc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B2kf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Csk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ab8YA&#10;AADdAAAADwAAAGRycy9kb3ducmV2LnhtbESP3WrCQBSE7wu+w3IEb4pu/EmR6CpSKCpUsFro7TF7&#10;TILZsyG7xvj2bkHwcpiZb5j5sjWlaKh2hWUFw0EEgji1uuBMwe/xqz8F4TyyxtIyKbiTg+Wi8zbH&#10;RNsb/1Bz8JkIEHYJKsi9rxIpXZqTQTewFXHwzrY26IOsM6lrvAW4KeUoij6kwYLDQo4VfeaUXg5X&#10;o6DZf5+yTeOq7WX67uLxab3e6T+let12NQPhqfWv8LO90Qom8SiG/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na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0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DN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aONHHAAAA3QAAAA8AAAAAAAAAAAAAAAAAmAIAAGRy&#10;cy9kb3ducmV2LnhtbFBLBQYAAAAABAAEAPUAAACMAwAAAAA=&#10;" fillcolor="black" stroked="f"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eRMcA&#10;AADdAAAADwAAAGRycy9kb3ducmV2LnhtbESPQWvCQBSE7wX/w/KE3uqmoVpJXUVtC4J60PbQ42v2&#10;NVmSfRuyW43+elcQPA4z8w0zmXW2FgdqvXGs4HmQgCDOnTZcKPj++nwag/ABWWPtmBScyMNs2nuY&#10;YKbdkXd02IdCRAj7DBWUITSZlD4vyaIfuIY4en+utRiibAupWzxGuK1lmiQjadFwXCixoWVJebX/&#10;twp+1iMz3hlKfzfnxYfeDKvF9r1S6rHfzd9ABOrCPXxrr7SCl2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/Xk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0g8MA&#10;AADdAAAADwAAAGRycy9kb3ducmV2LnhtbERPu27CMBTdK/EP1q3UDZyiFqEUEyFQ1S4dykNdr+JL&#10;HBJfB9uEwNfXQ6WOR+e9KAbbip58qB0reJ5kIIhLp2uuFOx37+M5iBCRNbaOScGNAhTL0cMCc+2u&#10;/E39NlYihXDIUYGJsculDKUhi2HiOuLEHZ23GBP0ldQerynctnKaZTNpsebUYLCjtaGy2V6sAr/6&#10;2TR3vhya7P51Cx+n4TxHo9TT47B6AxFpiP/iP/enVvDy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0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30qs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Ty/5F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30q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ErsMA&#10;AADdAAAADwAAAGRycy9kb3ducmV2LnhtbERPu27CMBTdK/UfrFupW3FKW4QCBvEQUpYODSDWS3yJ&#10;o9rXUWwg5evxUInx6Lyn895ZcaEuNJ4VvA8yEMSV1w3XCnbbzdsYRIjIGq1nUvBHAeaz56cp5tpf&#10;+YcuZaxFCuGQowITY5tLGSpDDsPAt8SJO/nOYUywq6Xu8JrCnZXDLBtJhw2nBoMtrQxVv+XZKViX&#10;rR3uCrMMh/338WiL24YOa6VeX/rFBESkPj7E/+5CK/j8+k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LEr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uhM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j/H7E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S6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S3c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jUQr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IS3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NlM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Gg+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0DZTHAAAA3QAAAA8AAAAAAAAAAAAAAAAAmAIAAGRy&#10;cy9kb3ducmV2LnhtbFBLBQYAAAAABAAEAPUAAACMAwAAAAA=&#10;" fillcolor="black" stroked="f"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Fv4cUA&#10;AADdAAAADwAAAGRycy9kb3ducmV2LnhtbESPQUsDMRSE74L/ITzBm83WVilr07IURPG0rS29vm6e&#10;m6WblyWJ6frvjSD0OMzMN8xyPdpeJPKhc6xgOilAEDdOd9wq2H++PixAhIissXdMCn4owHp1e7PE&#10;UrsLbyntYisyhEOJCkyMQyllaAxZDBM3EGfvy3mLMUvfSu3xkuG2l49F8SwtdpwXDA60MdScd99W&#10;QTpt6mqWjslsP3zVele/HU61Uvd3Y/UCItIYr+H/9rtWMH+a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W/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qiMcA&#10;AADdAAAADwAAAGRycy9kb3ducmV2LnhtbESPQWvCQBSE70L/w/IKvZmNtkqbuopIW9SLNhXs8ZF9&#10;zYZm34bsNsb++m5B8DjMzDfMbNHbWnTU+sqxglGSgiAunK64VHD4eB0+gvABWWPtmBScycNifjOY&#10;Yabdid+py0MpIoR9hgpMCE0mpS8MWfSJa4ij9+VaiyHKtpS6xVOE21qO03QqLVYcFww2tDJUfOc/&#10;VoEfrV6OW/v71H2+Gd7lGzPdl0apu9t++QwiUB+u4Ut7rRU8TO4n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Ko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30D1" w:rsidRDefault="008D30D1" w:rsidP="008D30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30D1" w:rsidRDefault="008D30D1" w:rsidP="008D30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30D1" w:rsidRDefault="008D30D1" w:rsidP="008D30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D30D1" w:rsidRDefault="008D30D1" w:rsidP="008D30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30D1" w:rsidRPr="00B15ABE" w:rsidRDefault="008D30D1" w:rsidP="008D30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№42</w:t>
      </w:r>
    </w:p>
    <w:p w:rsidR="008D30D1" w:rsidRPr="00A4331E" w:rsidRDefault="008D30D1" w:rsidP="008D30D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D30D1" w:rsidRPr="00A4331E" w:rsidRDefault="008D30D1" w:rsidP="008D30D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D30D1" w:rsidRPr="00A4331E" w:rsidRDefault="008D30D1" w:rsidP="008D30D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D30D1" w:rsidRPr="00A4331E" w:rsidRDefault="008D30D1" w:rsidP="008D30D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Тимощук В.М.</w:t>
      </w:r>
    </w:p>
    <w:p w:rsidR="008D30D1" w:rsidRPr="00A4331E" w:rsidRDefault="008D30D1" w:rsidP="008D30D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Тимощук В.М.,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Тимощук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Валентині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Михайлівні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0,3253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Тимощук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Валентині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Михайлівні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F2BE5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F2BE5">
        <w:rPr>
          <w:rFonts w:ascii="Times New Roman" w:eastAsia="Arial Unicode MS" w:hAnsi="Times New Roman" w:cs="Times New Roman"/>
          <w:sz w:val="24"/>
          <w:szCs w:val="24"/>
          <w:lang w:val="en-US"/>
        </w:rPr>
        <w:t>__________</w:t>
      </w:r>
      <w:proofErr w:type="gramStart"/>
      <w:r w:rsidRPr="00A4331E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,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0,3253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6823984000:03:018:0318,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D30D1" w:rsidRPr="00A4331E" w:rsidRDefault="008D30D1" w:rsidP="008D30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Тимощук В.М.,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D30D1" w:rsidRPr="00A4331E" w:rsidRDefault="008D30D1" w:rsidP="008D30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30D1" w:rsidRPr="00A4331E" w:rsidRDefault="008D30D1" w:rsidP="008D30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22B1" w:rsidRPr="00AF2BE5" w:rsidRDefault="008D30D1" w:rsidP="00AF2BE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9422B1" w:rsidRPr="00AF2BE5" w:rsidSect="00AF2BE5">
      <w:pgSz w:w="12240" w:h="15840"/>
      <w:pgMar w:top="284" w:right="1440" w:bottom="851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69CA" w:rsidRDefault="002369CA">
      <w:pPr>
        <w:spacing w:after="0" w:line="240" w:lineRule="auto"/>
      </w:pPr>
      <w:r>
        <w:separator/>
      </w:r>
    </w:p>
  </w:endnote>
  <w:endnote w:type="continuationSeparator" w:id="0">
    <w:p w:rsidR="002369CA" w:rsidRDefault="002369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69CA" w:rsidRDefault="002369CA">
      <w:pPr>
        <w:spacing w:after="0" w:line="240" w:lineRule="auto"/>
      </w:pPr>
      <w:r>
        <w:separator/>
      </w:r>
    </w:p>
  </w:footnote>
  <w:footnote w:type="continuationSeparator" w:id="0">
    <w:p w:rsidR="002369CA" w:rsidRDefault="002369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0D1"/>
    <w:rsid w:val="002369CA"/>
    <w:rsid w:val="008D30D1"/>
    <w:rsid w:val="009422B1"/>
    <w:rsid w:val="00AF2BE5"/>
    <w:rsid w:val="00E25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D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D30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D30D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D30D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D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D30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D30D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D30D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2021-02-01T06:56:00Z</dcterms:created>
  <dcterms:modified xsi:type="dcterms:W3CDTF">2021-02-01T07:41:00Z</dcterms:modified>
</cp:coreProperties>
</file>