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A84" w:rsidRDefault="002F7A84" w:rsidP="002F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2F7A84" w:rsidRDefault="002F7A84" w:rsidP="002F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38161C" wp14:editId="7CB4FDB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543" name="Группа 15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5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7A84" w:rsidRDefault="002F7A84" w:rsidP="002F7A8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54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j3YMEA&#10;AADeAAAADwAAAGRycy9kb3ducmV2LnhtbERPy6rCMBDdC/5DGMGdpr6l1ygienEhSH3sh2Zsy20m&#10;pYna+/dGENzN4TxnsWpMKR5Uu8KygkE/AkGcWl1wpuBy3vXmIJxH1lhaJgX/5GC1bLcWGGv75IQe&#10;J5+JEMIuRgW591UspUtzMuj6tiIO3M3WBn2AdSZ1jc8Qbko5jKKpNFhwaMixok1O6d/pbhTY0e/+&#10;cM2GyWjLM8/r4/x2bQ5KdTvN+geEp8Z/xR/3Xof5k8l4DO93wg1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+Y92D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gWMcA&#10;AADeAAAADwAAAGRycy9kb3ducmV2LnhtbERPTUsDMRC9C/6HMEIvxWZbulXXpqUUtloPQqvgddiM&#10;m9XNZEnSdu2vbwTB2zze58yXvW3FkXxoHCsYjzIQxJXTDdcK3t/K23sQISJrbB2Tgh8KsFxcX82x&#10;0O7EOzruYy1SCIcCFZgYu0LKUBmyGEauI07cp/MWY4K+ltrjKYXbVk6ybCYtNpwaDHa0NlR97w9W&#10;wVf5aj7Wd+eNHz7s6DwsX57a7UypwU2/egQRqY//4j/3s07z83yaw+876Qa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Q4F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aLsYA&#10;AADeAAAADwAAAGRycy9kb3ducmV2LnhtbESP0WrCQBBF3wv+wzKCL6VutFUkukooppS8iNoPGLJj&#10;NpidDdltEv++Wyj0bYZ75547u8NoG9FT52vHChbzBARx6XTNlYKva/6yAeEDssbGMSl4kIfDfvK0&#10;w1S7gc/UX0IlYgj7FBWYENpUSl8asujnriWO2s11FkNcu0rqDocYbhu5TJK1tFhzJBhs6d1Qeb98&#10;2wg5veKpuA3X/GPEAY+F4efsrNRsOmZbEIHG8G/+u/7Usf5q9baG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HaL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lqj8QA&#10;AADeAAAADwAAAGRycy9kb3ducmV2LnhtbERPTUsDMRC9C/0PYQRvNmvptrI2LaUqiOChrSDehs10&#10;d3EzCcnYXf+9EYTe5vE+Z7UZXa/OFFPn2cDdtABFXHvbcWPg/fh8ew8qCbLF3jMZ+KEEm/XkaoWV&#10;9QPv6XyQRuUQThUaaEVCpXWqW3KYpj4QZ+7ko0PJMDbaRhxyuOv1rCgW2mHHuaHFQLuW6q/DtzPw&#10;NjyF1+WiPIXPOJ/p9GjlYyfG3FyP2wdQQqNcxP/uF5vnl+V8CX/v5Bv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Zao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Lrx8QA&#10;AADeAAAADwAAAGRycy9kb3ducmV2LnhtbESPzWrCQBDH7wXfYRnBS6kbrZaSuoqIFvEiah9gyI7Z&#10;0OxsyK4mffvOQfA2w/w/frNY9b5Wd2pjFdjAZJyBIi6Crbg08HPZvX2CignZYh2YDPxRhNVy8LLA&#10;3IaOT3Q/p1JJCMccDbiUmlzrWDjyGMehIZbbNbQek6xtqW2LnYT7Wk+z7EN7rFgaHDa0cVT8nm9e&#10;So7veDxcu8vuu8cOtwfHr+uTMaNhv/4ClahPT/HDvbeCP5/PhFfekR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68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pbZsUA&#10;AADeAAAADwAAAGRycy9kb3ducmV2LnhtbERPTUsDMRC9C/0PYQRvNmvptro2LaUqiNBDqyDehs10&#10;d3EzCcnYXf+9EQRv83ifs9qMrldniqnzbOBmWoAirr3tuDHw9vp0fQsqCbLF3jMZ+KYEm/XkYoWV&#10;9QMf6HyURuUQThUaaEVCpXWqW3KYpj4QZ+7ko0PJMDbaRhxyuOv1rCgW2mHHuaHFQLuW6s/jlzOw&#10;Hx7Dy3JRnsJHnM90erDyvhNjri7H7T0ooVH+xX/uZ5vnl+X8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lt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x5z8cA&#10;AADeAAAADwAAAGRycy9kb3ducmV2LnhtbESPQUvDQBCF70L/wzIFL9JuVCISuy2tsCgoFGvB65Cd&#10;JqHZ2bC7NvHfOwfB2wzz5r33rTaT79WFYuoCG7hdFqCI6+A6bgwcP+3iEVTKyA77wGTghxJs1rOr&#10;FVYujPxBl0NulJhwqtBAm/NQaZ3qljymZRiI5XYK0WOWNTbaRRzF3Pf6rigetMeOJaHFgZ5bqs+H&#10;b29gtx+b+3hT76bwdnr5Kq119t0acz2ftk+gMk35X/z3/eqkflmWAiA4MoN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sec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Wq8IA&#10;AADeAAAADwAAAGRycy9kb3ducmV2LnhtbERPzYrCMBC+L+w7hFnwtqaKXaQaRZSCyF5WfYChmW26&#10;NpOSxFrf3iwI3ubj+53lerCt6MmHxrGCyTgDQVw53XCt4HwqP+cgQkTW2DomBXcKsF69vy2x0O7G&#10;P9QfYy1SCIcCFZgYu0LKUBmyGMauI07cr/MWY4K+ltrjLYXbVk6z7EtabDg1GOxoa6i6HK9WQXmY&#10;fveXq/al2wwzS7n5m++MUqOPYbMAEWmIL/HTvddpfp7nE/h/J90gV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UJa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o2vMMA&#10;AADdAAAADwAAAGRycy9kb3ducmV2LnhtbERP32vCMBB+H+x/CDfwRWaq4hidUVQICg7GnODr0Zxt&#10;WXMpSbT1vzfCYG/38f28+bK3jbiSD7VjBeNRBoK4cKbmUsHxR7++gwgR2WDjmBTcKMBy8fw0x9y4&#10;jr/peoilSCEcclRQxdjmUoaiIoth5FrixJ2dtxgT9KU0HrsUbhs5ybI3abHm1FBhS5uKit/DxSpY&#10;f3Xl1A+Lde/25+1pprXRn1qpwUu/+gARqY//4j/3zqT50/EEHt+kE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o2v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7JYsIA&#10;AADdAAAADwAAAGRycy9kb3ducmV2LnhtbERP3WrCMBS+F/YO4Qy801TdhlSjiFIYw5t1e4BDc9ZU&#10;m5OSxFrffhEE787H93vW28G2oicfGscKZtMMBHHldMO1gt+fYrIEESKyxtYxKbhRgO3mZbTGXLsr&#10;f1NfxlqkEA45KjAxdrmUoTJkMUxdR5y4P+ctxgR9LbXHawq3rZxn2Ye02HBqMNjR3lB1Li9WQfE1&#10;P/bni/aF2w1vlt7NaXkwSo1fh90KRKQhPsUP96dO8xezBdy/SS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Hsli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LMMEA&#10;AADdAAAADwAAAGRycy9kb3ducmV2LnhtbERPzWqDQBC+F/oOyxR6q6uJKcW6Simk1GNMH2Bwpyq6&#10;s9bdRPP23UAgt/n4ficvVzOKM82ut6wgiWIQxI3VPbcKfo77lzcQziNrHC2Tggs5KIvHhxwzbRc+&#10;0Ln2rQgh7DJU0Hk/ZVK6piODLrITceB+7WzQBzi3Us+4hHAzyk0cv0qDPYeGDif67KgZ6pNRkF6W&#10;r796N8R7bSiptlPFvtkp9fy0fryD8LT6u/jm/tZh/jZJ4fpNOEEW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GySz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z3t8EA&#10;AADdAAAADwAAAGRycy9kb3ducmV2LnhtbERPTYvCMBC9C/6HMII3TVVWtBpFFGXxpNXd89CMbbGZ&#10;lCZq/fdGELzN433OfNmYUtypdoVlBYN+BII4tbrgTMH5tO1NQDiPrLG0TAqe5GC5aLfmGGv74CPd&#10;E5+JEMIuRgW591UspUtzMuj6tiIO3MXWBn2AdSZ1jY8Qbko5jKKxNFhwaMixonVO6TW5GQW38f/w&#10;zJe9PiSb52662a6c/MuU6naa1QyEp8Z/xR/3rw7zR4MfeH8TTp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s97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0Wx8UA&#10;AADdAAAADwAAAGRycy9kb3ducmV2LnhtbERPS2vCQBC+F/wPyxR6qxsfBBtdRYWCelC07aG3MTtN&#10;otnZmF01/ntXEHqbj+85o0ljSnGh2hWWFXTaEQji1OqCMwXfX5/vAxDOI2ssLZOCGzmYjFsvI0y0&#10;vfKWLjufiRDCLkEFufdVIqVLczLo2rYiDtyfrQ36AOtM6hqvIdyUshtFsTRYcGjIsaJ5TulxdzYK&#10;fjaD+GMzW/YPq/Uee0affnURK/X22kyHIDw1/l/8dC90mN/rxPD4Jpwgx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HRb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lxr8QA&#10;AADdAAAADwAAAGRycy9kb3ducmV2LnhtbERPS2vCQBC+C/0PyxR6040PUomuoi1q6Sm1Ba9DdkyC&#10;2dmQ3SbRX+8Khd7m43vOct2bSrTUuNKygvEoAkGcWV1yruDnezecg3AeWWNlmRRcycF69TRYYqJt&#10;x1/UHn0uQgi7BBUU3teJlC4ryKAb2Zo4cGfbGPQBNrnUDXYh3FRyEkWxNFhyaCiwpreCssvx1yi4&#10;xSdM3WGyfZ9qT9fZfG8/071SL8/9ZgHCU+//xX/uDx3mT8ev8Pgmn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pca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62ZcUA&#10;AADdAAAADwAAAGRycy9kb3ducmV2LnhtbESPQW/CMAyF70j7D5En7QYpDKatI6AJgbQb0O0HWI2X&#10;VjROaQKU/Xp8QOJm6z2/93m+7H2jztTFOrCB8SgDRVwGW7Mz8PuzGb6DignZYhOYDFwpwnLxNJhj&#10;bsOF93QuklMSwjFHA1VKba51LCvyGEehJRbtL3Qek6yd07bDi4T7Rk+y7E17rFkaKmxpVVF5KE7e&#10;wDFMZrYv1rg9rD92tXPT4/9+aszLc//1CSpRnx7m+/W3FfzXseDKNzKC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brZ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OZlsIA&#10;AADdAAAADwAAAGRycy9kb3ducmV2LnhtbERPS4vCMBC+L/gfwgje1tSV9VGNsgqCVx8Hj2MyttVm&#10;UpuodX+9ERb2Nh/fc6bzxpbiTrUvHCvodRMQxNqZgjMF+93qcwTCB2SDpWNS8CQP81nrY4qpcQ/e&#10;0H0bMhFD2KeoIA+hSqX0OieLvusq4sidXG0xRFhn0tT4iOG2lF9JMpAWC44NOVa0zElftjerYF0c&#10;6XugT2M7WujN4fca+sOzUarTbn4mIAI14V/8516bOL/fG8P7m3iC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A5mW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wJQsQA&#10;AADdAAAADwAAAGRycy9kb3ducmV2LnhtbERPTWvCQBC9F/oflin0VjdGKDV1FS0UFK1QLe11yI7Z&#10;YHY2ZLcx/vvOQeht5n3Nm9li8I3qqYt1YAPjUQaKuAy25srA1/H96QVUTMgWm8Bk4EoRFvP7uxkW&#10;Nlz4k/pDqpSEcCzQgEupLbSOpSOPcRRaYuFOofOYZO0qbTu8SLhvdJ5lz9pjzXLBYUtvjsrz4dcb&#10;6HF/zX7c6mO6qXdlvl99b63g5vFhWL6CSjSkf/HNvbZSf5JLf/lGRt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cCU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sSucIA&#10;AADdAAAADwAAAGRycy9kb3ducmV2LnhtbERPTUvDQBC9C/0Pywje7KYRRNJuSxFaPGr00OM0O82m&#10;zc6E3bWJ/npXELzN433OajP5Xl0pxE7YwGJegCJuxHbcGvh4390/gYoJ2WIvTAa+KMJmPbtZYWVl&#10;5De61qlVOYRjhQZcSkOldWwceYxzGYgzd5LgMWUYWm0Djjnc97osikftsePc4HCgZ0fNpf70BsZ9&#10;czyXp4N132GQXf0q57IXY+5up+0SVKIp/Yv/3C82z38oF/D7TT5B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xK5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LKacQA&#10;AADdAAAADwAAAGRycy9kb3ducmV2LnhtbERP22rCQBB9L/gPyxR8q5umYCW6itUKIpUSL+/T7DSJ&#10;3Z0N2VXj33cLQt/mcK4zmXXWiAu1vnas4HmQgCAunK65VHDYr55GIHxA1mgck4IbeZhNew8TzLS7&#10;ck6XXShFDGGfoYIqhCaT0hcVWfQD1xBH7tu1FkOEbSl1i9cYbo1Mk2QoLdYcGypsaFFR8bM7WwWr&#10;z6U5pdt8fpRh8f76ZUabt+WHUv3Hbj4GEagL/+K7e63j/Jc0hb9v4gl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Sym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miS8MA&#10;AADdAAAADwAAAGRycy9kb3ducmV2LnhtbERPTYvCMBC9L/gfwgheRNO1rEg1iiyICi7squB1bMa2&#10;2ExKE2v990YQ9jaP9zmzRWtK0VDtCssKPocRCOLU6oIzBcfDajAB4TyyxtIyKXiQg8W88zHDRNs7&#10;/1Gz95kIIewSVJB7XyVSujQng25oK+LAXWxt0AdYZ1LXeA/hppSjKBpLgwWHhhwr+s4pve5vRkHz&#10;uztnm8ZV2+uk777i83r9o09K9brtcgrCU+v/xW/3Rof58SiG1zfhBD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miS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7A84" w:rsidRDefault="002F7A84" w:rsidP="002F7A8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FG9sUA&#10;AADd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f4wHcH9m3iC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MUb2xQAAAN0AAAAPAAAAAAAAAAAAAAAAAJgCAABkcnMv&#10;ZG93bnJldi54bWxQSwUGAAAAAAQABAD1AAAAigMAAAAA&#10;" fillcolor="black" stroked="f">
                  <v:textbox>
                    <w:txbxContent>
                      <w:p w:rsidR="002F7A84" w:rsidRDefault="002F7A84" w:rsidP="002F7A8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QgY8UA&#10;AADdAAAADwAAAGRycy9kb3ducmV2LnhtbERPS2vCQBC+F/oflil4qxtTFImuon1AQXvwcfA4Zsdk&#10;SXY2ZFdN++tdQehtPr7nTOedrcWFWm8cKxj0ExDEudOGCwX73dfrGIQPyBprx6TglzzMZ89PU8y0&#10;u/KGLttQiBjCPkMFZQhNJqXPS7Lo+64hjtzJtRZDhG0hdYvXGG5rmSbJSFo0HBtKbOi9pLzanq2C&#10;w2pkxhtD6XH9t/zU62G1/PmolOq9dIsJiEBd+Bc/3N86zn9Lh3D/Jp4gZ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CBj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OAocMA&#10;AADdAAAADwAAAGRycy9kb3ducmV2LnhtbERPTWsCMRC9C/0PYQrealYLIlujiFLaiwet0uuwGTfr&#10;biZrEnX115tCwds83udM551txIV8qBwrGA4yEMSF0xWXCnY/n28TECEia2wck4IbBZjPXnpTzLW7&#10;8oYu21iKFMIhRwUmxjaXMhSGLIaBa4kTd3DeYkzQl1J7vKZw28hRlo2lxYpTg8GWloaKenu2Cvzi&#10;d1Xf+byvs/v6Fr6O3WmCRqn+a7f4ABGpi0/xv/tbp/nvozH8fZNO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OAo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uAiMMA&#10;AADdAAAADwAAAGRycy9kb3ducmV2LnhtbERP22rCQBB9L/gPywi+FN00hWpTV5GCICgFrR8wzU6T&#10;4O5syI4a/fpuodC3OZzrzJe9d+pCXWwCG3iaZKCIy2AbrgwcP9fjGagoyBZdYDJwowjLxeBhjoUN&#10;V97T5SCVSiEcCzRQi7SF1rGsyWOchJY4cd+h8ygJdpW2HV5TuHc6z7IX7bHh1FBjS+81lafD2Rtw&#10;+Zd73U7jTm5HvcvuXvaPH9aY0bBfvYES6uVf/Ofe2DT/OZ/C7zfpBL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uAi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gbvsYA&#10;AADdAAAADwAAAGRycy9kb3ducmV2LnhtbESPQU/DMAyF70j8h8hI3FhKkRDqlk3ANKmXHSibdvUa&#10;r6lInKoJW8evxwckbrbe83ufF6speHWmMfWRDTzOClDEbbQ9dwZ2n5uHF1ApI1v0kcnAlRKslrc3&#10;C6xsvPAHnZvcKQnhVKEBl/NQaZ1aRwHTLA7Eop3iGDDLOnbajniR8OB1WRTPOmDP0uBwoHdH7Vfz&#10;HQysm8GXu9q9pcN+ezz6+mdDh7Ux93fT6xxUpin/m/+uayv4T6Xgyj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gbv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xlMEA&#10;AADdAAAADwAAAGRycy9kb3ducmV2LnhtbERPS2sCMRC+F/wPYQRvNVHB2q1RRBSEnnwdvA3JdHfr&#10;ZrJsorv+e1MQepuP7znzZecqcacmlJ41jIYKBLHxtuRcw+m4fZ+BCBHZYuWZNDwowHLRe5tjZn3L&#10;e7ofYi5SCIcMNRQx1pmUwRTkMAx9TZy4H984jAk2ubQNtincVXKs1FQ6LDk1FFjTuiBzPdycht+t&#10;/PZGoTmfzu3Oflw2U6qU1oN+t/oCEamL/+KXe2fT/Mn4E/6+SSfIx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z8ZT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ls+sYA&#10;AADdAAAADwAAAGRycy9kb3ducmV2LnhtbESPT2vCQBDF70K/wzKF3nRTA0VSV9FCobR48A/S45gd&#10;k5DsbNhdNf32zqHgbYb35r3fzJeD69SVQmw8G3idZKCIS28brgwc9p/jGaiYkC12nsnAH0VYLp5G&#10;cyysv/GWrrtUKQnhWKCBOqW+0DqWNTmME98Ti3b2wWGSNVTaBrxJuOv0NMvetMOGpaHGnj5qKtvd&#10;xRn4vfzweZN/r8I6Hf2wj+30NGuNeXkeVu+gEg3pYf6//rKCn+fCL9/ICHp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ls+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F7A84" w:rsidRDefault="002F7A84" w:rsidP="002F7A8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9zs8YA&#10;AADdAAAADwAAAGRycy9kb3ducmV2LnhtbERPS2vCQBC+F/wPywi91Y2Pik2zigqFXgo+eqi3MTsm&#10;IdnZuLvV2F/vFgq9zcf3nGzRmUZcyPnKsoLhIAFBnFtdcaHgc//2NAPhA7LGxjIpuJGHxbz3kGGq&#10;7ZW3dNmFQsQQ9ikqKENoUyl9XpJBP7AtceRO1hkMEbpCaofXGG4aOUqSqTRYcWwosaV1SXm9+zYK&#10;Vi+z1Xkz4Y+f7fFAh69j/TxyiVKP/W75CiJQF/7Ff+53HeePx0P4/Sae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9zs8YAAADdAAAADwAAAAAAAAAAAAAAAACYAgAAZHJz&#10;L2Rvd25yZXYueG1sUEsFBgAAAAAEAAQA9QAAAIsDAAAAAA==&#10;" fillcolor="black" stroked="f">
                  <v:textbox>
                    <w:txbxContent>
                      <w:p w:rsidR="002F7A84" w:rsidRDefault="002F7A84" w:rsidP="002F7A8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EXxcIA&#10;AADdAAAADwAAAGRycy9kb3ducmV2LnhtbERP30vDMBB+F/Y/hBv45tKtIFKXjTIYE5+6OfH11pxN&#10;WXMpSczqf28Ewbf7+H7eejvZQSTyoXesYLkoQBC3TvfcKTi/7R+eQISIrHFwTAq+KcB2M7tbY6Xd&#10;jY+UTrETOYRDhQpMjGMlZWgNWQwLNxJn7tN5izFD30nt8ZbD7SBXRfEoLfacGwyOtDPUXk9fVkG6&#10;7Jq6TB/JHF993XnXHN4vjVL386l+BhFpiv/iP/eLzvPLcgW/3+QT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MRf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F7A84" w:rsidRDefault="002F7A84" w:rsidP="002F7A8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SrMQA&#10;AADdAAAADwAAAGRycy9kb3ducmV2LnhtbERPTWvCQBC9F/wPywje6sYGRKOriFhpe2kbBT0O2TEb&#10;zM6G7Dam/fVdodDbPN7nLNe9rUVHra8cK5iMExDEhdMVlwqOh+fHGQgfkDXWjknBN3lYrwYPS8y0&#10;u/EndXkoRQxhn6ECE0KTSekLQxb92DXEkbu41mKIsC2lbvEWw20tn5JkKi1WHBsMNrQ1VFzzL6vA&#10;T7a705v9mXfnveH3/NVMP0qj1GjYbxYgAvXhX/znftFxfpqmcP8mn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6Uqz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F7A84" w:rsidRDefault="002F7A84" w:rsidP="002F7A8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7A84" w:rsidRDefault="002F7A84" w:rsidP="002F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2F7A84" w:rsidRDefault="002F7A84" w:rsidP="002F7A8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F7A84" w:rsidRDefault="002F7A84" w:rsidP="002F7A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F7A84" w:rsidRDefault="002F7A84" w:rsidP="002F7A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F7A84" w:rsidRDefault="002F7A84" w:rsidP="002F7A8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F7A84" w:rsidRDefault="002F7A84" w:rsidP="002F7A8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2F7A84" w:rsidRDefault="002F7A84" w:rsidP="002F7A8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F7A84" w:rsidRDefault="002F7A84" w:rsidP="002F7A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F7A84" w:rsidRDefault="002F7A84" w:rsidP="002F7A8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F7A84" w:rsidRDefault="002F7A84" w:rsidP="002F7A8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F7A84" w:rsidRDefault="002F7A84" w:rsidP="002F7A8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Поліщук С.А.</w:t>
      </w:r>
    </w:p>
    <w:p w:rsidR="002F7A84" w:rsidRDefault="002F7A84" w:rsidP="002F7A8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F7A84" w:rsidRDefault="002F7A84" w:rsidP="002F7A8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Поліщук С.А,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F7A84" w:rsidRDefault="002F7A84" w:rsidP="002F7A8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F7A84" w:rsidRDefault="002F7A84" w:rsidP="002F7A8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7A84" w:rsidRDefault="002F7A84" w:rsidP="002F7A8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Поліщук Світлані Анатоліївні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</w:p>
    <w:p w:rsidR="002F7A84" w:rsidRDefault="002F7A84" w:rsidP="002F7A8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Поліщук Світлані Анатоліївні 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62F73" w:rsidRPr="00562F73">
        <w:rPr>
          <w:rFonts w:ascii="Times New Roman" w:eastAsia="Calibri" w:hAnsi="Times New Roman" w:cs="Times New Roman"/>
          <w:sz w:val="24"/>
          <w:lang w:eastAsia="en-US"/>
        </w:rPr>
        <w:t>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62F7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6823986800:03:010:0036, для ведення особистого селянського господарства, яка розташована Хмельницька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область,Славутський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 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2F7A84" w:rsidRDefault="002F7A84" w:rsidP="002F7A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 С.А.,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F7A84" w:rsidRDefault="002F7A84" w:rsidP="002F7A8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F7A84" w:rsidRDefault="002F7A84" w:rsidP="002F7A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7A84" w:rsidRDefault="002F7A84" w:rsidP="002F7A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F7A84" w:rsidRPr="002F7A84" w:rsidRDefault="002F7A84" w:rsidP="002F7A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3F739F" w:rsidRPr="002F7A84" w:rsidRDefault="002F7A84" w:rsidP="002F7A8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F739F" w:rsidRPr="002F7A8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A84"/>
    <w:rsid w:val="002F7A84"/>
    <w:rsid w:val="003F739F"/>
    <w:rsid w:val="00562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8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A8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2021-07-19T06:08:00Z</dcterms:created>
  <dcterms:modified xsi:type="dcterms:W3CDTF">2021-07-19T06:36:00Z</dcterms:modified>
</cp:coreProperties>
</file>