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63D" w:rsidRDefault="00212642" w:rsidP="000B66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12642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B663D" w:rsidRDefault="000B663D" w:rsidP="000B663D"/>
    <w:p w:rsidR="000B663D" w:rsidRDefault="000B663D" w:rsidP="000B663D"/>
    <w:p w:rsidR="000B663D" w:rsidRDefault="000B663D" w:rsidP="000B66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B663D" w:rsidRDefault="000B663D" w:rsidP="000B66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B663D" w:rsidRDefault="000B663D" w:rsidP="000B66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B663D" w:rsidRDefault="000B663D" w:rsidP="000B66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B663D" w:rsidRDefault="000B663D" w:rsidP="000B66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663D" w:rsidRDefault="000B663D" w:rsidP="000B66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B663D" w:rsidRDefault="000B663D" w:rsidP="000B66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663D" w:rsidRPr="001C3332" w:rsidRDefault="000B663D" w:rsidP="000B663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B663D" w:rsidRDefault="000B663D" w:rsidP="000B66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B663D" w:rsidRPr="00EB3DB1" w:rsidRDefault="000B663D" w:rsidP="000B663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№26</w:t>
      </w:r>
    </w:p>
    <w:p w:rsidR="000B663D" w:rsidRPr="000209E7" w:rsidRDefault="000B663D" w:rsidP="000B663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0B663D" w:rsidRPr="000209E7" w:rsidRDefault="000B663D" w:rsidP="000B663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0B663D" w:rsidRPr="000209E7" w:rsidRDefault="000B663D" w:rsidP="000B663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0B663D" w:rsidRPr="000209E7" w:rsidRDefault="000B663D" w:rsidP="000B663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0B663D" w:rsidRPr="000209E7" w:rsidRDefault="000B663D" w:rsidP="000B663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Нікітюку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В.В.</w:t>
      </w:r>
    </w:p>
    <w:p w:rsidR="000B663D" w:rsidRPr="000209E7" w:rsidRDefault="000B663D" w:rsidP="000B663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0B663D" w:rsidRPr="000209E7" w:rsidRDefault="000B663D" w:rsidP="000B66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Нікітюка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0209E7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0B663D" w:rsidRPr="000209E7" w:rsidRDefault="000B663D" w:rsidP="000B66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>ВИРІШИЛА:</w:t>
      </w:r>
    </w:p>
    <w:p w:rsidR="000B663D" w:rsidRPr="000209E7" w:rsidRDefault="000B663D" w:rsidP="000B66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Вадиму Валентиновичу</w:t>
      </w:r>
      <w:r w:rsidRPr="000209E7">
        <w:rPr>
          <w:rFonts w:ascii="Times New Roman" w:eastAsia="Calibri" w:hAnsi="Times New Roman" w:cs="Times New Roman"/>
          <w:sz w:val="24"/>
        </w:rPr>
        <w:t>, який заре</w:t>
      </w:r>
      <w:r>
        <w:rPr>
          <w:rFonts w:ascii="Times New Roman" w:eastAsia="Calibri" w:hAnsi="Times New Roman" w:cs="Times New Roman"/>
          <w:sz w:val="24"/>
        </w:rPr>
        <w:t>єстрований за адресою</w:t>
      </w:r>
      <w:r w:rsidR="00E71D3F" w:rsidRPr="00E71D3F">
        <w:rPr>
          <w:rFonts w:ascii="Times New Roman" w:eastAsia="Calibri" w:hAnsi="Times New Roman" w:cs="Times New Roman"/>
          <w:sz w:val="24"/>
          <w:lang w:val="ru-RU"/>
        </w:rPr>
        <w:t>__________________</w:t>
      </w:r>
      <w:r w:rsidRPr="000209E7">
        <w:rPr>
          <w:rFonts w:ascii="Times New Roman" w:eastAsia="Calibri" w:hAnsi="Times New Roman" w:cs="Times New Roman"/>
          <w:sz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>0,32</w:t>
      </w:r>
      <w:r w:rsidRPr="000209E7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земельна ділянка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>.</w:t>
      </w:r>
    </w:p>
    <w:p w:rsidR="000B663D" w:rsidRPr="000209E7" w:rsidRDefault="000B663D" w:rsidP="000B66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0209E7">
        <w:rPr>
          <w:rFonts w:ascii="Times New Roman" w:eastAsia="Calibri" w:hAnsi="Times New Roman" w:cs="Times New Roman"/>
          <w:sz w:val="24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0B663D" w:rsidRPr="000209E7" w:rsidRDefault="000B663D" w:rsidP="000B66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0B663D" w:rsidRPr="000209E7" w:rsidRDefault="000B663D" w:rsidP="000B66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B663D" w:rsidRPr="000209E7" w:rsidRDefault="000B663D" w:rsidP="000B66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B663D" w:rsidRPr="000209E7" w:rsidRDefault="000B663D" w:rsidP="000B66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B663D" w:rsidRPr="000209E7" w:rsidRDefault="000B663D" w:rsidP="000B66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B663D" w:rsidRPr="000B663D" w:rsidRDefault="000B663D" w:rsidP="000B66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EA7A20" w:rsidRPr="000B663D" w:rsidRDefault="000B663D" w:rsidP="000B663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0209E7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</w:p>
    <w:sectPr w:rsidR="00EA7A20" w:rsidRPr="000B663D" w:rsidSect="00EA7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B663D"/>
    <w:rsid w:val="000B663D"/>
    <w:rsid w:val="00171A2E"/>
    <w:rsid w:val="00212642"/>
    <w:rsid w:val="00304C90"/>
    <w:rsid w:val="00505B6D"/>
    <w:rsid w:val="006D3977"/>
    <w:rsid w:val="007D6C18"/>
    <w:rsid w:val="00D1641A"/>
    <w:rsid w:val="00E71D3F"/>
    <w:rsid w:val="00EA7A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63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>Microsoft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2020-01-21T06:46:00Z</dcterms:created>
  <dcterms:modified xsi:type="dcterms:W3CDTF">2020-01-21T07:36:00Z</dcterms:modified>
</cp:coreProperties>
</file>