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55" w:rsidRDefault="00994A55" w:rsidP="00994A5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7CD92E" wp14:editId="2FA4B45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11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1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A55" w:rsidRDefault="00994A55" w:rsidP="00994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r+H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DdIr+H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9g74A&#10;AADdAAAADwAAAGRycy9kb3ducmV2LnhtbERPvQrCMBDeBd8hnOCmaRVUqlFEVBwEsep+NGdbbC6l&#10;iVrf3gyC48f3v1i1phIvalxpWUE8jEAQZ1aXnCu4XnaDGQjnkTVWlknBhxyslt3OAhNt33ymV+pz&#10;EULYJaig8L5OpHRZQQbd0NbEgbvbxqAPsMmlbvAdwk0lR1E0kQZLDg0F1rQpKHukT6PAjveH4y0f&#10;ncdbnnpen2b3W3tUqt9r13MQnlr/F//cB61gEsdhbn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08vY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cFsgA&#10;AADdAAAADwAAAGRycy9kb3ducmV2LnhtbESPQUsDMRSE74L/ITzBS2mz28Nqt02LFLZaD0JrodfH&#10;5rlZ3bwsSWy3/fVGEDwOM/MNs1gNthMn8qF1rCCfZCCIa6dbbhQc3qvxI4gQkTV2jknBhQKslrc3&#10;Cyy1O/OOTvvYiAThUKICE2NfShlqQxbDxPXEyftw3mJM0jdSezwnuO3kNMsKabHltGCwp7Wh+mv/&#10;bRV8Vm/muH64bvxotqPrqHp97raFUvd3w9McRKQh/of/2i9aQZHnM/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Ztw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dScAA&#10;AADdAAAADwAAAGRycy9kb3ducmV2LnhtbERPzYrCMBC+L/gOYRa8LJqqIEs1ioiKeBF1H2BoxqZs&#10;MylNtN233zkIHj++/+W697V6UhurwAYm4wwUcRFsxaWBn9t+9A0qJmSLdWAy8EcR1qvBxxJzGzq+&#10;0POaSiUhHHM04FJqcq1j4chjHIeGWLh7aD0mgW2pbYudhPtaT7Nsrj1WLA0OG9o6Kn6vDy8l5xme&#10;T/futj/02OHu5PhrczFm+NlvFqAS9ektfrmP1sB8MpX98kaegF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jdSc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+tcsUA&#10;AADdAAAADwAAAGRycy9kb3ducmV2LnhtbESPQUvDQBSE74L/YXmCN7tJ0Cix2yJVQQQPrULp7ZF9&#10;TYLZt8vus4n/3hUEj8PMfMMs17Mb1YliGjwbKBcFKOLW24E7Ax/vz1d3oJIgWxw9k4FvSrBenZ8t&#10;sbF+4i2ddtKpDOHUoIFeJDRap7Ynh2nhA3H2jj46lCxjp23EKcPdqKuiqLXDgfNCj4E2PbWfuy9n&#10;4G16Cq+39c0xHOJ1pdOjlf1GjLm8mB/uQQnN8h/+a79YA3VZlf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61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bmpcMA&#10;AADdAAAADwAAAGRycy9kb3ducmV2LnhtbESP3YrCMBCF7xf2HcIseLOsqRVEalORZRXxRtR9gKEZ&#10;m2IzKU209e2NIHh5OD8fJ18OthE36nztWMFknIAgLp2uuVLwf1r/zEH4gKyxcUwK7uRhWXx+5Jhp&#10;1/OBbsdQiTjCPkMFJoQ2k9KXhiz6sWuJo3d2ncUQZVdJ3WEfx20j0ySZSYs1R4LBln4NlZfj1UbI&#10;for73bk/rTcD9vi3M/y9Oig1+hpWCxCBhvAOv9pbrWA2SVN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bm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GWn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pFeQV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GWn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ulMYA&#10;AADdAAAADwAAAGRycy9kb3ducmV2LnhtbESPQWsCMRSE7wX/Q3hCL1Kz2iplaxQVQoUKUlvo9bF5&#10;7i7dvCxJ6q7/3ghCj8PMfMMsVr1txJl8qB0rmIwzEMSFMzWXCr6/9NMriBCRDTaOScGFAqyWg4cF&#10;5sZ1/EnnYyxFgnDIUUEVY5tLGYqKLIaxa4mTd3LeYkzSl9J47BLcNnKaZXNpsea0UGFL24qK3+Of&#10;VbA5dOWzHxWb3n2c3n9mWhu910o9Dvv1G4hIffwP39s7o2A+mb7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iul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RSsMA&#10;AADdAAAADwAAAGRycy9kb3ducmV2LnhtbESP0YrCMBRE3xf8h3AF39bUoiLVKOJSWJZ90d0PuDTX&#10;ptrclCTW+vdmYcHHYWbOMJvdYFvRkw+NYwWzaQaCuHK64VrB70/5vgIRIrLG1jEpeFCA3Xb0tsFC&#10;uzsfqT/FWiQIhwIVmBi7QspQGbIYpq4jTt7ZeYsxSV9L7fGe4LaVeZYtpcWG04LBjg6GquvpZhWU&#10;X/l3f71pX7r9MLe0MJfVh1FqMh72axCRhvgK/7c/tYLlLF/A35v0B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xRS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VeMYA&#10;AADdAAAADwAAAGRycy9kb3ducmV2LnhtbESPUWvCMBSF3wf+h3CFvYyZqqxIZxQdhA0ciDrY66W5&#10;tsXmpiSZ7f69EQZ7PJxzvsNZrgfbiiv50DhWMJ1kIIhLZxquFHyd9PMCRIjIBlvHpOCXAqxXo4cl&#10;Fsb1fKDrMVYiQTgUqKCOsSukDGVNFsPEdcTJOztvMSbpK2k89gluWznLslxabDgt1NjRW03l5fhj&#10;FWz3fTX3T+V2cLvz+/eL1kZ/aqUex8PmFUSkIf6H/9ofRkE+neV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aVe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JqpsQA&#10;AADdAAAADwAAAGRycy9kb3ducmV2LnhtbESP3WoCMRSE7wu+QziCdzXr4h9bo4iyIKU31T7AYXO6&#10;2bo5WZK4rm/fCIVeDjPzDbPZDbYVPfnQOFYwm2YgiCunG64VfF3K1zWIEJE1to5JwYMC7Lajlw0W&#10;2t35k/pzrEWCcChQgYmxK6QMlSGLYeo64uR9O28xJulrqT3eE9y2Ms+ypbTYcFow2NHBUHU936yC&#10;8j3/6K837Uu3H+aWFuZnfTRKTcbD/g1EpCH+h//aJ61gOctX8Hy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Caq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k8r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Yt4Eu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JWOTy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ZYdcUA&#10;AADdAAAADwAAAGRycy9kb3ducmV2LnhtbESPQWvCQBSE7wX/w/IKvTUbcwg1dRWpKMVTG6PnR/aZ&#10;hGbfhuwmxn/vCkKPw8x8wyzXk2nFSL1rLCuYRzEI4tLqhisFxXH3/gHCeWSNrWVScCMH69XsZYmZ&#10;tlf+pTH3lQgQdhkqqL3vMildWZNBF9mOOHgX2xv0QfaV1D1eA9y0MonjVBpsOCzU2NFXTeVfPhgF&#10;Q3pOCr4c9E++ve0X293GyVOl1NvrtPkE4Wny/+Fn+1srSOfJAh5vwhO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lh1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YYMsUA&#10;AADdAAAADwAAAGRycy9kb3ducmV2LnhtbERPPW/CMBDdkfgP1lViAydQRTTFQaUSEmUoaloGtmt8&#10;TULjcxobCP8eD5UYn973YtmbRpypc7VlBfEkAkFcWF1zqeDrcz2eg3AeWWNjmRRcycEyGw4WmGp7&#10;4Q86574UIYRdigoq79tUSldUZNBNbEscuB/bGfQBdqXUHV5CuGnkNIoSabDm0FBhS68VFb/5ySjY&#10;7+bJ02719njcvn/jzOi/g64TpUYP/cszCE+9v4v/3RutIIlnYX94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xhg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/WsYA&#10;AADdAAAADwAAAGRycy9kb3ducmV2LnhtbESPT2vCQBTE70K/w/IKvZlNVILErNI/NBZP1hZ6fWSf&#10;SWj2bchuNfHTuwXB4zAzv2HyzWBacaLeNZYVJFEMgri0uuFKwffX+3QJwnlkja1lUjCSg836YZJj&#10;pu2ZP+l08JUIEHYZKqi97zIpXVmTQRfZjjh4R9sb9EH2ldQ9ngPctHIWx6k02HBYqLGj15rK38Of&#10;UXBJf3DvtrOXt7n2NC6Whd3tC6WeHofnFQhPg7+Hb+0PrSBN5gn8vwlP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J/W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yl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09E4hc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4sp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WdZsUA&#10;AADdAAAADwAAAGRycy9kb3ducmV2LnhtbESPzW7CMBCE75V4B2uRuBWHRgSaYlBBqsSVnwPHrb0k&#10;KfE6xAZSnh4jVepxNDPfaGaLztbiSq2vHCsYDRMQxNqZigsF+93X6xSED8gGa8ek4Jc8LOa9lxnm&#10;xt14Q9dtKESEsM9RQRlCk0vpdUkW/dA1xNE7utZiiLItpGnxFuG2lm9JkkmLFceFEhtalaRP24tV&#10;sK6+aZzp47udLvXmcD+HdPJjlBr0u88PEIG68B/+a6+NgmyUpv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Z1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25sMA&#10;AADdAAAADwAAAGRycy9kb3ducmV2LnhtbERPW2vCMBR+H/gfwhH2NtO6IVqNZQ4GG3OCF/T10Byb&#10;YnNSmqzWf78MhD1+d75F3ttadNT6yrGCdJSAIC6crrhUcNi/P01B+ICssXZMCm7kIV8OHhaYaXfl&#10;LXW7UIpYwj5DBSaEJpPSF4Ys+pFriKN2dq3FEGFbSt3iNZbbWo6TZCItVhwXDDb0Zqi47H6sgg43&#10;t+RkVt+zz2pdjDer45eOvHoc9q9zEIH68G++pz+0gkn6/A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X25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tHcUA&#10;AADdAAAADwAAAGRycy9kb3ducmV2LnhtbESPQUvDQBSE70L/w/IK3uymEYvEbosUKh419uDxmX3N&#10;pmbfC7vbJvrrXUHwOMzMN8x6O/leXSjETtjAclGAIm7EdtwaOLztb+5BxYRssRcmA18UYbuZXa2x&#10;sjLyK13q1KoM4VihAZfSUGkdG0ce40IG4uwdJXhMWYZW24Bjhvtel0Wx0h47zgsOB9o5aj7rszcw&#10;PjUfp/L4bt13GGRfv8ip7MWY6/n0+AAq0ZT+w3/tZ2tgtby9g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u0d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1zcYA&#10;AADdAAAADwAAAGRycy9kb3ducmV2LnhtbESP3WoCMRSE7wu+QziCdzWrwlZWo/gLUlpEW+9PN6e7&#10;2yYnyybq9u2NUPBymJlvmOm8tUZcqPGVYwWDfgKCOHe64kLB58f2eQzCB2SNxjEp+CMP81nnaYqZ&#10;dlc+0OUYChEh7DNUUIZQZ1L6vCSLvu9q4uh9u8ZiiLIppG7wGuHWyGGSpNJixXGhxJpWJeW/x7NV&#10;sN2vzc/w/bA4ybDavHyZ8ety/aZUr9suJiACteER/m/vtIJ0MErh/iY+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s1z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Bd78YA&#10;AADdAAAADwAAAGRycy9kb3ducmV2LnhtbESPQYvCMBSE74L/ITzBi6ypiq5Uo4ggurCCugten82z&#10;LTYvpYm1/vvNguBxmJlvmPmyMYWoqXK5ZQWDfgSCOLE651TB78/mYwrCeWSNhWVS8CQHy0W7NcdY&#10;2wcfqT75VAQIuxgVZN6XsZQuycig69uSOHhXWxn0QVap1BU+AtwUchhFE2kw57CQYUnrjJLb6W4U&#10;1IfvS7qrXfl1m/bceHTZbvf6rFS306xmIDw1/h1+tXdawWQw+oT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Bd7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1VMUA&#10;AADdAAAADwAAAGRycy9kb3ducmV2LnhtbERPz2vCMBS+D/Y/hDfYbaa6WbQ2yhSEXQbqPOjt2by1&#10;pc1LTaJ2++uXg7Djx/c7X/SmFVdyvrasYDhIQBAXVtdcKth/rV8mIHxA1thaJgU/5GExf3zIMdP2&#10;xlu67kIpYgj7DBVUIXSZlL6oyKAf2I44ct/WGQwRulJqh7cYblo5SpJUGqw5NlTY0aqiotldjILl&#10;dLI8b97483d7OtLxcGrGI5co9fzUv89ABOrDv/ju/tAK0uFrnBvfx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brVUxQAAAN0AAAAPAAAAAAAAAAAAAAAAAJgCAABkcnMv&#10;ZG93bnJldi54bWxQSwUGAAAAAAQABAD1AAAAigMAAAAA&#10;" fillcolor="black" stroked="f"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vTwcgA&#10;AADdAAAADwAAAGRycy9kb3ducmV2LnhtbESPzWvCQBTE7wX/h+UVeqsbLQ2auor2AwT14MfB42v2&#10;NVmSfRuyW43967uC4HGYmd8wk1lna3Gi1hvHCgb9BARx7rThQsFh//U8AuEDssbaMSm4kIfZtPcw&#10;wUy7M2/ptAuFiBD2GSooQ2gyKX1ekkXfdw1x9H5cazFE2RZSt3iOcFvLYZKk0qLhuFBiQ+8l5dXu&#10;1yo4rlIz2hoafq//Fp96/VotNh+VUk+P3fwNRKAu3MO39lIrSAcvY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C9P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I3lMMA&#10;AADdAAAADwAAAGRycy9kb3ducmV2LnhtbERPz2vCMBS+D/wfwhN2W1PHEOmMpShju+wwdez6aN6a&#10;2ualJlGrf/1yGHj8+H4vy9H24kw+tI4VzLIcBHHtdMuNgv3u7WkBIkRkjb1jUnClAOVq8rDEQrsL&#10;f9F5GxuRQjgUqMDEOBRShtqQxZC5gThxv85bjAn6RmqPlxRue/mc53NpseXUYHCgtaG6256sAl/9&#10;bLobn767/PZ5De+H8bhAo9TjdKxeQUQa41387/7QCuazl7Q/vU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I3l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3vcUA&#10;AADdAAAADwAAAGRycy9kb3ducmV2LnhtbESPUWvCQBCE3wv+h2MLvpR6iRRbU0+RgiBUClp/wJrb&#10;JqF3eyG31eiv94SCj8PMfMPMFr136khdbAIbyEcZKOIy2IYrA/vv1fMbqCjIFl1gMnCmCIv54GGG&#10;hQ0n3tJxJ5VKEI4FGqhF2kLrWNbkMY5CS5y8n9B5lCS7StsOTwnunR5n2UR7bDgt1NjSR03l7+7P&#10;G3Djg5t+vsaNnPd6k128bJ++rDHDx375Dkqol3v4v722Bib5Sw63N+k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je9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mjsYA&#10;AADdAAAADwAAAGRycy9kb3ducmV2LnhtbESPQWvCQBSE70L/w/IKvenGUERSV2krQi49NKZ4fWaf&#10;2eDu25DdauqvdwuFHoeZ+YZZbUZnxYWG0HlWMJ9lIIgbrztuFdT73XQJIkRkjdYzKfihAJv1w2SF&#10;hfZX/qRLFVuRIBwKVGBi7AspQ2PIYZj5njh5Jz84jEkOrdQDXhPcWZln2UI67DgtGOzp3VBzrr6d&#10;gm3V27wuzVs4fH0cj7a87eiwVerpcXx9ARFpjP/hv3apFSzmz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Sm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9MpM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bPI+hd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T0y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2/sYA&#10;AADdAAAADwAAAGRycy9kb3ducmV2LnhtbESPQWvCQBSE7wX/w/IEb3UTDSKpq0ShUCw9VEvp8TX7&#10;TEKyb8PuauK/7xYKPQ4z8w2z2Y2mEzdyvrGsIJ0nIIhLqxuuFHycnx/XIHxA1thZJgV38rDbTh42&#10;mGs78DvdTqESEcI+RwV1CH0upS9rMujntieO3sU6gyFKV0ntcIhw08lFkqykwYbjQo09HWoq29PV&#10;KPi6vvLlbXks3D582vHs28X3ulVqNh2LJxCBxvAf/mu/aAWrNMv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92/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lpt8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u/0B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pabfHAAAA3QAAAA8AAAAAAAAAAAAAAAAAmAIAAGRy&#10;cy9kb3ducmV2LnhtbFBLBQYAAAAABAAEAPUAAACMAwAAAAA=&#10;" fillcolor="black" stroked="f"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NwcUA&#10;AADdAAAADwAAAGRycy9kb3ducmV2LnhtbESPQUsDMRSE70L/Q3gFbzbbKousTctSKIqnbVW8vm5e&#10;N0s3L0sS0/XfG0HwOMzMN8x6O9lBJPKhd6xguShAELdO99wpeH/b3z2CCBFZ4+CYFHxTgO1mdrPG&#10;SrsrHygdYycyhEOFCkyMYyVlaA1ZDAs3Emfv7LzFmKXvpPZ4zXA7yFVRlNJiz3nB4Eg7Q+3l+GUV&#10;pNOuqe/TZzKHV1933jXPH6dGqdv5VD+BiDTF//Bf+0UrKJc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w3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xIqMcA&#10;AADdAAAADwAAAGRycy9kb3ducmV2LnhtbESPQUvDQBSE70L/w/KE3uwmUqLGbouUtlgvrbFQj4/s&#10;MxuafRuy2zT217uC4HGYmW+Y2WKwjeip87VjBekkAUFcOl1zpeDwsb57BOEDssbGMSn4Jg+L+ehm&#10;hrl2F36nvgiViBD2OSowIbS5lL40ZNFPXEscvS/XWQxRdpXUHV4i3DbyPkkyabHmuGCwpaWh8lSc&#10;rQKfLlfHN3t96j83hnfF1mT7yig1vh1enkEEGsJ/+K/9qhVk6fQB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MSK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4A55" w:rsidRDefault="00994A55" w:rsidP="00994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4A55" w:rsidRDefault="00994A55" w:rsidP="00994A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4A55" w:rsidRDefault="00994A55" w:rsidP="00994A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94A55" w:rsidRDefault="00994A55" w:rsidP="00994A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4A55" w:rsidRDefault="00994A55" w:rsidP="00994A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994A55" w:rsidRPr="009B40A3" w:rsidRDefault="00994A55" w:rsidP="00994A5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4A55" w:rsidRPr="009B40A3" w:rsidRDefault="00994A55" w:rsidP="00994A5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Писаній</w:t>
      </w:r>
      <w:proofErr w:type="spellEnd"/>
      <w:proofErr w:type="gramStart"/>
      <w:r w:rsidRPr="009B40A3">
        <w:rPr>
          <w:rFonts w:ascii="Times New Roman" w:eastAsia="Calibri" w:hAnsi="Times New Roman" w:cs="Times New Roman"/>
          <w:b/>
          <w:sz w:val="24"/>
        </w:rPr>
        <w:t xml:space="preserve"> І.</w:t>
      </w:r>
      <w:proofErr w:type="gramEnd"/>
      <w:r w:rsidRPr="009B40A3">
        <w:rPr>
          <w:rFonts w:ascii="Times New Roman" w:eastAsia="Calibri" w:hAnsi="Times New Roman" w:cs="Times New Roman"/>
          <w:b/>
          <w:sz w:val="24"/>
        </w:rPr>
        <w:t>В.</w:t>
      </w: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116,  118, 121,122,186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Писаної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І.В.,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994A55" w:rsidRPr="005F0142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Писаній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Ірині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Володимирівні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44019B">
        <w:rPr>
          <w:rFonts w:ascii="Times New Roman" w:eastAsia="Calibri" w:hAnsi="Times New Roman" w:cs="Times New Roman"/>
          <w:sz w:val="24"/>
          <w:lang w:val="uk-UA"/>
        </w:rPr>
        <w:t>_________________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0,1200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B40A3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9B40A3">
        <w:rPr>
          <w:rFonts w:ascii="Times New Roman" w:eastAsia="Calibri" w:hAnsi="Times New Roman" w:cs="Times New Roman"/>
        </w:rPr>
        <w:t>індивідуального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садівництва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ОК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СТ «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Будівельник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».</w:t>
      </w: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sz w:val="24"/>
        </w:rPr>
        <w:t>Писан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І.В.,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ради.</w:t>
      </w:r>
    </w:p>
    <w:p w:rsidR="00994A55" w:rsidRPr="009B40A3" w:rsidRDefault="00994A55" w:rsidP="00994A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94A55" w:rsidRPr="009B40A3" w:rsidRDefault="00994A55" w:rsidP="00994A5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4A55" w:rsidRPr="009B40A3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4A55" w:rsidRPr="00994A55" w:rsidRDefault="00994A55" w:rsidP="00994A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98233A" w:rsidRPr="00994A55" w:rsidRDefault="00994A55" w:rsidP="00994A5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8233A" w:rsidRPr="00994A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A55"/>
    <w:rsid w:val="0044019B"/>
    <w:rsid w:val="0098233A"/>
    <w:rsid w:val="0099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5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4A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4A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4A5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5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4A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4A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4A5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2021-09-13T08:06:00Z</dcterms:created>
  <dcterms:modified xsi:type="dcterms:W3CDTF">2021-09-13T13:18:00Z</dcterms:modified>
</cp:coreProperties>
</file>