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977" w:rsidRDefault="00613977" w:rsidP="006139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13977" w:rsidRDefault="00613977" w:rsidP="00613977"/>
    <w:p w:rsidR="00613977" w:rsidRDefault="00613977" w:rsidP="00613977"/>
    <w:p w:rsidR="00613977" w:rsidRDefault="00613977" w:rsidP="0061397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13977" w:rsidRDefault="00613977" w:rsidP="0061397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13977" w:rsidRDefault="00613977" w:rsidP="0061397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13977" w:rsidRDefault="00613977" w:rsidP="0061397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13977" w:rsidRDefault="00613977" w:rsidP="0061397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977" w:rsidRDefault="00613977" w:rsidP="006139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13977" w:rsidRDefault="00613977" w:rsidP="006139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3977" w:rsidRDefault="00613977" w:rsidP="0061397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13977" w:rsidRPr="0063686B" w:rsidRDefault="00613977" w:rsidP="00613977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613977" w:rsidRPr="00E52C0C" w:rsidRDefault="00613977" w:rsidP="00613977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613977" w:rsidRPr="00E52C0C" w:rsidRDefault="00613977" w:rsidP="00613977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2C0C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E52C0C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613977" w:rsidRPr="00E52C0C" w:rsidRDefault="00613977" w:rsidP="00613977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13977" w:rsidRPr="00E52C0C" w:rsidRDefault="00613977" w:rsidP="00613977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2C0C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613977" w:rsidRPr="00E52C0C" w:rsidRDefault="00613977" w:rsidP="00613977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2C0C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місцевості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Ні</w:t>
      </w:r>
      <w:proofErr w:type="gramStart"/>
      <w:r w:rsidRPr="00E52C0C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E52C0C">
        <w:rPr>
          <w:rFonts w:ascii="Times New Roman" w:hAnsi="Times New Roman" w:cs="Times New Roman"/>
          <w:b/>
          <w:sz w:val="24"/>
          <w:szCs w:val="24"/>
        </w:rPr>
        <w:t>ітюка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В.В.</w:t>
      </w:r>
    </w:p>
    <w:p w:rsidR="00613977" w:rsidRPr="00E52C0C" w:rsidRDefault="00613977" w:rsidP="00613977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13977" w:rsidRPr="00E52C0C" w:rsidRDefault="00613977" w:rsidP="0061397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Нікітюка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ільська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613977" w:rsidRPr="00E52C0C" w:rsidRDefault="00613977" w:rsidP="0061397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Нікітюку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Вадиму Валентиновичу,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: </w:t>
      </w:r>
      <w:r w:rsidR="002F4481">
        <w:rPr>
          <w:rFonts w:ascii="Times New Roman" w:hAnsi="Times New Roman" w:cs="Times New Roman"/>
          <w:sz w:val="24"/>
          <w:szCs w:val="24"/>
          <w:lang w:val="en-US"/>
        </w:rPr>
        <w:t>_______________</w:t>
      </w:r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2F4481">
        <w:rPr>
          <w:rFonts w:ascii="Times New Roman" w:hAnsi="Times New Roman" w:cs="Times New Roman"/>
          <w:sz w:val="24"/>
          <w:szCs w:val="24"/>
          <w:lang w:val="en-US"/>
        </w:rPr>
        <w:t>_________</w:t>
      </w:r>
      <w:bookmarkStart w:id="0" w:name="_GoBack"/>
      <w:bookmarkEnd w:id="0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0,2500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2C0C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номер: 6823982100:01:007:0041), для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52C0C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оловлі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вул.Хотічинська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, 11</w:t>
      </w:r>
      <w:r w:rsidRPr="00E52C0C">
        <w:rPr>
          <w:rFonts w:ascii="Times New Roman" w:hAnsi="Times New Roman" w:cs="Times New Roman"/>
          <w:sz w:val="24"/>
          <w:szCs w:val="24"/>
        </w:rPr>
        <w:t>.</w:t>
      </w:r>
      <w:r w:rsidRPr="00E52C0C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613977" w:rsidRPr="00E52C0C" w:rsidRDefault="00613977" w:rsidP="0061397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E52C0C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Нікітюку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613977" w:rsidRPr="00E52C0C" w:rsidRDefault="00613977" w:rsidP="0061397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13977" w:rsidRPr="00E52C0C" w:rsidRDefault="00613977" w:rsidP="0061397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13977" w:rsidRPr="00E52C0C" w:rsidRDefault="00613977" w:rsidP="0061397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3977" w:rsidRPr="00613977" w:rsidRDefault="00613977" w:rsidP="0061397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13977" w:rsidRPr="00E52C0C" w:rsidRDefault="00613977" w:rsidP="0061397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3D47" w:rsidRPr="00613977" w:rsidRDefault="00613977" w:rsidP="0061397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33D47" w:rsidRPr="0061397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977"/>
    <w:rsid w:val="00171A2E"/>
    <w:rsid w:val="002F4481"/>
    <w:rsid w:val="00304C90"/>
    <w:rsid w:val="00505B6D"/>
    <w:rsid w:val="00613977"/>
    <w:rsid w:val="006D3977"/>
    <w:rsid w:val="007D6C18"/>
    <w:rsid w:val="00D1641A"/>
    <w:rsid w:val="00D3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271</Words>
  <Characters>1545</Characters>
  <Application>Microsoft Office Word</Application>
  <DocSecurity>0</DocSecurity>
  <Lines>12</Lines>
  <Paragraphs>3</Paragraphs>
  <ScaleCrop>false</ScaleCrop>
  <Company>Microsoft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2020-05-21T17:15:00Z</dcterms:created>
  <dcterms:modified xsi:type="dcterms:W3CDTF">2020-05-21T18:00:00Z</dcterms:modified>
</cp:coreProperties>
</file>