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148" w:rsidRPr="002C7821" w:rsidRDefault="00FB7148" w:rsidP="00FB714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B2C783" wp14:editId="3B9CC0A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66" name="Группа 147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7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76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G8W7nYAADh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fWhvFu52AAA4WQQA&#10;DgAAAAAAAAAAAAAAAAAuAgAAZHJzL2Uyb0RvYy54bWxQSwECLQAUAAYACAAAACEAntNkbd0AAAAG&#10;AQAADwAAAAAAAAAAAAAAAABIeQAAZHJzL2Rvd25yZXYueG1sUEsFBgAAAAAEAAQA8wAAAFJ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CgL8IA&#10;AADeAAAADwAAAGRycy9kb3ducmV2LnhtbERPS4vCMBC+L/gfwgje1lRdrNRGEVHxICx11/vQTB/Y&#10;TEoTtf77jSDsbT6+56Tr3jTiTp2rLSuYjCMQxLnVNZcKfn/2nwsQziNrbCyTgic5WK8GHykm2j44&#10;o/vZlyKEsEtQQeV9m0jp8ooMurFtiQNX2M6gD7Arpe7wEcJNI6dRNJcGaw4NFba0rSi/nm9GgZ0d&#10;jqdLOc1mO449b74XxaU/KTUa9pslCE+9/xe/3Ucd5n/F8xhe74Qb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4KAv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uG/skA&#10;AADeAAAADwAAAGRycy9kb3ducmV2LnhtbESPzUvDQBDF74L/wzKCl2I3iqQauy1SiB89CP0Ar0N2&#10;zEazs2F3bWP/eucgeJvhvXnvN/Pl6Ht1oJi6wAaupwUo4ibYjlsD+119dQcqZWSLfWAy8EMJlovz&#10;szlWNhx5Q4dtbpWEcKrQgMt5qLROjSOPaRoGYtE+QvSYZY2tthGPEu57fVMUpfbYsTQ4HGjlqPna&#10;fnsDn/Wbe1/NTk9xcr+h06ReP/evpTGXF+PjA6hMY/43/12/WMG/nZX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ruG/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SHZMcA&#10;AADeAAAADwAAAGRycy9kb3ducmV2LnhtbESPzWrDMBCE74W8g9hALiWR25Q0caMEU+JSfAn5eYDF&#10;2lim1spYqu28fVUo9LbLzM43u92PthE9db52rOBpkYAgLp2uuVJwveTzNQgfkDU2jknBnTzsd5OH&#10;LabaDXyi/hwqEUPYp6jAhNCmUvrSkEW/cC1x1G6usxji2lVSdzjEcNvI5yRZSYs1R4LBlt4NlV/n&#10;bxshxyUei9twyT9GHPBQGH7MTkrNpmP2BiLQGP7Nf9efOtZ/eV1t4PedOIP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kh2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OtHscA&#10;AADeAAAADwAAAGRycy9kb3ducmV2LnhtbESPT0vDQBDF70K/wzIFb3ZjqY2k3ZbSKojgoVWQ3obs&#10;NAlm/7A7NvHbOwfB2wzz5r33W29H16srpdwFb+B+VoAiXwfb+cbAx/vz3SOozOgt9sGTgR/KsN1M&#10;btZY2TD4I11P3Cgx8blCAy1zrLTOdUsO8yxE8nK7hOSQZU2NtgkHMXe9nhfFUjvsvCS0GGnfUv11&#10;+nYG3oan+FouHy7xnBZznQ+WP/dszO103K1AMY38L/77frFSf1GWAiA4MoP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DrR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dv8UA&#10;AADeAAAADwAAAGRycy9kb3ducmV2LnhtbESP3YrCMBCF74V9hzALeyOa+oMu1SiyqIg3Rd0HGJqx&#10;KTaT0mRt9+2NIHg3wzlzvjPLdWcrcafGl44VjIYJCOLc6ZILBb+X3eAbhA/IGivHpOCfPKxXH70l&#10;ptq1fKL7ORQihrBPUYEJoU6l9Lkhi37oauKoXV1jMcS1KaRusI3htpLjJJlJiyVHgsGafgzlt/Of&#10;jZBsgtnx2l52+w5b3B4N9zcnpb4+u80CRKAuvM2v64OO9afz+Qie78QZ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Sx2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2W8sQA&#10;AADeAAAADwAAAGRycy9kb3ducmV2LnhtbERPTUvDQBC9C/0PyxS82U1DbSR2W6QqiODBKoi3ITtN&#10;QrOzy+7YxH/vCoK3ebzP2ewmN6gzxdR7NrBcFKCIG297bg28vz1e3YBKgmxx8EwGvinBbju72GBt&#10;/civdD5Iq3IIpxoNdCKh1jo1HTlMCx+IM3f00aFkGFttI4453A26LIq1dthzbugw0L6j5nT4cgZe&#10;xofwXK2vj+Ezrkqd7q187MWYy/l0dwtKaJJ/8Z/7yeb5q6oq4f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lv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QugMUA&#10;AADeAAAADwAAAGRycy9kb3ducmV2LnhtbERP32vCMBB+H+x/CCfsZWjqdCrVKDoIExyMuYGvR3O2&#10;Zc2lJJnt/nsjDPZ2H9/PW21624gL+VA7VjAeZSCIC2dqLhV8ferhAkSIyAYbx6TglwJs1vd3K8yN&#10;6/iDLsdYihTCIUcFVYxtLmUoKrIYRq4lTtzZeYsxQV9K47FL4baRT1k2kxZrTg0VtvRSUfF9/LEK&#10;du9dOfGPxa53h/Pr6Vlro9+0Ug+DfrsEEamP/+I/996k+dP5fAK3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VC6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8C8MA&#10;AADeAAAADwAAAGRycy9kb3ducmV2LnhtbERP3WrCMBS+F3yHcITdaTrpVLpGEaUwxm50e4BDc9Z0&#10;bU5KEmv39stgsLvz8f2e8jDZXozkQ+tYweMqA0FcO91yo+DjvVruQISIrLF3TAq+KcBhP5+VWGh3&#10;5wuN19iIFMKhQAUmxqGQMtSGLIaVG4gT9+m8xZigb6T2eE/htpfrLNtIiy2nBoMDnQzV3fVmFVSv&#10;67exu2lfueOUW3oyX7uzUephMR2fQUSa4r/4z/2i0/x8u83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38C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ETb8YA&#10;AADeAAAADwAAAGRycy9kb3ducmV2LnhtbERP22oCMRB9L/gPYYS+FM3a1gurUbQQLFgotQVfh824&#10;u7iZLEnqbv/eFAp9m8O5zmrT20ZcyYfasYLJOANBXDhTc6ng61OPFiBCRDbYOCYFPxRgsx7crTA3&#10;ruMPuh5jKVIIhxwVVDG2uZShqMhiGLuWOHFn5y3GBH0pjccuhdtGPmbZTFqsOTVU2NJLRcXl+G0V&#10;7N678sk/FLveHc7701Rro9+0UvfDfrsEEamP/+I/96tJ85/n8yn8vpNu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/ETb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PH58IA&#10;AADeAAAADwAAAGRycy9kb3ducmV2LnhtbERP24rCMBB9X/Afwgj7tqaKq1KNIi6FRfbFywcMzdhU&#10;m0lJYu3+vVlY8G0O5zqrTW8b0ZEPtWMF41EGgrh0uuZKwflUfCxAhIissXFMCn4pwGY9eFthrt2D&#10;D9QdYyVSCIccFZgY21zKUBqyGEauJU7cxXmLMUFfSe3xkcJtIydZNpMWa04NBlvaGSpvx7tVUOwn&#10;P93trn3htv3U0qe5Lr6MUu/DfrsEEamPL/G/+1un+dP5fAZ/76Qb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E8f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H8lMIA&#10;AADeAAAADwAAAGRycy9kb3ducmV2LnhtbERPzWqDQBC+B/oOyxRyi2vapBbrGkLB0Bxr+wCDO1XR&#10;nTXuVs3bdwOB3ubj+53ssJheTDS61rKCbRSDIK6sbrlW8P1VbF5BOI+ssbdMCq7k4JA/rDJMtZ35&#10;k6bS1yKEsEtRQeP9kErpqoYMusgOxIH7saNBH+BYSz3iHMJNL5/i+EUabDk0NDjQe0NVV/4aBbvr&#10;fLqU+y4utKHt+Xk4s6/2Sq0fl+MbCE+L/xff3R86zN8lSQK3d8IN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kfy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+ScYA&#10;AADeAAAADwAAAGRycy9kb3ducmV2LnhtbESPQWvCQBCF7wX/wzJCb82mIlqjq4hiKT1pqp6H7JiE&#10;ZmdDdtX47zuHgrcZ3pv3vlmseteoG3Wh9mzgPUlBERfe1lwaOP7s3j5AhYhssfFMBh4UYLUcvCww&#10;s/7OB7rlsVQSwiFDA1WMbaZ1KCpyGBLfEot28Z3DKGtXatvhXcJdo0dpOtEOa5aGClvaVFT85ldn&#10;4Do5j458+bb7fPv4nG1366BPpTGvw349BxWpj0/z//WXFfzxdCq88o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x+S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9rz8cA&#10;AADeAAAADwAAAGRycy9kb3ducmV2LnhtbERPS2vCQBC+C/6HZYTedNMqiUZXqUKh7UHx0UNvY3aa&#10;pM3Optmtxn/fFQRv8/E9Z7ZoTSVO1LjSsoLHQQSCOLO65FzBYf/SH4NwHlljZZkUXMjBYt7tzDDV&#10;9sxbOu18LkIIuxQVFN7XqZQuK8igG9iaOHBftjHoA2xyqRs8h3BTyacoiqXBkkNDgTWtCsp+dn9G&#10;wcdmHE82y7fR9/v6iEOjfz91GSv10GufpyA8tf4uvrlfdZg/SpIJXN8JN8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va8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kl4ccA&#10;AADeAAAADwAAAGRycy9kb3ducmV2LnhtbESPS2/CQAyE75X4Dysj9QYbKIIosKA+VFpx4iVxtbIm&#10;ich6o+wWQn99fUDqzZbHM/MtVp2r1ZXaUHk2MBomoIhzbysuDBwPn4MUVIjIFmvPZOBOAVbL3tMC&#10;M+tvvKPrPhZKTDhkaKCMscm0DnlJDsPQN8RyO/vWYZS1LbRt8SbmrtbjJJlqhxVLQokNvZeUX/Y/&#10;zsDv9ITb8DV++3ixke6TdO0327Uxz/3udQ4qUhf/xY/vbyv1J7NUAARHZ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5Je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zp1MMA&#10;AADeAAAADwAAAGRycy9kb3ducmV2LnhtbERPzYrCMBC+L/gOYQRva6rUXa1GkUXBm2v1AYZmTIvN&#10;pDZZrT69WVjY23x8v7NYdbYWN2p95VjBaJiAIC6crtgoOB2371MQPiBrrB2Tggd5WC17bwvMtLvz&#10;gW55MCKGsM9QQRlCk0npi5Is+qFriCN3dq3FEGFrpG7xHsNtLcdJ8iEtVhwbSmzoq6Tikv9YBVc3&#10;nugu3+D+spl9V8ak1+chVWrQ79ZzEIG68C/+c+90nJ9+Tkf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zp1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IRSMMA&#10;AADeAAAADwAAAGRycy9kb3ducmV2LnhtbERPyW7CMBC9I/UfrKnUGzhlTQMGFSQkrkAPPU7tIQmN&#10;x2nsQuDrMRISt3l668wWra3EiRpfOlbw3ktAEGtnSs4VfO3X3RSED8gGK8ek4EIeFvOXzgwz4868&#10;pdMu5CKGsM9QQRFCnUnpdUEWfc/VxJE7uMZiiLDJpWnwHMNtJftJMpYWS44NBda0Kkj/7v6tgk35&#10;Q6OxPnzYdKm339e/MJgcjVJvr+3nFESgNjzFD/fGxPnDSdqH+zvxBj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IRS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9NBMYA&#10;AADeAAAADwAAAGRycy9kb3ducmV2LnhtbERPXWsCMRB8L/gfwgp9qzk/qPZqFBUKiq2gFfu6XNbL&#10;4WVzXOJ5/ntTKPRtdmdnZmc6b20pGqp94VhBv5eAIM6cLjhXcPz+eJmA8AFZY+mYFNzJw3zWeZpi&#10;qt2N99QcQi6iCfsUFZgQqlRKnxmy6HuuIo7c2dUWQxzrXOoab9HclnKQJK/SYsExwWBFK0PZ5XC1&#10;Chrc3ZMfs/x62xSf2WC3PG113Kvnbrt4BxGoDf/Hf+q1ju+PxpMh/NaJG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9NB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/i8MA&#10;AADbAAAADwAAAGRycy9kb3ducmV2LnhtbESPQUvDQBSE70L/w/IK3uymQURjt6UUKh419uDxmX3N&#10;ps2+F3bXJvrrXUHwOMzMN8xqM/leXSjETtjAclGAIm7EdtwaOLztb+5BxYRssRcmA18UYbOeXa2w&#10;sjLyK13q1KoM4VihAZfSUGkdG0ce40IG4uwdJXhMWYZW24Bjhvtel0Vxpz12nBccDrRz1JzrT29g&#10;fGo+TuXx3brvMMi+fpFT2Ysx1/Np+wgq0ZT+w3/tZ2vg4RZ+v+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X/i8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leDsQA&#10;AADcAAAADwAAAGRycy9kb3ducmV2LnhtbERP22rCQBB9L/QflhH6VjcG2kp0FasVSqlIvLyP2TFJ&#10;uzsbsltN/94VBN/mcK4znnbWiBO1vnasYNBPQBAXTtdcKthtl89DED4gazSOScE/eZhOHh/GmGl3&#10;5pxOm1CKGMI+QwVVCE0mpS8qsuj7riGO3NG1FkOEbSl1i+cYbo1Mk+RVWqw5NlTY0Lyi4nfzZxUs&#10;1wvzk67y2V6G+cfbwQy/3hffSj31utkIRKAu3MU396eO89MXuD4TL5C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5Xg7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uz0sQA&#10;AADcAAAADwAAAGRycy9kb3ducmV2LnhtbERPTWvCQBC9C/0PyxS8FLOpRZE0GxGhaEGhVcHrJDtN&#10;gtnZkF1j+u+7QsHbPN7npMvBNKKnztWWFbxGMQjiwuqaSwWn48dkAcJ5ZI2NZVLwSw6W2dMoxUTb&#10;G39Tf/ClCCHsElRQed8mUrqiIoMusi1x4H5sZ9AH2JVSd3gL4aaR0zieS4M1h4YKW1pXVFwOV6Og&#10;/9rl5bZ37edl8eJmb/lms9dnpcbPw+odhKfBP8T/7q0O86dzuD8TLp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rs9L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XOcQA&#10;AADcAAAADwAAAGRycy9kb3ducmV2LnhtbERPS2sCMRC+F/wPYQRvNetSH90aRQuCl0LVHupt3Iy7&#10;i5vJmkRd++ubgtDbfHzPmc5bU4srOV9ZVjDoJyCIc6srLhR87VbPExA+IGusLZOCO3mYzzpPU8y0&#10;vfGGrttQiBjCPkMFZQhNJqXPSzLo+7YhjtzROoMhQldI7fAWw00t0yQZSYMVx4YSG3ovKT9tL0bB&#10;8nWyPH++8MfP5rCn/ffhNExdolSv2y7eQARqw7/44V7rOD8dw98z8QI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lznEAAAA3AAAAA8AAAAAAAAAAAAAAAAAmAIAAGRycy9k&#10;b3ducmV2LnhtbFBLBQYAAAAABAAEAPUAAACJAwAAAAA=&#10;" fillcolor="black" stroked="f"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75ecUA&#10;AADeAAAADwAAAGRycy9kb3ducmV2LnhtbERPTWvCQBC9F/wPyxS81U0DBkldRW0LQvWg9uBxzI7J&#10;kuxsyG417a/vCoK3ebzPmc5724gLdd44VvA6SkAQF04bLhV8Hz5fJiB8QNbYOCYFv+RhPhs8TTHX&#10;7so7uuxDKWII+xwVVCG0uZS+qMiiH7mWOHJn11kMEXal1B1eY7htZJokmbRoODZU2NKqoqLe/1gF&#10;x6/MTHaG0tPmb/mhN+N6uX2vlRo+94s3EIH68BDf3Wsd56fpOIPbO/EG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vl5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x0MUA&#10;AADeAAAADwAAAGRycy9kb3ducmV2LnhtbERPS2sCMRC+F/wPYYTearYLPtgaRSzFXjzUVrwOm+lm&#10;u5vJmkRd/fWNUOhtPr7nzJe9bcWZfKgdK3geZSCIS6drrhR8fb49zUCEiKyxdUwKrhRguRg8zLHQ&#10;7sIfdN7FSqQQDgUqMDF2hZShNGQxjFxHnLhv5y3GBH0ltcdLCretzLNsIi3WnBoMdrQ2VDa7k1Xg&#10;V4fX5sanfZPdttew+emPMzRKPQ771QuISH38F/+533Wan+fjKdzfST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UDHQ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4T6ccA&#10;AADeAAAADwAAAGRycy9kb3ducmV2LnhtbESP3UoDQQyF74W+w5CCN2JnXfCna6elCIJgEVr7AOlO&#10;3F06k1l2Yrv16c2F4F3COTnny2I1xmBONOQusYO7WQGGuE6+48bB/vP19glMFmSPITE5uFCG1XJy&#10;tcDKpzNv6bSTxmgI5wodtCJ9ZW2uW4qYZ6knVu0rDRFF16GxfsCzhsdgy6J4sBE71oYWe3ppqT7u&#10;vqODUB7C/P0xb+Syt5viJ8r25sM7dz0d189ghEb5N/9dv3nFL8t75dV3dAa7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+E+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3KMQA&#10;AADeAAAADwAAAGRycy9kb3ducmV2LnhtbERPTWsCMRC9F/ofwgi9adaFil2NYivCXjx0tXgdN+Nm&#10;MZksm1S3/fVNodDbPN7nLNeDs+JGfWg9K5hOMhDEtdctNwqOh914DiJEZI3WMyn4ogDr1ePDEgvt&#10;7/xOtyo2IoVwKFCBibErpAy1IYdh4jvixF187zAm2DdS93hP4c7KPMtm0mHLqcFgR2+G6mv16RRs&#10;q87mx9K8htPH/ny25feOTlulnkbDZgEi0hD/xX/uUqf5ef78A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i9y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EmPsYA&#10;AADeAAAADwAAAGRycy9kb3ducmV2LnhtbESPT2vDMAzF74V9B6NBb629HNKS1S1jrFDoaf1z2E3Y&#10;WpItlkPsNdm3nw6D3iT09N77bXZT6NSNhtRGtvC0NKCIXfQt1xYu5/1iDSplZI9dZLLwSwl224fZ&#10;BisfR36n2ynXSkw4VWihybmvtE6uoYBpGXtiuX3GIWCWdai1H3AU89DpwphSB2xZEhrs6bUh9336&#10;CRa+9voYnUF3vVzHg199vJXUGWvnj9PLM6hMU76L/78PXuoXRSkAgiMz6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EmP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wwsUA&#10;AADeAAAADwAAAGRycy9kb3ducmV2LnhtbERPTWvCQBC9F/oflil4q5tEEImukgpCqfRQLcXjNDsm&#10;IdnZsLuJ8d93C4Xe5vE+Z7ObTCdGcr6xrCCdJyCIS6sbrhR8ng/PKxA+IGvsLJOCO3nYbR8fNphr&#10;e+MPGk+hEjGEfY4K6hD6XEpf1mTQz21PHLmrdQZDhK6S2uEthptOZkmylAYbjg019rSvqWxPg1Fw&#10;GY58fV+8Fe4lfNnp7Nvse9UqNXuaijWIQFP4F/+5X3Wcn2XLFH7fiTf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1XDC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7x8UA&#10;AADeAAAADwAAAGRycy9kb3ducmV2LnhtbERPS2sCMRC+C/6HMIXeNNtQxW6NokKhl0J9HOpt3Ex3&#10;FzeTNUl17a9vCoK3+fieM513thFn8qF2rOFpmIEgLpypudSw274NJiBCRDbYOCYNVwown/V7U8yN&#10;u/CazptYihTCIUcNVYxtLmUoKrIYhq4lTty38xZjgr6UxuMlhdtGqiwbS4s1p4YKW1pVVBw3P1bD&#10;8mWyPH0+88fv+rCn/dfhOFI+0/rxoVu8gojUxbv45n43ab5SYwX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2jvHxQAAAN4AAAAPAAAAAAAAAAAAAAAAAJgCAABkcnMv&#10;ZG93bnJldi54bWxQSwUGAAAAAAQABAD1AAAAigMAAAAA&#10;" fillcolor="black" stroked="f"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CV9sMA&#10;AADeAAAADwAAAGRycy9kb3ducmV2LnhtbERP30vDMBB+F/Y/hBv45tJ1MKQuG2UwFJ+6qfh6a86m&#10;2FxKErP63y8Dwbf7+H7eZjfZQSTyoXesYLkoQBC3TvfcKXh/Ozw8gggRWePgmBT8UoDddna3wUq7&#10;Cx8pnWIncgiHChWYGMdKytAashgWbiTO3JfzFmOGvpPa4yWH20GWRbGWFnvODQZH2htqv08/VkE6&#10;75t6lT6TOb76uvOuef44N0rdz6f6CUSkKf6L/9wvOs8vy/UKbu/kG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CV9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VJi8UA&#10;AADeAAAADwAAAGRycy9kb3ducmV2LnhtbERPTWvCQBC9F/oflhF6042hhBpdRaQt1Us1FupxyE6z&#10;odnZkN3G6K/vFoTe5vE+Z7EabCN66nztWMF0koAgLp2uuVLwcXwZP4HwAVlj45gUXMjDanl/t8Bc&#10;uzMfqC9CJWII+xwVmBDaXEpfGrLoJ64ljtyX6yyGCLtK6g7PMdw2Mk2STFqsOTYYbGljqPwufqwC&#10;P908f+7sddafXg2/F1uT7Suj1MNoWM9BBBrCv/jmftNxfppmj/D3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ZUm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B7148" w:rsidRPr="002C7821" w:rsidRDefault="00FB7148" w:rsidP="00FB714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97E598" wp14:editId="694FB5A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265" name="Группа 12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26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7148" w:rsidRDefault="00FB7148" w:rsidP="00FB71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65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D0lcoEqXYAAFlZBAAOAAAAAAAA&#10;AAAAAAAAAC4CAABkcnMvZTJvRG9jLnhtbFBLAQItABQABgAIAAAAIQDfzpAw4gAAAA0BAAAPAAAA&#10;AAAAAAAAAAAAAAN5AABkcnMvZG93bnJldi54bWxQSwUGAAAAAAQABADzAAAAEn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cEsMA&#10;AADeAAAADwAAAGRycy9kb3ducmV2LnhtbERPTWvCQBC9F/wPyxS81U0TiJK6iogtOQQkab0P2TEJ&#10;zc6G7Krx33cLgrd5vM9ZbyfTiyuNrrOs4H0RgSCure64UfDz/fm2AuE8ssbeMim4k4PtZvayxkzb&#10;G5d0rXwjQgi7DBW03g+ZlK5uyaBb2IE4cGc7GvQBjo3UI95CuOllHEWpNNhxaGhxoH1L9W91MQps&#10;8pUXpyYukwMvPe+Oq/NpKpSav067DxCeJv8UP9y5DvPjOE3h/51wg9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ZcE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LKscA&#10;AADeAAAADwAAAGRycy9kb3ducmV2LnhtbERPTWsCMRC9C/0PYQpepGa7h7XdGqUIa60HQVvoddhM&#10;N9tuJkuS6uqvbwoFb/N4nzNfDrYTR/KhdazgfpqBIK6dbrlR8P5W3T2ACBFZY+eYFJwpwHJxM5pj&#10;qd2J93Q8xEakEA4lKjAx9qWUoTZkMUxdT5y4T+ctxgR9I7XHUwq3ncyzrJAWW04NBntaGaq/Dz9W&#10;wVe1Mx+r2WXtJ497ukyq7Uv3Wig1vh2en0BEGuJV/O/e6DQ/z4sZ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eSy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J7WcQA&#10;AADeAAAADwAAAGRycy9kb3ducmV2LnhtbESPzWrCQBDH7wXfYRmhl1I3TUEkuoqUWsSLGPsAQ3bM&#10;BrOzIbs18e2dg9DbDPP/+M1qM/pW3aiPTWADH7MMFHEVbMO1gd/z7n0BKiZki21gMnCnCJv15GWF&#10;hQ0Dn+hWplpJCMcCDbiUukLrWDnyGGehI5bbJfQek6x9rW2Pg4T7VudZNtceG5YGhx19Oaqu5Z+X&#10;kuMnHg+X4bz7GXHA74Pjt+3JmNfpuF2CSjSmf/HTvbeCn+dz4ZV3ZAa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e1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rL+MQA&#10;AADe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ZVndw+87+Qa9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ay/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3hgsUA&#10;AADeAAAADwAAAGRycy9kb3ducmV2LnhtbESPQWvCQBCF74X+h2WEXkrdNIKW1FWkVBEvovYHDNkx&#10;G8zOhuzWxH/vHARvM8x775s3Xw6+UVfqYh3YwOc4A0VcBltzZeDvtP74AhUTssUmMBm4UYTl4vVl&#10;joUNPR/oekyVkhCOBRpwKbWF1rF05DGOQ0sst3PoPCZZu0rbDnsJ943Os2yqPdYsBIct/TgqL8d/&#10;L5D9BPe7c39abwbs8Xfn+H11MOZtNKy+QSUa0lP8cG+tvJ/nMykgdWQG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eG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RI8QA&#10;AADe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y3I5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1US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SvcUA&#10;AADeAAAADwAAAGRycy9kb3ducmV2LnhtbERP32vCMBB+H/g/hBv4MjRdZZtUo+ggOJgwpoKvR3O2&#10;Zc2lJNF2//0yGOztPr6ft1wPthU38qFxrOBxmoEgLp1puFJwOurJHESIyAZbx6TgmwKsV6O7JRbG&#10;9fxJt0OsRArhUKCCOsaukDKUNVkMU9cRJ+7ivMWYoK+k8dincNvKPMuepcWGU0ONHb3WVH4drlbB&#10;9qOvZv6h3A7u/bI7P2lt9F4rNb4fNgsQkYb4L/5zv5k0P89f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otK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492c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p/nb3P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492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fvUsUA&#10;AADeAAAADwAAAGRycy9kb3ducmV2LnhtbERP32vCMBB+H+x/CDfYy9B03XTSGWUOgsIGog58PZqz&#10;LWsuJcls/e/NYLC3+/h+3nw52FacyYfGsYLHcQaCuHSm4UrB10GPZiBCRDbYOiYFFwqwXNzezLEw&#10;rucdnfexEimEQ4EK6hi7QspQ1mQxjF1HnLiT8xZjgr6SxmOfwm0r8yybSosNp4YaO3qvqfze/1gF&#10;q21fPfmHcjW4j9P6ONHa6E+t1P3d8PYKItIQ/8V/7o1J8/P85Rl+30k3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+9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sANsMA&#10;AADeAAAADwAAAGRycy9kb3ducmV2LnhtbERP3WrCMBS+H/gO4Qi7m+nKnNKZimwUZOxm6gMcmrOm&#10;a3NSkljr2y+CsLvz8f2ezXayvRjJh9axgudFBoK4drrlRsHpWD2tQYSIrLF3TAquFGBbzh42WGh3&#10;4W8aD7ERKYRDgQpMjEMhZagNWQwLNxAn7sd5izFB30jt8ZLCbS/zLHuVFltODQYHejdUd4ezVVB9&#10;5l9jd9a+crvpxdLS/K4/jFKP82n3BiLSFP/Fd/dep/l5vlrC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sAN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cAqcIA&#10;AADeAAAADwAAAGRycy9kb3ducmV2LnhtbERP22qDQBB9L/QflinkrVk1zQWTNZSCoXmMyQcM7kQl&#10;7qx1t1H/Plso5G0O5zq7/WhacafeNZYVxPMIBHFpdcOVgss5f9+AcB5ZY2uZFEzkYJ+9vuww1Xbg&#10;E90LX4kQwi5FBbX3XSqlK2sy6Oa2Iw7c1fYGfYB9JXWPQwg3rUyiaCUNNhwaauzoq6byVvwaBR/T&#10;cPgplrco14bi46I7si+XSs3exs8tCE+jf4r/3d86zE+S9Qr+3gk3y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ZwC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zncIA&#10;AADeAAAADwAAAGRycy9kb3ducmV2LnhtbERPTYvCMBC9C/sfwix409Qe1K2mRVZcZE9aXc9DM7bF&#10;ZlKaqPXfbwTB2zze5yyz3jTiRp2rLSuYjCMQxIXVNZcKjofNaA7CeWSNjWVS8CAHWfoxWGKi7Z33&#10;dMt9KUIIuwQVVN63iZSuqMigG9uWOHBn2xn0AXal1B3eQ7hpZBxFU2mw5tBQYUvfFRWX/GoUXKen&#10;+MjnX73L14+fr/Vm5eRfqdTws18tQHjq/Vv8cm91mB/Hsxk83wk3yP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KbO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mX8skA&#10;AADeAAAADwAAAGRycy9kb3ducmV2LnhtbESPQU/CQBCF7yT8h82QcIOtlVSsLERNTISDRJQDt7E7&#10;ttXubOkuUP+9czDxNpP35r1vFqveNepMXag9G7iaJqCIC29rLg28vz1N5qBCRLbYeCYDPxRgtRwO&#10;Fphbf+FXOu9iqSSEQ44GqhjbXOtQVOQwTH1LLNqn7xxGWbtS2w4vEu4anSZJph3WLA0VtvRYUfG9&#10;OzkD++08u90+rGdfm5cPvHb2eLB1Zsx41N/fgYrUx3/z3/WzFfw0vRFeeUdm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dmX8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yl/cUA&#10;AADeAAAADwAAAGRycy9kb3ducmV2LnhtbERPS2vCQBC+F/wPywi96aap+EjdhLaiFU/xAb0O2WkS&#10;mp0N2VVjf323IPQ2H99zlllvGnGhztWWFTyNIxDEhdU1lwpOx/VoDsJ5ZI2NZVJwIwdZOnhYYqLt&#10;lfd0OfhShBB2CSqovG8TKV1RkUE3ti1x4L5sZ9AH2JVSd3gN4aaRcRRNpcGaQ0OFLb1XVHwfzkbB&#10;z/QTc/cRv62etafbZL6xu3yj1OOwf30B4an3/+K7e6vD/DieLeDvnXCD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KX9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oV6cYA&#10;AADeAAAADwAAAGRycy9kb3ducmV2LnhtbESPQW/CMAyF75P2HyIjcRspFUzQEdA0gbQbUPgBVuOl&#10;FY1Tmgy6/fr5gLSbLT+/977VZvCtulEfm8AGppMMFHEVbMPOwPm0e1mAignZYhuYDPxQhM36+WmF&#10;hQ13PtKtTE6JCccCDdQpdYXWsarJY5yEjlhuX6H3mGTtnbY93sXctzrPslftsWFJqLGjj5qqS/nt&#10;DVxDPrdDucX9Zbs8NM7Nrr/HmTHj0fD+BirRkP7Fj+9PK/XzfCE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oV6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rWmcMA&#10;AADeAAAADwAAAGRycy9kb3ducmV2LnhtbERPyW7CMBC9I/UfrEHqDRxSAWmKQVCpEleWA8epPSQp&#10;8TiNXUj5eoyExG2e3jqzRWdrcabWV44VjIYJCGLtTMWFgv3ua5CB8AHZYO2YFPyTh8X8pTfD3LgL&#10;b+i8DYWIIexzVFCG0ORSel2SRT90DXHkjq61GCJsC2lavMRwW8s0SSbSYsWxocSGPkvSp+2fVbCu&#10;vmk80cd3m6305nD9DW/TH6PUa79bfoAI1IWn+OFemzg/TbMR3N+JN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rWm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xOcUA&#10;AADeAAAADwAAAGRycy9kb3ducmV2LnhtbERPXWsCMRB8L/Q/hC34VnPNg9jTKCoIFVvBD/R1uayX&#10;o5fNcUnP8983hYJvszs7MzvTee9q0VEbKs8a3oYZCOLCm4pLDafj+nUMIkRkg7Vn0nCnAPPZ89MU&#10;c+NvvKfuEEuRTDjkqMHG2ORShsKSwzD0DXHirr51GNPYltK0eEvmrpYqy0bSYcUpwWJDK0vF9+HH&#10;aehwd88udvn1vqk+C7Vbnrcm7fXgpV9MQETq4+P4X/1h0vtKjRX81UkY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bE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jLOMIA&#10;AADeAAAADwAAAGRycy9kb3ducmV2LnhtbERPTUsDMRC9C/6HMII3mzWClLVpKULFo64eehw30822&#10;m5klid3VX28Ewds83uesNnMY1Jli6oUt3C4qUMStuJ47C+9vu5slqJSRHQ7CZOGLEmzWlxcrrJ1M&#10;/ErnJneqhHCq0YLPeay1Tq2ngGkhI3HhDhID5gJjp13EqYSHQZuqutcBey4NHkd69NSems9gYXpq&#10;P47msHf+O46ya17kaAax9vpq3j6AyjTnf/Gf+9mV+cYs7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+Ms4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XmwMUA&#10;AADeAAAADwAAAGRycy9kb3ducmV2LnhtbERP22rCQBB9L/Qflin4VjcNWEN0FesFiliKt/cxOyZp&#10;d2dDdtX4991CoW9zONcZTztrxJVaXztW8NJPQBAXTtdcKjjsV88ZCB+QNRrHpOBOHqaTx4cx5trd&#10;eEvXXShFDGGfo4IqhCaX0hcVWfR91xBH7uxaiyHCtpS6xVsMt0amSfIqLdYcGypsaF5R8b27WAWr&#10;z4X5Sj+2s6MM8+XwZLL122KjVO+pm41ABOrCv/jP/a7j/DTNBv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peb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GlI8QA&#10;AADeAAAADwAAAGRycy9kb3ducmV2LnhtbERPTWvCQBC9F/wPywheRDdNqYToKiIULVhoVfA6Zsck&#10;mJ0N2TXGf+8KQm/zeJ8zW3SmEi01rrSs4H0cgSDOrC45V3DYf40SEM4ja6wsk4I7OVjMe28zTLW9&#10;8R+1O5+LEMIuRQWF93UqpcsKMujGtiYO3Nk2Bn2ATS51g7cQbioZR9FEGiw5NBRY06qg7LK7GgXt&#10;7/aUb1pXf1+Sofv8OK3XP/qo1KDfLacgPHX+X/xyb3SYH8fJBJ7vhBv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BpS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F+pcYA&#10;AADeAAAADwAAAGRycy9kb3ducmV2LnhtbERPTWvCQBC9C/0PyxR6041B2xhdpQqCl4LaHuptzI5J&#10;MDub7m419te7hUJv83ifM1t0phEXcr62rGA4SEAQF1bXXCr4eF/3MxA+IGtsLJOCG3lYzB96M8y1&#10;vfKOLvtQihjCPkcFVQhtLqUvKjLoB7YljtzJOoMhQldK7fAaw00j0yR5lgZrjg0VtrSqqDjvv42C&#10;5SRbfm1H/PazOx7o8Hk8j1OXKPX02L1OQQTqwr/4z73RcX6aZi/w+068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F+pcYAAADeAAAADwAAAAAAAAAAAAAAAACYAgAAZHJz&#10;L2Rvd25yZXYueG1sUEsFBgAAAAAEAAQA9QAAAIsDAAAAAA==&#10;" fillcolor="black" stroked="f"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hT8YA&#10;AADeAAAADwAAAGRycy9kb3ducmV2LnhtbERPTWvCQBC9C/0Pywi96ca0SkhdpbYWBO1B20OP0+w0&#10;WZKdDdlVo7/eLRR6m8f7nPmyt404UeeNYwWTcQKCuHDacKng8+NtlIHwAVlj45gUXMjDcnE3mGOu&#10;3Zn3dDqEUsQQ9jkqqEJocyl9UZFFP3YtceR+XGcxRNiVUnd4juG2kWmSzKRFw7GhwpZeKirqw9Eq&#10;+NrOTLY3lH7vrqu13k3r1ftrrdT9sH9+AhGoD//iP/dGx/npQ/YIv+/EG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lHhT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8p5sQA&#10;AADeAAAADwAAAGRycy9kb3ducmV2LnhtbERPTWsCMRC9F/wPYYTearaKsmyNIpZiLx5qK16HzXSz&#10;3c1kTaKu/vpGKPQ2j/c582VvW3EmH2rHCp5HGQji0umaKwVfn29POYgQkTW2jknBlQIsF4OHORba&#10;XfiDzrtYiRTCoUAFJsaukDKUhiyGkeuIE/ftvMWYoK+k9nhJ4baV4yybSYs1pwaDHa0Nlc3uZBX4&#10;1eG1ufFp32S37TVsfvpjjkapx2G/egERqY//4j/3u07zx5N8Cv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PKe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wB2sQA&#10;AADeAAAADwAAAGRycy9kb3ducmV2LnhtbERP22rCQBB9L/Qflin0pejGFLxEV5FCoVApePmAMTsm&#10;wd3ZkJ1q7Nd3CwXf5nCus1j13qkLdbEJbGA0zEARl8E2XBk47N8HU1BRkC26wGTgRhFWy8eHBRY2&#10;XHlLl51UKoVwLNBALdIWWseyJo9xGFrixJ1C51ES7CptO7ymcO90nmVj7bHh1FBjS281lefdtzfg&#10;8qObfU7iRm4Hvcl+vGxfvqwxz0/9eg5KqJe7+N/9YdP8/HU6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Ad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lG8UA&#10;AADeAAAADwAAAGRycy9kb3ducmV2LnhtbERPTWsCMRC9C/0PYQreNOsWWtkaxVaEvfTg1uJ13Iyb&#10;xWSybFJd++sbodDbPN7nLFaDs+JCfWg9K5hNMxDEtdctNwr2n9vJHESIyBqtZ1JwowCr5cNogYX2&#10;V97RpYqNSCEcClRgYuwKKUNtyGGY+o44cSffO4wJ9o3UPV5TuLMyz7Jn6bDl1GCwo3dD9bn6dgo2&#10;VWfzfWnewuHr43i05c+WDhulxo/D+hVEpCH+i//cpU7z86f5C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cOU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rDX8YA&#10;AADeAAAADwAAAGRycy9kb3ducmV2LnhtbESPQWsCMRCF70L/Q5hCb5rUgpXVKFIqCD1p14O3IZnu&#10;bt1Mlk3qbv+9cyj0NsN789436+0YWnWjPjWRLTzPDChiF33DlYXycz9dgkoZ2WMbmSz8UoLt5mGy&#10;xsLHgY90O+VKSQinAi3UOXeF1snVFDDNYkcs2lfsA2ZZ+0r7HgcJD62eG7PQARuWhho7eqvJXU8/&#10;wcL3Xn9EZ9Cdy/Nw8K+X9wW1xtqnx3G3ApVpzP/mv+uDF/z5y1J45R2ZQW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rDX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6Vo8QA&#10;AADeAAAADwAAAGRycy9kb3ducmV2LnhtbERPTWvCQBC9F/oflin0VjeNIDG6igqCtHioinicZsck&#10;JDsbdldN/70rFLzN433OdN6bVlzJ+dqygs9BAoK4sLrmUsFhv/7IQPiArLG1TAr+yMN89voyxVzb&#10;G//QdRdKEUPY56igCqHLpfRFRQb9wHbEkTtbZzBE6EqpHd5iuGllmiQjabDm2FBhR6uKimZ3MQpO&#10;l28+b4dfC7cMR9vvfZP+Zo1S72/9YgIiUB+e4n/3Rsf56TAbw+OdeIO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Ola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/kckA&#10;AADeAAAADwAAAGRycy9kb3ducmV2LnhtbESPT2/CMAzF75P2HSJP2m2k6/4ICgGNSZN2QRqMA9xM&#10;Y9qKxumSDAqfHh8m7WbLz++932TWu1YdKcTGs4HHQQaKuPS24crA+vvjYQgqJmSLrWcycKYIs+nt&#10;zQQL60+8pOMqVUpMOBZooE6pK7SOZU0O48B3xHLb++AwyRoqbQOexNy1Os+yV+2wYUmosaP3msrD&#10;6tcZmI+G85+vZ15clrstbTe7w0seMmPu7/q3MahEffoX/31/WqmfP40E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XB/kckAAADeAAAADwAAAAAAAAAAAAAAAACYAgAA&#10;ZHJzL2Rvd25yZXYueG1sUEsFBgAAAAAEAAQA9QAAAI4DAAAAAA==&#10;" fillcolor="black" stroked="f"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rRoMQA&#10;AADeAAAADwAAAGRycy9kb3ducmV2LnhtbERPS0sDMRC+C/0PYQRvNtsWxG6blqVQFE/bh3idbqab&#10;xc1kSWK6/nsjCN7m43vOejvaXiTyoXOsYDYtQBA3TnfcKjif9o/PIEJE1tg7JgXfFGC7mdytsdTu&#10;xgdKx9iKHMKhRAUmxqGUMjSGLIapG4gzd3XeYszQt1J7vOVw28t5UTxJix3nBoMD7Qw1n8cvqyBd&#10;dnW1SB/JHN581XpXv7xfaqUe7sdqBSLSGP/Ff+5XnefPF8s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K0a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QL3sUA&#10;AADeAAAADwAAAGRycy9kb3ducmV2LnhtbERPTWvCQBC9F/wPywje6sYUpEZXEWmL9lIbBT0O2TEb&#10;zM6G7BrT/vpuodDbPN7nLFa9rUVHra8cK5iMExDEhdMVlwqOh9fHZxA+IGusHZOCL/KwWg4eFphp&#10;d+dP6vJQihjCPkMFJoQmk9IXhiz6sWuII3dxrcUQYVtK3eI9httapkkylRYrjg0GG9oYKq75zSrw&#10;k83L6d1+z7rzm+GPfGem+9IoNRr26zmIQH34F/+5tzrOT59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9Ave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7148" w:rsidRDefault="00FB7148" w:rsidP="00FB71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2C7821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FB7148" w:rsidRPr="002C7821" w:rsidRDefault="00FB7148" w:rsidP="00FB71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>__.06.2021р.                         Крупець                                        №_____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Бурмій</w:t>
      </w:r>
      <w:proofErr w:type="spellEnd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 сільська  рада 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Олексію Васильовичу,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56766">
        <w:rPr>
          <w:rFonts w:ascii="Times New Roman" w:eastAsia="Calibri" w:hAnsi="Times New Roman" w:cs="Times New Roman"/>
          <w:sz w:val="24"/>
          <w:lang w:eastAsia="en-US"/>
        </w:rPr>
        <w:t>______________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5676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6823986800:01:009:0023, 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>Набережна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56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О.В..,</w:t>
      </w:r>
      <w:r w:rsidRPr="002C7821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7148" w:rsidRPr="002C7821" w:rsidRDefault="00FB7148" w:rsidP="00FB71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148" w:rsidRPr="002C7821" w:rsidRDefault="00FB7148" w:rsidP="00FB71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B7148" w:rsidRPr="002C7821" w:rsidRDefault="00FB7148" w:rsidP="00FB71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B7148" w:rsidRPr="002C7821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03575" w:rsidRPr="00FB7148" w:rsidRDefault="00FB7148" w:rsidP="00FB71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03575" w:rsidRPr="00FB71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148"/>
    <w:rsid w:val="00903575"/>
    <w:rsid w:val="00E56766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4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14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20</TotalTime>
  <Pages>1</Pages>
  <Words>231</Words>
  <Characters>1319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2021-06-22T10:17:00Z</dcterms:created>
  <dcterms:modified xsi:type="dcterms:W3CDTF">2021-06-22T13:21:00Z</dcterms:modified>
</cp:coreProperties>
</file>