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42" w:rsidRPr="000E0D80" w:rsidRDefault="00A47442" w:rsidP="00A4744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A47442" w:rsidRPr="001869AA" w:rsidRDefault="00A47442" w:rsidP="00A4744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79" name="Группа 6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679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I1cG9HbeAAAVVkEAA4AAAAAAAAAAAAAAAAALgIAAGRy&#10;cy9lMm9Eb2MueG1sUEsBAi0AFAAGAAgAAAAhAJ7TZG3dAAAABgEAAA8AAAAAAAAAAAAAAAAANXsA&#10;AGRycy9kb3ducmV2LnhtbFBLBQYAAAAABAAEAPMAAAA/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kg8UA&#10;AADeAAAADwAAAGRycy9kb3ducmV2LnhtbESPT4vCQAzF7wv7HYYseFunW0FLdRQRFQ/C4r976MS2&#10;bCdTOqPWb28Owt4S8vLe+80WvWvUnbpQezbwM0xAERfe1lwaOJ823xmoEJEtNp7JwJMCLOafHzPM&#10;rX/wge7HWCox4ZCjgSrGNtc6FBU5DEPfEsvt6juHUdau1LbDh5i7RqdJMtYOa5aECltaVVT8HW/O&#10;gB9td/tLmR5Ga55EXv5m10u/N2bw1S+noCL18V/8/t5ZqZ9OMgEQHJlBz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0SSD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zu8YA&#10;AADeAAAADwAAAGRycy9kb3ducmV2LnhtbERPTWsCMRC9F/ofwhR6Ec3qQe1qlCJsa3sQtILXYTPd&#10;bLuZLEmqq7/eFARv83ifM192thFH8qF2rGA4yEAQl07XXCnYfxX9KYgQkTU2jknBmQIsF48Pc8y1&#10;O/GWjrtYiRTCIUcFJsY2lzKUhiyGgWuJE/ftvMWYoK+k9nhK4baRoywbS4s1pwaDLa0Mlb+7P6vg&#10;p9iYw2pyefO9ly1desXne/MxVur5qXudgYjUxbv45l7rNH80mQ7h/510g1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kzu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JzcUA&#10;AADeAAAADwAAAGRycy9kb3ducmV2LnhtbESP0YrCMBBF3wX/IYywL7KmW0GlGkUWXcQXqe4HDM3Y&#10;FJtJaaLt/v1GEHyb4d65585q09taPKj1lWMFX5MEBHHhdMWlgt/L/nMBwgdkjbVjUvBHHjbr4WCF&#10;mXYd5/Q4h1LEEPYZKjAhNJmUvjBk0U9cQxy1q2sthri2pdQtdjHc1jJNkpm0WHEkGGzo21BxO99t&#10;hJymeDpeu8v+p8cOd0fD422u1Meo3y5BBOrD2/y6PuhYP50v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An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5bMUA&#10;AADeAAAADwAAAGRycy9kb3ducmV2LnhtbERPTUsDMRC9C/6HMII3m3XVtqxNS2kVROihrSDehs10&#10;d3EzCcnYXf+9EQRv83ifs1iNrldniqnzbOB2UoAirr3tuDHwdny+mYNKgmyx90wGvinBanl5scDK&#10;+oH3dD5Io3IIpwoNtCKh0jrVLTlMEx+IM3fy0aFkGBttIw453PW6LIqpdthxbmgx0Kal+vPw5Qzs&#10;hqfwOps+nMJHvC912lp534gx11fj+hGU0Cj/4j/3i83zy9n8D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Ll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0IsYA&#10;AADeAAAADwAAAGRycy9kb3ducmV2LnhtbESP0WrCQBBF3wv+wzJCX0rdaEsr0TUEMVLyImo/YMiO&#10;2WB2NmRXk/69Wyj0bYZ7554762y0rbhT7xvHCuazBARx5XTDtYLvc/G6BOEDssbWMSn4IQ/ZZvK0&#10;xlS7gY90P4VaxBD2KSowIXSplL4yZNHPXEcctYvrLYa49rXUPQ4x3LZykSQf0mLDkWCwo62h6nq6&#10;2Qg5vOGhvAznYj/igLvS8Et+VOp5OuYrEIHG8G/+u/7Ssf7ic/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00I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Eg8QA&#10;AADeAAAADwAAAGRycy9kb3ducmV2LnhtbERPS0sDMRC+C/0PYQrebNbFPlibltIqiODBKoi3YTPd&#10;XdxMQjJ2139vBKG3+fies96OrldniqnzbOB2VoAirr3tuDHw/vZ4swKVBNli75kM/FCC7WZytcbK&#10;+oFf6XyURuUQThUaaEVCpXWqW3KYZj4QZ+7ko0PJMDbaRhxyuOt1WRQL7bDj3NBioH1L9dfx2xl4&#10;GR7C83IxP4XPeFfqdLDysRdjrqfj7h6U0CgX8b/7yeb55XI1h7938g1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1hI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IHHcUA&#10;AADeAAAADwAAAGRycy9kb3ducmV2LnhtbERP22oCMRB9L/gPYQp9KTVbi1ZWo2ghVFAQL+DrsBl3&#10;l24mS5K6279vhELf5nCuM1/2thE38qF2rOB1mIEgLpypuVRwPumXKYgQkQ02jknBDwVYLgYPc8yN&#10;6/hAt2MsRQrhkKOCKsY2lzIUFVkMQ9cSJ+7qvMWYoC+l8dilcNvIUZZNpMWaU0OFLX1UVHwdv62C&#10;9b4r3/xzse7d9vp5GWtt9E4r9fTYr2YgIvXxX/zn3pg0f/Q+ncD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gc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7oecMA&#10;AADeAAAADwAAAGRycy9kb3ducmV2LnhtbERP3WrCMBS+H+wdwhnsbqYrbpZqFJkUZHgz3QMcmrOm&#10;2pyUJNbu7Y0geHc+vt+zWI22EwP50DpW8D7JQBDXTrfcKPg9VG8FiBCRNXaOScE/BVgtn58WWGp3&#10;4R8a9rERKYRDiQpMjH0pZagNWQwT1xMn7s95izFB30jt8ZLCbSfzLPuUFltODQZ7+jJUn/Znq6D6&#10;znfD6ax95dbj1NKHORYbo9Try7ieg4g0xof47t7qND+fFT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7oe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29MgA&#10;AADeAAAADwAAAGRycy9kb3ducmV2LnhtbESPQUsDMRCF74L/IYzgRdqsFWvZNi1WCAoWiq3gddhM&#10;d5duJksSu+u/dw6Ctxnem/e+WW1G36kLxdQGNnA/LUARV8G1XBv4PNrJAlTKyA67wGTghxJs1tdX&#10;KyxdGPiDLodcKwnhVKKBJue+1DpVDXlM09ATi3YK0WOWNdbaRRwk3Hd6VhRz7bFlaWiwp5eGqvPh&#10;2xvY7of6Id5V2zG8n16/Hq11dmeNub0Zn5egMo353/x3/eYEf/a0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8Tb0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ZkMMA&#10;AADeAAAADwAAAGRycy9kb3ducmV2LnhtbERP3WrCMBS+H+wdwhnsbqYrc3bVKLJRENmNugc4NMem&#10;szkpSaz17Y0w2N35+H7PYjXaTgzkQ+tYweskA0FcO91yo+DnUL0UIEJE1tg5JgVXCrBaPj4ssNTu&#10;wjsa9rERKYRDiQpMjH0pZagNWQwT1xMn7ui8xZigb6T2eEnhtpN5lr1Liy2nBoM9fRqqT/uzVVBt&#10;8+/hdNa+cuvxzdLU/BZfRqnnp3E9BxFpjP/iP/dGp/n5rPi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3Zk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B4OMQA&#10;AADeAAAADwAAAGRycy9kb3ducmV2LnhtbESPwW7CQAxE75X6DytX4lY2QCkQWBBCApUjKR9gZU0S&#10;kfWG7ELC3+NDpd5seTwzb7XpXa0e1IbKs4HRMAFFnHtbcWHg/Lv/nIMKEdli7ZkMPCnAZv3+tsLU&#10;+o5P9MhiocSEQ4oGyhibVOuQl+QwDH1DLLeLbx1GWdtC2xY7MXe1HifJt3ZYsSSU2NCupPya3Z2B&#10;r2d3uGXTa7K3jkbHSXPkmE+NGXz02yWoSH38F/99/1ipP54tBEBwZAa9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geD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LDMMA&#10;AADeAAAADwAAAGRycy9kb3ducmV2LnhtbERPS2vCQBC+F/wPywi91Y05pDW6iigW6cmm1vOQHZNg&#10;djZk1zz+vSsUepuP7zmrzWBq0VHrKssK5rMIBHFudcWFgvPP4e0DhPPIGmvLpGAkB5v15GWFqbY9&#10;f1OX+UKEEHYpKii9b1IpXV6SQTezDXHgrrY16ANsC6lb7EO4qWUcRYk0WHFoKLGhXUn5LbsbBffk&#10;Ep/5+qVP2X78XOwPWyd/C6Vep8N2CcLT4P/Ff+6jDvPj98Ucnu+EG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7LD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lZsYA&#10;AADeAAAADwAAAGRycy9kb3ducmV2LnhtbERPTWvCQBC9C/6HZYTedNO0RI2u0hYE9aBU7aG3MTtN&#10;0mZnY3ar6b93BaG3ebzPmc5bU4kzNa60rOBxEIEgzqwuOVdw2C/6IxDOI2usLJOCP3Iwn3U7U0y1&#10;vfA7nXc+FyGEXYoKCu/rVEqXFWTQDWxNHLgv2xj0ATa51A1eQripZBxFiTRYcmgosKa3grKf3a9R&#10;8LEdJePt6+r5e7054pPRp09dJko99NqXCQhPrf8X391LHebHw3EM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Pl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XacUA&#10;AADeAAAADwAAAGRycy9kb3ducmV2LnhtbERPS2vCQBC+C/6HZYTe6sZY1Mas0gdV8RTTQq9DdkyC&#10;2dmQ3Wrsr+8KBW/z8T0nXfemEWfqXG1ZwWQcgSAurK65VPD1+fG4AOE8ssbGMim4koP1ajhIMdH2&#10;wgc6574UIYRdggoq79tESldUZNCNbUscuKPtDPoAu1LqDi8h3DQyjqKZNFhzaKiwpbeKilP+YxT8&#10;zr4xc9v49X2qPV2fFhu7zzZKPYz6lyUIT72/i//dOx3mx/PnKdze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5tdp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ms8MA&#10;AADeAAAADwAAAGRycy9kb3ducmV2LnhtbERPzWrCQBC+F3yHZQRvdWNIq0ZXkaLQW2v0AYbsuAlm&#10;Z2N2q9Gn7xYK3ubj+53lureNuFLna8cKJuMEBHHpdM1GwfGwe52B8AFZY+OYFNzJw3o1eFlirt2N&#10;93QtghExhH2OCqoQ2lxKX1Zk0Y9dSxy5k+sshgg7I3WHtxhuG5kmybu0WHNsqLClj4rKc/FjFVxc&#10;+qb7Yotf5+38uzYmuzz2mVKjYb9ZgAjUh6f43/2p4/x0Os/g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Yms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lw8QA&#10;AADeAAAADwAAAGRycy9kb3ducmV2LnhtbERPPW/CMBDdK/U/WFepW3GgIkDAIKhUKStpB8bDPpJA&#10;fA6xIWl/fV2pUrd7ep+32gy2EXfqfO1YwXiUgCDWztRcKvj8eH+Zg/AB2WDjmBR8kYfN+vFhhZlx&#10;Pe/pXoRSxBD2GSqoQmgzKb2uyKIfuZY4cifXWQwRdqU0HfYx3DZykiSptFhzbKiwpbeK9KW4WQV5&#10;faRpqk8LO9/p/eH7Gl5nZ6PU89OwXYIINIR/8Z87N3H+ZLaYwu878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5c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CY8YA&#10;AADeAAAADwAAAGRycy9kb3ducmV2LnhtbERP0WrCQBB8L/gPxwp9q5fmQWvqJVRBaLEKamlfl9ya&#10;C+b2Qu4a49/3hIJvszs7MzuLYrCN6KnztWMFz5MEBHHpdM2Vgq/j+ukFhA/IGhvHpOBKHop89LDA&#10;TLsL76k/hEpEE/YZKjAhtJmUvjRk0U9cSxy5k+sshjh2ldQdXqK5bWSaJFNpseaYYLCllaHyfPi1&#10;CnrcXZMfs9zOP+rPMt0tvzc67tXjeHh7BRFoCPfjf/W7ju+ns/kUbnUiBp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WCY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T4YsMA&#10;AADeAAAADwAAAGRycy9kb3ducmV2LnhtbERPPU/DMBDdkfofrKvERp1moBDqVlWlIkYIDIxHfI1T&#10;4rvIdpvAr8dISGz39D5vvZ18ry4UYidsYLkoQBE3YjtuDby9Hm7uQMWEbLEXJgNfFGG7mV2tsbIy&#10;8gtd6tSqHMKxQgMupaHSOjaOPMaFDMSZO0rwmDIMrbYBxxzue10Wxa322HFucDjQ3lHzWZ+9gfGx&#10;+TiVx3frvsMgh/pZTmUvxlzPp90DqERT+hf/uZ9snl+u7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T4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N8B8gA&#10;AADeAAAADwAAAGRycy9kb3ducmV2LnhtbESPT0/CQBDF7yR8h82YcIOtPQhWFsIfSYzRGFDvY3ds&#10;C7uzTXeB+u2dg4m3mbw37/1mvuy9UxfqYhPYwO0kA0VcBttwZeDjfTeegYoJ2aILTAZ+KMJyMRzM&#10;sbDhynu6HFKlJIRjgQbqlNpC61jW5DFOQkss2nfoPCZZu0rbDq8S7p3Os+xOe2xYGmpsaVNTeTqc&#10;vYHd29Yd89f96lOnzeP0y82e19sXY0Y3/eoBVKI+/Zv/rp+s4OfTe+GVd2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E3w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ECMYA&#10;AADeAAAADwAAAGRycy9kb3ducmV2LnhtbERPTWvCQBC9C/6HZYRepG5UajVmFSkULbRgreB1zI5J&#10;SHY2ZLcx/vtuQfA2j/c5ybozlWipcYVlBeNRBII4tbrgTMHx5/15DsJ5ZI2VZVJwIwfrVb+XYKzt&#10;lb+pPfhMhBB2MSrIva9jKV2ak0E3sjVx4C62MegDbDKpG7yGcFPJSRTNpMGCQ0OONb3llJaHX6Og&#10;3X+es13r6o9yPnQv0/N2+6VPSj0Nus0ShKfOP8R3906H+ZPXxQL+3w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kEC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0TscA&#10;AADdAAAADwAAAGRycy9kb3ducmV2LnhtbESPQWsCMRSE7wX/Q3hCbzWrWLuuRtGC0ItQbQ/19tw8&#10;dxc3L2sSdfXXm0Khx2FmvmGm89bU4kLOV5YV9HsJCOLc6ooLBd9fq5cUhA/IGmvLpOBGHuazztMU&#10;M22vvKHLNhQiQthnqKAMocmk9HlJBn3PNsTRO1hnMETpCqkdXiPc1HKQJCNpsOK4UGJD7yXlx+3Z&#10;KFiO0+Xpc8jr+2a/o93P/vg6cIlSz912MQERqA3/4b/2h1YwekuH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XtE7HAAAA3QAAAA8AAAAAAAAAAAAAAAAAmAIAAGRy&#10;cy9kb3ducmV2LnhtbFBLBQYAAAAABAAEAPUAAACMAwAAAAA=&#10;" fillcolor="black" stroked="f"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S28gA&#10;AADdAAAADwAAAGRycy9kb3ducmV2LnhtbESPS2vDMBCE74X8B7GB3ho5gbjGiRLyaKHQ9JDHIceN&#10;tbGFrZWx1MTtr68KhR6HmfmGmS9724gbdd44VjAeJSCIC6cNlwpOx9enDIQPyBobx6TgizwsF4OH&#10;Oeba3XlPt0MoRYSwz1FBFUKbS+mLiiz6kWuJo3d1ncUQZVdK3eE9wm0jJ0mSSouG40KFLW0qKurD&#10;p1Vwfk9Ntjc0uey+1y96N63XH9taqcdhv5qBCNSH//Bf+00rSJ+zKfy+iU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stL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VyGcYA&#10;AADdAAAADwAAAGRycy9kb3ducmV2LnhtbESPwW7CMBBE75X6D9ZW6q045ZBGAYMQVUUvHKAgrqt4&#10;iUPidWobCHx9XalSj6OZeaOZzgfbiQv50DhW8DrKQBBXTjdcK9h9fbwUIEJE1tg5JgU3CjCfPT5M&#10;sdTuyhu6bGMtEoRDiQpMjH0pZagMWQwj1xMn7+i8xZikr6X2eE1w28lxluXSYsNpwWBPS0NVuz1b&#10;BX5xeG/vfN632X19C6vT8F2gUer5aVhMQEQa4n/4r/2pFeRvRQ6/b9IT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VyG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1yMMYA&#10;AADdAAAADwAAAGRycy9kb3ducmV2LnhtbESPUWvCQBCE34X+h2MLfRG91AejqaeUgiBUCkZ/wDa3&#10;TULv9kJuq9Ff7xUKfRxm5htmtRm8U2fqYxvYwPM0A0VcBdtybeB03E4WoKIgW3SBycCVImzWD6MV&#10;FjZc+EDnUmqVIBwLNNCIdIXWsWrIY5yGjjh5X6H3KEn2tbY9XhLcOz3Lsrn22HJaaLCjt4aq7/LH&#10;G3CzT7d8z+Nerie9z25eDuMPa8zT4/D6AkpokP/wX3tnDczzRQ6/b9IT0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1yM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7pBsIA&#10;AADdAAAADwAAAGRycy9kb3ducmV2LnhtbERPPW/CMBDdK/EfrENiKw4MgFIMKiCkLAxNQaxHfI2j&#10;2ucoNhD49fWA1PHpfS/XvbPiRl1oPCuYjDMQxJXXDdcKjt/79wWIEJE1Ws+k4EEB1qvB2xJz7e/8&#10;Rbcy1iKFcMhRgYmxzaUMlSGHYexb4sT9+M5hTLCrpe7wnsKdldMsm0mHDacGgy1tDVW/5dUp2JWt&#10;nR4Lswnn0+FyscVzT+edUqNh//kBIlIf/8Uvd6EVzOaLNDe9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jukG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UDLMQA&#10;AADdAAAADwAAAGRycy9kb3ducmV2LnhtbESPQWsCMRSE7wX/Q3iCt5rYw6qrUUQqCJ5q9eDtkTx3&#10;Vzcvyya6679vCoUeh5n5hlmue1eLJ7Wh8qxhMlYgiI23FRcaTt+79xmIEJEt1p5Jw4sCrFeDtyXm&#10;1nf8Rc9jLESCcMhRQxljk0sZTEkOw9g3xMm7+tZhTLItpG2xS3BXyw+lMumw4rRQYkPbksz9+HAa&#10;bjt58EahOZ/O3d5OL58Z1Urr0bDfLEBE6uN/+K+9txqy6WwOv2/SE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VAy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eQsIA&#10;AADdAAAADwAAAGRycy9kb3ducmV2LnhtbERPy4rCMBTdC/5DuMLsNNUBR6tRVBCGkVn4QFxem2tb&#10;2tyUJGrn7ycLweXhvOfL1tTiQc6XlhUMBwkI4szqknMFp+O2PwHhA7LG2jIp+CMPy0W3M8dU2yfv&#10;6XEIuYgh7FNUUITQpFL6rCCDfmAb4sjdrDMYInS51A6fMdzUcpQkY2mw5NhQYEObgrLqcDcKLvcd&#10;334/f1ZuHc62PfpqdJ1USn302tUMRKA2vMUv97dWMP6axv3x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r55C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mBC8cA&#10;AADdAAAADwAAAGRycy9kb3ducmV2LnhtbESPzWsCMRTE74X+D+EJ3mpWsX6sRqmFQi+CXwe9PTfP&#10;3cXNyzZJde1f3wiCx2FmfsNM542pxIWcLy0r6HYSEMSZ1SXnCnbbr7cRCB+QNVaWScGNPMxnry9T&#10;TLW98poum5CLCGGfooIihDqV0mcFGfQdWxNH72SdwRCly6V2eI1wU8lekgykwZLjQoE1fRaUnTe/&#10;RsFiPFr8rPq8/FsfD3TYH8/vPZco1W41HxMQgZrwDD/a31rBYDjuwv1Nf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5gQvHAAAA3QAAAA8AAAAAAAAAAAAAAAAAmAIAAGRy&#10;cy9kb3ducmV2LnhtbFBLBQYAAAAABAAEAPUAAACMAwAAAAA=&#10;" fillcolor="black" stroked="f"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lfcUA&#10;AADdAAAADwAAAGRycy9kb3ducmV2LnhtbESPQUsDMRSE74L/ITzBm81aobZr07IUiuJp2yq9vm6e&#10;m8XNy5Kk6frvjSD0OMzMN8xyPdpeJPKhc6zgcVKAIG6c7rhV8HHYPsxBhIissXdMCn4owHp1e7PE&#10;UrsL7yjtYysyhEOJCkyMQyllaAxZDBM3EGfvy3mLMUvfSu3xkuG2l9OimEmLHecFgwNtDDXf+7NV&#10;kE6bunpKx2R2775qvatfP0+1Uvd3Y/UCItIYr+H/9ptWMHteTO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1+V9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ygFMcA&#10;AADdAAAADwAAAGRycy9kb3ducmV2LnhtbESPQWvCQBSE74L/YXmF3urGFtIaXaWISu3FNhX0+Mi+&#10;ZoPZtyG7xtRf3y0UPA4z8w0zW/S2Fh21vnKsYDxKQBAXTldcKth/rR9eQPiArLF2TAp+yMNiPhzM&#10;MNPuwp/U5aEUEcI+QwUmhCaT0heGLPqRa4ij9+1aiyHKtpS6xUuE21o+JkkqLVYcFww2tDRUnPKz&#10;VeDHy9Xh3V4n3XFjeJdvTfpRGqXu7/rXKYhAfbiF/9tvWkH6PHmC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coBT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47442" w:rsidRPr="000E0D80" w:rsidRDefault="00A47442" w:rsidP="00A474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47442" w:rsidRPr="001869AA" w:rsidRDefault="00A47442" w:rsidP="00A474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47442" w:rsidRPr="001869AA" w:rsidRDefault="00A47442" w:rsidP="00A474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47442" w:rsidRPr="001869AA" w:rsidRDefault="00A47442" w:rsidP="00A4744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A47442" w:rsidRPr="000E0D80" w:rsidRDefault="00A47442" w:rsidP="00A4744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eastAsia="uk-UA"/>
        </w:rPr>
      </w:pPr>
    </w:p>
    <w:p w:rsidR="00A47442" w:rsidRPr="001869AA" w:rsidRDefault="00A47442" w:rsidP="00A4744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A47442" w:rsidRPr="001869AA" w:rsidRDefault="00A47442" w:rsidP="00A47442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47442" w:rsidRPr="001869AA" w:rsidRDefault="00A47442" w:rsidP="00A4744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47442" w:rsidRPr="001869AA" w:rsidRDefault="00A47442" w:rsidP="00A4744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47442" w:rsidRPr="001869AA" w:rsidRDefault="00A47442" w:rsidP="00A4744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7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442" w:rsidRDefault="00A47442" w:rsidP="00A474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4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7442" w:rsidRDefault="00A47442" w:rsidP="00A474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47442" w:rsidRDefault="00A47442" w:rsidP="00A47442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A47442" w:rsidRPr="001869AA" w:rsidRDefault="00A47442" w:rsidP="00A4744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A47442" w:rsidRDefault="00A47442" w:rsidP="00A4744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 xml:space="preserve">сесії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A47442" w:rsidRPr="001869AA" w:rsidRDefault="00A47442" w:rsidP="00A47442">
      <w:pPr>
        <w:spacing w:after="0" w:line="240" w:lineRule="auto"/>
        <w:jc w:val="center"/>
        <w:rPr>
          <w:rFonts w:ascii="Times New Roman" w:hAnsi="Times New Roman"/>
        </w:rPr>
      </w:pPr>
    </w:p>
    <w:p w:rsidR="00A47442" w:rsidRDefault="00A47442" w:rsidP="00A4744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</w:t>
      </w:r>
      <w:r>
        <w:rPr>
          <w:rFonts w:ascii="Times New Roman" w:hAnsi="Times New Roman"/>
          <w:sz w:val="24"/>
        </w:rPr>
        <w:t xml:space="preserve">                     №____</w:t>
      </w:r>
    </w:p>
    <w:p w:rsidR="00A47442" w:rsidRDefault="00A47442" w:rsidP="00A47442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uk-UA"/>
        </w:rPr>
      </w:pP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та об’єднання земельної ділянки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:01:019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012</w:t>
      </w: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, яка розташована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на території Крупецької сільської ради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 межами населеного пункту села Крупець, 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b/>
          <w:sz w:val="24"/>
          <w:szCs w:val="24"/>
          <w:lang w:eastAsia="ru-RU"/>
        </w:rPr>
        <w:t>Славутського району, Хмельницької області</w:t>
      </w:r>
    </w:p>
    <w:p w:rsidR="00A47442" w:rsidRPr="002231ED" w:rsidRDefault="00A47442" w:rsidP="00A47442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>ВИРІШИЛА:</w:t>
      </w: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</w:p>
    <w:p w:rsidR="00A47442" w:rsidRPr="002231ED" w:rsidRDefault="00A47442" w:rsidP="00A474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1. Надати  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дозвіл</w:t>
      </w:r>
      <w:r w:rsidRPr="002231E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виготовлення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2231ED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земельної ділянки площею 1,8469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6823984000:01:019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  <w:lang w:eastAsia="ru-RU"/>
        </w:rPr>
        <w:t>012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2231E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A47442" w:rsidRPr="002231ED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uk-UA"/>
        </w:rPr>
      </w:pPr>
      <w:r w:rsidRPr="002231ED">
        <w:rPr>
          <w:rFonts w:ascii="Times New Roman" w:hAnsi="Times New Roman"/>
          <w:sz w:val="24"/>
          <w:szCs w:val="24"/>
          <w:lang w:eastAsia="uk-UA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47442" w:rsidRPr="00A47442" w:rsidRDefault="00A47442" w:rsidP="00A474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BA1F88" w:rsidRPr="00A47442" w:rsidRDefault="00A47442" w:rsidP="00A474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BA1F88" w:rsidRPr="00A474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442"/>
    <w:rsid w:val="00171A2E"/>
    <w:rsid w:val="00304C90"/>
    <w:rsid w:val="00505B6D"/>
    <w:rsid w:val="006D3977"/>
    <w:rsid w:val="007D6C18"/>
    <w:rsid w:val="00A47442"/>
    <w:rsid w:val="00BA1F8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44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442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Microsoft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2020-11-17T16:34:00Z</dcterms:created>
  <dcterms:modified xsi:type="dcterms:W3CDTF">2020-11-17T16:35:00Z</dcterms:modified>
</cp:coreProperties>
</file>