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DBE" w:rsidRPr="003B50D1" w:rsidRDefault="00C20DBE" w:rsidP="00C20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C20DBE" w:rsidRPr="003B50D1" w:rsidRDefault="00C20DBE" w:rsidP="00C20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C20DBE" w:rsidRPr="003B50D1" w:rsidRDefault="00C20DBE" w:rsidP="00C20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C86008" wp14:editId="4A18F73C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3414" name="Группа 234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341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2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2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0DBE" w:rsidRDefault="00C20DBE" w:rsidP="00C20DB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414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OQZLnk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ZAcMQA&#10;AADeAAAADwAAAGRycy9kb3ducmV2LnhtbESPT4vCMBTE7wt+h/AEb2tq66pUo4is4kEQ/90fzbMt&#10;Ni+lyWr99kYQ9jjMzG+Y2aI1lbhT40rLCgb9CARxZnXJuYLzaf09AeE8ssbKMil4koPFvPM1w1Tb&#10;Bx/ofvS5CBB2KSoovK9TKV1WkEHXtzVx8K62MeiDbHKpG3wEuKlkHEUjabDksFBgTauCstvxzyiw&#10;yWa7u+TxIfnlseflfnK9tDulet12OQXhqfX/4U97qxXEyXDwA+874QrI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mQHD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BspMkA&#10;AADeAAAADwAAAGRycy9kb3ducmV2LnhtbESPQUsDMRSE74L/ITzBS2mzbWVb16alFNaqB6Gt4PWx&#10;eW7Wbl6WJLZrf70RBI/DzHzDLFa9bcWJfGgcKxiPMhDEldMN1wreDuVwDiJEZI2tY1LwTQFWy+ur&#10;BRbanXlHp32sRYJwKFCBibErpAyVIYth5Dri5H04bzEm6WupPZ4T3LZykmW5tNhwWjDY0cZQddx/&#10;WQWf5at538wuj35wv6PLoHzZts+5Urc3/foBRKQ+/of/2k9awWR6N87h9066AnL5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/Bsp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9tPsQA&#10;AADeAAAADwAAAGRycy9kb3ducmV2LnhtbESP24rCMBRF34X5h3AGfJEx9YIj1SgyqIgvxcsHHJpj&#10;U2xOSpOxnb+fCIKPm31Z7OW6s5V4UONLxwpGwwQEce50yYWC62X3NQfhA7LGyjEp+CMP69VHb4mp&#10;di2f6HEOhYgj7FNUYEKoUyl9bsiiH7qaOHo311gMUTaF1A22cdxWcpwkM2mx5EgwWNOPofx+/rUR&#10;kk0wO97ay27fYYvbo+HB5qRU/7PbLEAE6sI7/GoftILxZDr6huedeAX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vbT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TsdsQA&#10;AADeAAAADwAAAGRycy9kb3ducmV2LnhtbERPTUsDMRC9C/6HMII3m+1aq2ybltIqiODBWijehs10&#10;d+lmEpKxu/57cxA8Pt73cj26Xl0ops6zgemkAEVce9txY+Dw+XL3BCoJssXeMxn4oQTr1fXVEivr&#10;B/6gy14alUM4VWigFQmV1qluyWGa+ECcuZOPDiXD2GgbccjhrtdlUcy1w45zQ4uBti3V5/23M/A+&#10;PIe3x/nDKXzFWanTzspxK8bc3oybBSihUf7Ff+5Xa6C8n03z3nwnXwG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07H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xc18QA&#10;AADeAAAADwAAAGRycy9kb3ducmV2LnhtbESP24rCMBRF34X5h3AGfJEx9YKM1SgyqIgvxcsHHJpj&#10;U2xOSpOxnb+fCIKPm31Z7OW6s5V4UONLxwpGwwQEce50yYWC62X39Q3CB2SNlWNS8Ece1quP3hJT&#10;7Vo+0eMcChFH2KeowIRQp1L63JBFP3Q1cfRurrEYomwKqRts47it5DhJZtJiyZFgsKYfQ/n9/Gsj&#10;JJtgdry1l92+wxa3R8ODzUmp/me3WYAI1IV3+NU+aAXjyXQ0h+edeAX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8XN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4qzcYA&#10;AADeAAAADwAAAGRycy9kb3ducmV2LnhtbESPTUsDMRCG74L/IYzQm826rbWsTYvUCiL0YBWKt2Ez&#10;3V3cTEIy7a7/3hwEjy/vF89qM7peXSimzrOBu2kBirj2tuPGwOfHy+0SVBJki71nMvBDCTbr66sV&#10;VtYP/E6XgzQqj3Cq0EArEiqtU92SwzT1gTh7Jx8dSpax0TbikMddr8uiWGiHHeeHFgNtW6q/D2dn&#10;YD/swtvD4v4UvuK81OnZynErxkxuxqdHUEKj/If/2q/WQDmblxkg42QU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4qz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Sv8gA&#10;AADeAAAADwAAAGRycy9kb3ducmV2LnhtbESPzWrDMBCE74W+g9hALyWR47QhOFFCUxAtNFDyA7ku&#10;1sY2sVZGUmP37atCocdhZr5hVpvBtuJGPjSOFUwnGQji0pmGKwWnox4vQISIbLB1TAq+KcBmfX+3&#10;wsK4nvd0O8RKJAiHAhXUMXaFlKGsyWKYuI44eRfnLcYkfSWNxz7BbSvzLJtLiw2nhRo7eq2pvB6+&#10;rILtZ1/N/GO5HdzH5e38rLXRO63Uw2h4WYKINMT/8F/73SjIZ0/5FH7vpCsg1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55K/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VGN8UA&#10;AADeAAAADwAAAGRycy9kb3ducmV2LnhtbESP0WoCMRRE34X+Q7iFvmm2qRbZGkVaFqT0Re0HXDa3&#10;m62bmyWJ6/r3jSD0cZiZM8xqM7pODBRi61nD86wAQVx703Kj4ftYTZcgYkI22HkmDVeKsFk/TFZY&#10;Gn/hPQ2H1IgM4ViiBptSX0oZa0sO48z3xNn78cFhyjI00gS8ZLjrpCqKV+mw5bxgsad3S/XpcHYa&#10;qk/1NZzOJlR+O84dLezv8sNq/fQ4bt9AJBrTf/je3hkN6mWuFNzu5Cs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BUY3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mpU8cA&#10;AADeAAAADwAAAGRycy9kb3ducmV2LnhtbESPX0vDMBTF3wW/Q7iCL+LStU6kWzY2IThQkP0BXy/N&#10;XVvW3JQkrvXbm4Hg4+Gc8zucxWq0nbiQD61jBdNJBoK4cqblWsHxoB9fQISIbLBzTAp+KMBqeXuz&#10;wNK4gXd02cdaJAiHEhU0MfallKFqyGKYuJ44eSfnLcYkfS2NxyHBbSfzLHuWFltOCw329NpQdd5/&#10;WwWbz6Eu/EO1Gd376e1rprXRH1qp+7txPQcRaYz/4b/21ijIi6e8gOuddAX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5qVP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72MUA&#10;AADeAAAADwAAAGRycy9kb3ducmV2LnhtbESPUWvCMBSF3wf7D+EOfJuptRvSGUU2CjJ8me4HXJq7&#10;ptrclCTW+u8XQfDxcM75Dme5Hm0nBvKhdaxgNs1AENdOt9wo+D1UrwsQISJr7ByTgisFWK+en5ZY&#10;anfhHxr2sREJwqFEBSbGvpQy1IYshqnriZP357zFmKRvpPZ4SXDbyTzL3qXFltOCwZ4+DdWn/dkq&#10;qL7z3XA6a1+5zVhYejPHxZdRavIybj5ARBrjI3xvb7WCfF7kBdzupCs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oHv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JAq8MA&#10;AADeAAAADwAAAGRycy9kb3ducmV2LnhtbESP0YrCMBRE3wX/IVxh3zS12mWpRlmELvq41Q+4NNe2&#10;2Nx0m9jWvzeCsI/DzJxhtvvRNKKnztWWFSwXEQjiwuqaSwWXczb/AuE8ssbGMil4kIP9bjrZYqrt&#10;wL/U574UAcIuRQWV920qpSsqMugWtiUO3tV2Bn2QXSl1h0OAm0bGUfQpDdYcFips6VBRccvvRsH6&#10;Mfz85cktyrSh5WnVntgXiVIfs/F7A8LT6P/D7/ZRK4hX6ziB151wBeTu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JAq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LIc8YA&#10;AADeAAAADwAAAGRycy9kb3ducmV2LnhtbESPQWvCQBSE7wX/w/KE3pqNUUKbuoooFumppmnPj+wz&#10;CWbfhuyaxH/fLRR6HGbmG2a9nUwrBupdY1nBIopBEJdWN1wpKD6PT88gnEfW2FomBXdysN3MHtaY&#10;aTvymYbcVyJA2GWooPa+y6R0ZU0GXWQ74uBdbG/QB9lXUvc4BrhpZRLHqTTYcFiosaN9TeU1vxkF&#10;t/Q7Kfjyrj/yw/3t5XDcOflVKfU4n3avIDxN/j/81z5pBclylaTweydc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/LIc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Hd9cgA&#10;AADeAAAADwAAAGRycy9kb3ducmV2LnhtbESPQWvCQBSE74L/YXmCN900SrSpq6gg2B6U2vbQ22v2&#10;NUmbfRuzq8Z/7wqFHoeZ+YaZLVpTiTM1rrSs4GEYgSDOrC45V/D+thlMQTiPrLGyTAqu5GAx73Zm&#10;mGp74Vc6H3wuAoRdigoK7+tUSpcVZNANbU0cvG/bGPRBNrnUDV4C3FQyjqJEGiw5LBRY07qg7Pdw&#10;Mgo+9tPkcb96Hv+87L5wZPTxU5eJUv1eu3wC4an1/+G/9lYriEfjeAL3O+EKyP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0d31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feE8MA&#10;AADeAAAADwAAAGRycy9kb3ducmV2LnhtbERPy2rCQBTdF/oPwy10VycmQSQ6ig+aiiu1BbeXzG0S&#10;mrkTMqMm/XpnIbg8nPd82ZtGXKlztWUF41EEgriwuuZSwc/358cUhPPIGhvLpGAgB8vF68scM21v&#10;fKTryZcihLDLUEHlfZtJ6YqKDLqRbYkD92s7gz7ArpS6w1sIN42Mo2giDdYcGipsaVNR8Xe6GAX/&#10;kzMe3Fe83iba05BOc7s/5Eq9v/WrGQhPvX+KH+6dVhAnaRz2hjvhCs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feE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ISJsUA&#10;AADeAAAADwAAAGRycy9kb3ducmV2LnhtbESP0WrCQBRE34X+w3KFvunGNJUaXaUUC75ZYz/gkr1u&#10;gtm7MbvV1K93BcHHYWbOMItVbxtxps7XjhVMxgkI4tLpmo2C3/336AOED8gaG8ek4J88rJYvgwXm&#10;2l14R+ciGBEh7HNUUIXQ5lL6siKLfuxa4ugdXGcxRNkZqTu8RLhtZJokU2mx5rhQYUtfFZXH4s8q&#10;OLn0XffFGrfH9eynNiY7XXeZUq/D/nMOIlAfnuFHe6MVpG9ZOoP7nXgF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whIm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1LjcQA&#10;AADeAAAADwAAAGRycy9kb3ducmV2LnhtbESPy27CMBBF90j8gzVI3YEDaXkEDGqRkNhCWbAc7CEJ&#10;xOMQu5Dy9XhRqcur+9JZrFpbiTs1vnSsYDhIQBBrZ0rOFRy+N/0pCB+QDVaOScEveVgtu50FZsY9&#10;eEf3fchFHGGfoYIihDqT0uuCLPqBq4mjd3aNxRBlk0vT4COO20qOkmQsLZYcHwqsaV2Qvu5/rIJt&#10;eaKPsT7P7PRL747PW0gnF6PUW6/9nIMI1Ib/8F97axSM0vc0AkSciAJ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dS4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AXwcMA&#10;AADeAAAADwAAAGRycy9kb3ducmV2LnhtbERPW2vCMBR+F/Yfwhn4pql1jNkZZQ4EhxeYins9NGdN&#10;WXNSmljrvzfCwMfvzjedd7YSLTW+dKxgNExAEOdOl1woOB6WgzcQPiBrrByTgit5mM+eelPMtLvw&#10;N7X7UIhYwj5DBSaEOpPS54Ys+qGriaP26xqLIcKmkLrBSyy3lUyT5FVaLDkuGKzp01D+tz9bBS3u&#10;rsmPWWwnX+UmT3eL01pHXvWfu493EIG68DD/p1daQTp+GY/gfideAT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AXw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9WLMUA&#10;AADeAAAADwAAAGRycy9kb3ducmV2LnhtbESPQUsDMRSE74L/ITzBm802FZG1aSlCxaOuHjw+N6+b&#10;rZv3liR2V3+9EQSPw8x8w6y3cxjUiWLqhS0sFxUo4lZcz52F15f91S2olJEdDsJk4YsSbDfnZ2us&#10;nUz8TKcmd6pAONVowec81lqn1lPAtJCRuHgHiQFzkbHTLuJU4GHQpqpudMCey4LHke49tR/NZ7Aw&#10;PbTvR3N4c/47jrJvnuRoBrH28mLe3YHKNOf/8F/70Vkwq+uVgd875Qr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1Ys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vjoMgA&#10;AADeAAAADwAAAGRycy9kb3ducmV2LnhtbESP3WrCQBSE7wu+w3IE7+qmiVRJXcVfkNJStO39afY0&#10;Sbt7NmRXjW/vFgpeDjPzDTOdd9aIE7W+dqzgYZiAIC6crrlU8PG+vZ+A8AFZo3FMCi7kYT7r3U0x&#10;1+7MezodQikihH2OCqoQmlxKX1Rk0Q9dQxy9b9daDFG2pdQtniPcGpkmyaO0WHNcqLChVUXF7+Fo&#10;FWzf1uYnfd0vPmVYbcZfZvK8XL8oNeh3iycQgbpwC/+3d1pBmo2yDP7uxCsgZ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m+Og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SmQMcA&#10;AADeAAAADwAAAGRycy9kb3ducmV2LnhtbESPQWvCQBSE70L/w/IKvRTdaKxIdJUiFBUq2Ch4fWZf&#10;k2D2bciuMf57t1DwOMzMN8x82ZlKtNS40rKC4SACQZxZXXKu4Hj46k9BOI+ssbJMCu7kYLl46c0x&#10;0fbGP9SmPhcBwi5BBYX3dSKlywoy6Aa2Jg7er20M+iCbXOoGbwFuKjmKook0WHJYKLCmVUHZJb0a&#10;Be3++5xvWldvL9N39xGf1+udPin19tp9zkB46vwz/N/eaAWjeByP4e9OuAJy8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EpkD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20DBE" w:rsidRDefault="00C20DBE" w:rsidP="00C20DBE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R9xsgA&#10;AADeAAAADwAAAGRycy9kb3ducmV2LnhtbESPQWsCMRSE70L/Q3hCb5p11WK3RqkFwYugtod6e25e&#10;dxc3L9sk1dVfbwShx2FmvmGm89bU4kTOV5YVDPoJCOLc6ooLBV+fy94EhA/IGmvLpOBCHuazp84U&#10;M23PvKXTLhQiQthnqKAMocmk9HlJBn3fNsTR+7HOYIjSFVI7PEe4qWWaJC/SYMVxocSGPkrKj7s/&#10;o2DxOln8bka8vm4Pe9p/H47j1CVKPXfb9zcQgdrwH360V1pBOhwNx3C/E6+AnN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pH3GyAAAAN4AAAAPAAAAAAAAAAAAAAAAAJgCAABk&#10;cnMvZG93bnJldi54bWxQSwUGAAAAAAQABAD1AAAAjQMAAAAA&#10;" fillcolor="black" stroked="f">
                  <v:textbox>
                    <w:txbxContent>
                      <w:p w:rsidR="00C20DBE" w:rsidRDefault="00C20DBE" w:rsidP="00C20DBE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XtsckA&#10;AADeAAAADwAAAGRycy9kb3ducmV2LnhtbESPT0vDQBTE7wW/w/IEb+3GVEOJ2RTrHxCsh9Qeenxm&#10;n8mS7NuQXdvop3cLgsdhZn7DFOvJ9uJIozeOFVwvEhDEtdOGGwX79+f5CoQPyBp7x6Tgmzysy4tZ&#10;gbl2J67ouAuNiBD2OSpoQxhyKX3dkkW/cANx9D7daDFEOTZSj3iKcNvLNEkyadFwXGhxoIeW6m73&#10;ZRUcXjOzqgylH9ufzZPe3nabt8dOqavL6f4ORKAp/If/2i9aQbq8WWZwvhOvgCx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LXts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slGMcA&#10;AADeAAAADwAAAGRycy9kb3ducmV2LnhtbESPQWsCMRSE7wX/Q3iCt5qtSitbo4gievFQ29LrY/O6&#10;2e7mZU2irv56Uyj0OMzMN8xs0dlGnMmHyrGCp2EGgrhwuuJSwcf75nEKIkRkjY1jUnClAIt572GG&#10;uXYXfqPzIZYiQTjkqMDE2OZShsKQxTB0LXHyvp23GJP0pdQeLwluGznKsmdpseK0YLCllaGiPpys&#10;Ar/8Wtc3Pn3W2W1/Dduf7jhFo9Sg3y1fQUTq4n/4r73TCkbjyfgFfu+kKy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rJRj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UHIcQA&#10;AADeAAAADwAAAGRycy9kb3ducmV2LnhtbERPzWrCQBC+F3yHZQq9FN0Yi9XUVaRQKCiC1gcYs9Mk&#10;dHc2ZEeNffruQejx4/tfrHrv1IW62AQ2MB5loIjLYBuuDBy/PoYzUFGQLbrAZOBGEVbLwcMCCxuu&#10;vKfLQSqVQjgWaKAWaQutY1mTxzgKLXHivkPnURLsKm07vKZw73SeZVPtseHUUGNL7zWVP4ezN+Dy&#10;k5tvXuNWbke9zX697J931pinx379Bkqol3/x3f1pDeSTl0nam+6kK6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FBy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nj4McA&#10;AADeAAAADwAAAGRycy9kb3ducmV2LnhtbESPQWsCMRSE70L/Q3gFb5rtWordGqWtCHvx0NXi9bl5&#10;3SxNXpZNqmt/vSkUPA4z8w2zWA3OihP1ofWs4GGagSCuvW65UbDfbSZzECEia7SeScGFAqyWd6MF&#10;Ftqf+YNOVWxEgnAoUIGJsSukDLUhh2HqO+LkffneYUyyb6Tu8Zzgzso8y56kw5bTgsGO3g3V39WP&#10;U7CuOpvvS/MWDp/b49GWvxs6rJUa3w+vLyAiDfEW/m+XWkE+e5w9w9+ddAXk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Z4+D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CLNsMA&#10;AADeAAAADwAAAGRycy9kb3ducmV2LnhtbESPy4rCMBSG9wO+QziCuzHxgg4do4goCLPytnB3SM60&#10;HZuT0kRb394sBlz+/De+xapzlXhQE0rPGkZDBYLYeFtyruF82n1+gQgR2WLlmTQ8KcBq2ftYYGZ9&#10;ywd6HGMu0giHDDUUMdaZlMEU5DAMfU2cvF/fOIxJNrm0DbZp3FVyrNRMOiw5PRRY06YgczvenYa/&#10;nfzxRqG5nC/t3s6v2xlVSutBv1t/g4jUxXf4v723GsaT6TQBJJyEAn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CLN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TdysYA&#10;AADeAAAADwAAAGRycy9kb3ducmV2LnhtbESPT4vCMBTE7wv7HcJb2NuaWkWkGkUFQXbx4B/E47N5&#10;tqXNS0midr+9WVjwOMzMb5jpvDONuJPzlWUF/V4Cgji3uuJCwfGw/hqD8AFZY2OZFPySh/ns/W2K&#10;mbYP3tF9HwoRIewzVFCG0GZS+rwkg75nW+LoXa0zGKJ0hdQOHxFuGpkmyUgarDgulNjSqqS83t+M&#10;gvPth6/bwffCLcPJdgdfp5dxrdTnR7eYgAjUhVf4v73RCtLBcNiHvzvxCs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Tdys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20DBE" w:rsidRDefault="00C20DBE" w:rsidP="00C20DBE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uWz8kA&#10;AADeAAAADwAAAGRycy9kb3ducmV2LnhtbESPT2vCQBTE74V+h+UJvdWNaSqaukotCF4K9c9Bb8/s&#10;axLMvk13V4399F2h4HGYmd8wk1lnGnEm52vLCgb9BARxYXXNpYLtZvE8AuEDssbGMim4kofZ9PFh&#10;grm2F17ReR1KESHsc1RQhdDmUvqiIoO+b1vi6H1bZzBE6UqpHV4i3DQyTZKhNFhzXKiwpY+KiuP6&#10;ZBTMx6P5z1fGn7+rw572u8PxNXWJUk+97v0NRKAu3MP/7aVWkL5kWQq3O/EKyO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kuWz8kAAADeAAAADwAAAAAAAAAAAAAAAACYAgAA&#10;ZHJzL2Rvd25yZXYueG1sUEsFBgAAAAAEAAQA9QAAAI4DAAAAAA==&#10;" fillcolor="black" stroked="f">
                  <v:textbox>
                    <w:txbxContent>
                      <w:p w:rsidR="00C20DBE" w:rsidRDefault="00C20DBE" w:rsidP="00C20DBE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4/sYA&#10;AADeAAAADwAAAGRycy9kb3ducmV2LnhtbESPT0sDMRTE74LfITzBm83aLVLWpmUplIqn7R/x+rp5&#10;bhY3L0sS0/XbG0HwOMzMb5jVZrKDSORD71jB46wAQdw63XOn4HzaPSxBhIiscXBMCr4pwGZ9e7PC&#10;SrsrHygdYycyhEOFCkyMYyVlaA1ZDDM3Emfvw3mLMUvfSe3xmuF2kPOieJIWe84LBkfaGmo/j19W&#10;Qbpsm7pM78kcXn3dedfs3y6NUvd3U/0MItIU/8N/7RetYF4uFiX83slX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E4/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20DBE" w:rsidRDefault="00C20DBE" w:rsidP="00C20DBE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Tkg8gA&#10;AADeAAAADwAAAGRycy9kb3ducmV2LnhtbESPQUvDQBSE70L/w/IEb82mbSgauy1SbKleWmOhHh/Z&#10;ZzY0+zZk1zT6612h4HGYmW+YxWqwjeip87VjBZMkBUFcOl1zpeD4vhnfg/ABWWPjmBR8k4fVcnSz&#10;wFy7C79RX4RKRAj7HBWYENpcSl8asugT1xJH79N1FkOUXSV1h5cIt42cpulcWqw5LhhsaW2oPBdf&#10;VoGfrJ9Pr/bnof/YGt4XL2Z+qIxSd7fD0yOIQEP4D1/bO61gOsuyDP7uxCs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59OSD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20DBE" w:rsidRDefault="00C20DBE" w:rsidP="00C20DB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20DBE" w:rsidRPr="003B50D1" w:rsidRDefault="00C20DBE" w:rsidP="00C20D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C20DBE" w:rsidRPr="003B50D1" w:rsidRDefault="00C20DBE" w:rsidP="00C20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C20DBE" w:rsidRPr="003B50D1" w:rsidRDefault="00C20DBE" w:rsidP="00C20DB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C20DBE" w:rsidRPr="003B50D1" w:rsidRDefault="00C20DBE" w:rsidP="00C20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C20DBE" w:rsidRPr="003B50D1" w:rsidRDefault="00C20DBE" w:rsidP="00C20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C20DBE" w:rsidRPr="003B50D1" w:rsidRDefault="00C20DBE" w:rsidP="00C20D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0DBE" w:rsidRPr="003B50D1" w:rsidRDefault="00C20DBE" w:rsidP="00C20D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C20DBE" w:rsidRPr="003B50D1" w:rsidRDefault="00C20DBE" w:rsidP="00C20DB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0DBE" w:rsidRPr="003B50D1" w:rsidRDefault="00C20DBE" w:rsidP="00C20DB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C20DBE" w:rsidRPr="003B50D1" w:rsidRDefault="00C20DBE" w:rsidP="00C20DB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20DBE" w:rsidRPr="003B50D1" w:rsidRDefault="00C20DBE" w:rsidP="00C20DB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20DBE" w:rsidRPr="003B50D1" w:rsidRDefault="00C20DBE" w:rsidP="00C20DB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C20DBE" w:rsidRPr="003B50D1" w:rsidRDefault="00C20DBE" w:rsidP="00C20DB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20DBE" w:rsidRPr="003B50D1" w:rsidRDefault="00C20DBE" w:rsidP="00C20D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20DBE" w:rsidRPr="003B50D1" w:rsidRDefault="00C20DBE" w:rsidP="00C20D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C20DBE" w:rsidRPr="003B50D1" w:rsidRDefault="00C20DBE" w:rsidP="00C20DB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</w:t>
      </w:r>
      <w:r>
        <w:rPr>
          <w:rFonts w:ascii="Times New Roman" w:eastAsia="Calibri" w:hAnsi="Times New Roman" w:cs="Times New Roman"/>
          <w:b/>
          <w:sz w:val="24"/>
          <w:szCs w:val="24"/>
        </w:rPr>
        <w:t>ння земельної ділянки  зі</w:t>
      </w:r>
    </w:p>
    <w:p w:rsidR="00C20DBE" w:rsidRDefault="00C20DBE" w:rsidP="00C20DB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зміною цільового призначення</w:t>
      </w: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та</w:t>
      </w:r>
    </w:p>
    <w:p w:rsidR="00C20DBE" w:rsidRPr="003B50D1" w:rsidRDefault="00C20DBE" w:rsidP="00C20DB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передачі її у власність</w:t>
      </w:r>
    </w:p>
    <w:p w:rsidR="00C20DBE" w:rsidRPr="003B50D1" w:rsidRDefault="00C20DBE" w:rsidP="00C20DB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Бендюг Т. І.</w:t>
      </w:r>
    </w:p>
    <w:p w:rsidR="00C20DBE" w:rsidRPr="003B50D1" w:rsidRDefault="00C20DBE" w:rsidP="00C20DB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0DBE" w:rsidRPr="003B50D1" w:rsidRDefault="00C20DBE" w:rsidP="00C20DB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0DBE" w:rsidRPr="003B50D1" w:rsidRDefault="00C20DBE" w:rsidP="00C20DB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Бендюг Т. І.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C20DBE" w:rsidRPr="003B50D1" w:rsidRDefault="00C20DBE" w:rsidP="00C20DB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C20DBE" w:rsidRPr="003B50D1" w:rsidRDefault="00C20DBE" w:rsidP="00C20DB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0DBE" w:rsidRPr="003B50D1" w:rsidRDefault="00C20DBE" w:rsidP="00C20DB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Бендюг Тетяні Іванівні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Pr="003B50D1">
        <w:rPr>
          <w:rFonts w:ascii="Times New Roman" w:eastAsia="Calibri" w:hAnsi="Times New Roman" w:cs="Times New Roman"/>
          <w:sz w:val="24"/>
          <w:szCs w:val="24"/>
        </w:rPr>
        <w:t>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</w:t>
      </w:r>
      <w:r>
        <w:rPr>
          <w:rFonts w:ascii="Times New Roman" w:eastAsia="Calibri" w:hAnsi="Times New Roman" w:cs="Times New Roman"/>
          <w:sz w:val="24"/>
          <w:szCs w:val="24"/>
        </w:rPr>
        <w:t>о відведення земельної ділянки зі зміною цільового призначення, 01.17 земельні ділянки запасу (земельні ділянки, які не надані у власність або користування громадянами чи юридичними особами) площею  0,2850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землі 01.03 для ведення особистого селянського господарства,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яка розташована Хмельницька область,  Шепетівський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20DBE" w:rsidRPr="003B50D1" w:rsidRDefault="00C20DBE" w:rsidP="00C20DB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Бендюг Тетяні Іванівні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41A6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</w:t>
      </w:r>
      <w:bookmarkStart w:id="0" w:name="_GoBack"/>
      <w:bookmarkEnd w:id="0"/>
      <w:r w:rsidR="005641A6">
        <w:rPr>
          <w:rFonts w:ascii="Times New Roman" w:eastAsia="Calibri" w:hAnsi="Times New Roman" w:cs="Times New Roman"/>
          <w:sz w:val="24"/>
          <w:szCs w:val="24"/>
          <w:lang w:val="ru-RU"/>
        </w:rPr>
        <w:t>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5641A6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0,2850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6823986800:05:005:0017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20DBE" w:rsidRPr="003B50D1" w:rsidRDefault="00C20DBE" w:rsidP="00C20DB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Бендюг Т. І.,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C20DBE" w:rsidRPr="003B50D1" w:rsidRDefault="00C20DBE" w:rsidP="00C20DB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3B50D1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C20DBE" w:rsidRPr="003B50D1" w:rsidRDefault="00C20DBE" w:rsidP="00C20D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0DBE" w:rsidRPr="003B50D1" w:rsidRDefault="00C20DBE" w:rsidP="00C20D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0DBE" w:rsidRPr="003B50D1" w:rsidRDefault="00C20DBE" w:rsidP="00C20D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0DBE" w:rsidRPr="003B50D1" w:rsidRDefault="00C20DBE" w:rsidP="00C20DB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7F2D81" w:rsidRDefault="007F2D81"/>
    <w:sectPr w:rsidR="007F2D8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DBE"/>
    <w:rsid w:val="00193410"/>
    <w:rsid w:val="005641A6"/>
    <w:rsid w:val="007F2D81"/>
    <w:rsid w:val="00C2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BE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BE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777</cp:lastModifiedBy>
  <cp:revision>5</cp:revision>
  <dcterms:created xsi:type="dcterms:W3CDTF">2022-02-11T14:00:00Z</dcterms:created>
  <dcterms:modified xsi:type="dcterms:W3CDTF">2022-02-14T09:38:00Z</dcterms:modified>
</cp:coreProperties>
</file>