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7D" w:rsidRDefault="002A527D" w:rsidP="002A52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27D" w:rsidRDefault="002A527D" w:rsidP="002A52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527D" w:rsidRDefault="002A527D" w:rsidP="002A52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527D" w:rsidRDefault="002A527D" w:rsidP="002A52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527D" w:rsidRDefault="002A527D" w:rsidP="002A52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527D" w:rsidRDefault="002A527D" w:rsidP="002A52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№75</w:t>
      </w:r>
    </w:p>
    <w:p w:rsidR="002A527D" w:rsidRPr="002C7821" w:rsidRDefault="002A527D" w:rsidP="002A527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A527D" w:rsidRPr="002C7821" w:rsidRDefault="002A527D" w:rsidP="002A52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A527D" w:rsidRPr="00990689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Величко Т.М.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Величко Т.М.,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A527D" w:rsidRPr="00990689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Величко Тетяні Миколаївні,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7681F" w:rsidRPr="0027681F">
        <w:rPr>
          <w:rFonts w:ascii="Times New Roman" w:eastAsia="Calibri" w:hAnsi="Times New Roman" w:cs="Times New Roman"/>
          <w:sz w:val="24"/>
          <w:lang w:eastAsia="en-US"/>
        </w:rPr>
        <w:t>_</w:t>
      </w:r>
      <w:r w:rsidR="0027681F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731B7F">
        <w:rPr>
          <w:rFonts w:ascii="Times New Roman" w:eastAsia="Calibr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ОК СТ «Енергетик ХАЕС» по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Соснова.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Величко Т.М.,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A527D" w:rsidRPr="002C7821" w:rsidRDefault="002A527D" w:rsidP="002A52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A527D" w:rsidRPr="002C7821" w:rsidRDefault="002A527D" w:rsidP="002A52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527D" w:rsidRPr="002C7821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527D" w:rsidRPr="002A527D" w:rsidRDefault="002A527D" w:rsidP="002A52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40989" w:rsidRPr="002A527D" w:rsidRDefault="002A527D" w:rsidP="002A527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440989" w:rsidRPr="002A52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7D"/>
    <w:rsid w:val="0027681F"/>
    <w:rsid w:val="002A527D"/>
    <w:rsid w:val="0044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A52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52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A527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A52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52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A527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2021-07-07T06:50:00Z</dcterms:created>
  <dcterms:modified xsi:type="dcterms:W3CDTF">2021-07-07T08:28:00Z</dcterms:modified>
</cp:coreProperties>
</file>