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6F" w:rsidRDefault="00E9096F" w:rsidP="00E909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ПРОЕКТ</w:t>
      </w:r>
    </w:p>
    <w:p w:rsidR="00E9096F" w:rsidRDefault="00E9096F" w:rsidP="00E9096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E9096F" w:rsidRPr="00E9096F" w:rsidRDefault="00E9096F" w:rsidP="00E9096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96F" w:rsidRDefault="00E9096F" w:rsidP="00E909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096F" w:rsidRDefault="00E9096F" w:rsidP="00E909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096F" w:rsidRDefault="00E9096F" w:rsidP="00E909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9096F" w:rsidRDefault="00E9096F" w:rsidP="00E909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096F" w:rsidRDefault="00E9096F" w:rsidP="00E909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рада </w:t>
      </w:r>
    </w:p>
    <w:p w:rsidR="00E9096F" w:rsidRDefault="00E9096F" w:rsidP="00E909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E9096F" w:rsidRDefault="00E9096F" w:rsidP="00E909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B6B0C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DB6B0C">
        <w:rPr>
          <w:rFonts w:ascii="Times New Roman" w:eastAsia="Arial Unicode MS" w:hAnsi="Times New Roman" w:cs="Times New Roman"/>
          <w:sz w:val="24"/>
          <w:szCs w:val="24"/>
        </w:rPr>
        <w:t>_______</w:t>
      </w:r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B6B0C">
        <w:rPr>
          <w:rFonts w:ascii="Times New Roman" w:eastAsia="Calibri" w:hAnsi="Times New Roman" w:cs="Times New Roman"/>
          <w:sz w:val="24"/>
        </w:rPr>
        <w:t>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DB6B0C">
        <w:rPr>
          <w:rFonts w:ascii="Times New Roman" w:eastAsia="Arial Unicode MS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B6B0C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DB6B0C">
        <w:rPr>
          <w:rFonts w:ascii="Times New Roman" w:eastAsia="Arial Unicode MS" w:hAnsi="Times New Roman" w:cs="Times New Roman"/>
          <w:sz w:val="24"/>
          <w:szCs w:val="24"/>
        </w:rPr>
        <w:t>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4/6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частки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0,2500 га,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номер: 6823984000:01:016:0031,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Кринична</w:t>
      </w:r>
      <w:proofErr w:type="spellEnd"/>
      <w:r>
        <w:rPr>
          <w:rFonts w:ascii="Times New Roman" w:eastAsia="Calibri" w:hAnsi="Times New Roman" w:cs="Times New Roman"/>
          <w:sz w:val="24"/>
        </w:rPr>
        <w:t>,  33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Нікітчуку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законом  порядку.</w:t>
      </w:r>
    </w:p>
    <w:p w:rsidR="00E9096F" w:rsidRDefault="00E9096F" w:rsidP="00E909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9096F" w:rsidRDefault="00E9096F" w:rsidP="00E909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96F" w:rsidRDefault="00E9096F" w:rsidP="00E909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32744" w:rsidRDefault="00132744"/>
    <w:sectPr w:rsidR="001327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6F"/>
    <w:rsid w:val="00132744"/>
    <w:rsid w:val="00171A2E"/>
    <w:rsid w:val="00304C90"/>
    <w:rsid w:val="00505B6D"/>
    <w:rsid w:val="006D3977"/>
    <w:rsid w:val="007D6C18"/>
    <w:rsid w:val="00D1641A"/>
    <w:rsid w:val="00DB6B0C"/>
    <w:rsid w:val="00E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E9096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E9096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9096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E9096F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E9096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9096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345</Words>
  <Characters>1968</Characters>
  <Application>Microsoft Office Word</Application>
  <DocSecurity>0</DocSecurity>
  <Lines>16</Lines>
  <Paragraphs>4</Paragraphs>
  <ScaleCrop>false</ScaleCrop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2021-03-18T06:16:00Z</dcterms:created>
  <dcterms:modified xsi:type="dcterms:W3CDTF">2021-03-18T06:24:00Z</dcterms:modified>
</cp:coreProperties>
</file>