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5F" w:rsidRPr="00B623A8" w:rsidRDefault="008F2F87" w:rsidP="00277A5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gt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j0g3eJlo8Hh2QKLBR/qbi7dfLp7ptBt/PPz87szHUA83iNr6ICn96v700/Xx5Ime&#10;6dzbN+SUhk5THBVvXYnuHnLiboFhZOK0AiJJfH7x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OFvjN+nD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K+I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977mlUftgtvndUPhWiiMd0vCsd4/JH2s0pTxqhJLynfFNcPsxJ&#10;iiIE27CV5gH32LyOgSHA8wqBMPFcyskgk0RGbBRuMFA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ii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LGObUfQ6DC97Yft+KrqeCGoA/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PwQmC2vdwAAQFkEAA4AAAAAAAAAAAAAAAAALgIAAGRycy9lMm9Eb2MueG1s&#10;UEsBAi0AFAAGAAgAAAAhALIdTJvgAAAACgEAAA8AAAAAAAAAAAAAAAAACXoAAGRycy9kb3ducmV2&#10;LnhtbFBLBQYAAAAABAAEAPMAAAAW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0x88QA&#10;AADdAAAADwAAAGRycy9kb3ducmV2LnhtbESPS4vCQBCE7wv7H4Ze8LZO1neio4is4kEQH7k3mTYJ&#10;m+kJmVmN/94RBI9FVX1FzRatqcSVGldaVvDTjUAQZ1aXnCs4n9bfExDOI2usLJOCOzlYzD8/Zpho&#10;e+MDXY8+FwHCLkEFhfd1IqXLCjLourYmDt7FNgZ9kE0udYO3ADeV7EXRSBosOSwUWNOqoOzv+G8U&#10;2P5mu0vz3qH/y2PPy/3kkrY7pTpf7XIKwlPr3+FXe6sVDIZx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dMf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om8UA&#10;AADdAAAADwAAAGRycy9kb3ducmV2LnhtbERPz2vCMBS+D/Y/hDfYRWaqSHXVKEPo5nYY6AZeH82z&#10;qWteSpJp9a83h8GOH9/vxaq3rTiRD41jBaNhBoK4crrhWsH3V/k0AxEissbWMSm4UIDV8v5ugYV2&#10;Z97SaRdrkUI4FKjAxNgVUobKkMUwdB1x4g7OW4wJ+lpqj+cUbls5zrJcWmw4NRjsaG2o+tn9WgXH&#10;8tPs19Prqx88b+k6KD/e2vdcqceH/mUOIlIf/8V/7o1WMMmztD+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qi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vf8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J4k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m9/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kq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hZ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yS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Uk8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JNx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FS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ZR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h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coscA&#10;AADd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RMZtkU7m/S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KHK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Yk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dZ7l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g2J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nTscA&#10;AADdAAAADwAAAGRycy9kb3ducmV2LnhtbESP3WoCMRSE7wt9h3AKvSk1W60/rEZRISi0INVCbw+b&#10;4+7SzcmSpO769qZQ6OUwM98wi1VvG3EhH2rHCl4GGQjiwpmaSwWfJ/08AxEissHGMSm4UoDV8v5u&#10;gblxHX/Q5RhLkSAcclRQxdjmUoaiIoth4Fri5J2dtxiT9KU0HrsEt40cZtlEWqw5LVTY0rai4vv4&#10;YxVsDl058k/Fpndv593XWGuj37VSjw/9eg4iUh//w3/tvVHwOsmm8PsmPQ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UJ0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pecEA&#10;AADdAAAADwAAAGRycy9kb3ducmV2LnhtbERP3UrDMBS+F3yHcATvbOqYpdRmYygFGd6s2wMcmmNT&#10;15yUJOvq25uLwS4/vv96u9hRzOTD4FjBa5aDIO6cHrhXcDo2LyWIEJE1jo5JwR8F2G4eH2qstLvy&#10;geY29iKFcKhQgYlxqqQMnSGLIXMTceJ+nLcYE/S91B6vKdyOcpXnhbQ4cGowONGHoe7cXqyCZr/6&#10;ns8X7Ru3W9aW3sxv+WmUen5adu8gIi3xLr65v7SCdZGnuelNe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6X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pWxMEA&#10;AADdAAAADwAAAGRycy9kb3ducmV2LnhtbESP0YrCMBRE3xf8h3AF39bEdRWtRlkEZX20+gGX5toW&#10;m5vaRFv/3giCj8PMmWGW685W4k6NLx1rGA0VCOLMmZJzDafj9nsGwgdkg5Vj0vAgD+tV72uJiXEt&#10;H+iehlzEEvYJaihCqBMpfVaQRT90NXH0zq6xGKJscmkabGO5reSPUlNpseS4UGBNm4KyS3qzGn4f&#10;7e6aTi5qayyN9uN6zyGbaD3od38LEIG68Am/6X8Tuamaw+tNf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6Vs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wmMAA&#10;AADdAAAADwAAAGRycy9kb3ducmV2LnhtbERPTYvCMBC9C/6HMII3TRUpWo0iiiJ7Wmv1PDRjW2wm&#10;pYla/705LOzx8b5Xm87U4kWtqywrmIwjEMS51RUXCrLLYTQH4TyyxtoyKfiQg82631thou2bz/RK&#10;fSFCCLsEFZTeN4mULi/JoBvbhjhwd9sa9AG2hdQtvkO4qeU0imJpsOLQUGJDu5LyR/o0Cp7xbZrx&#10;/Uf/pvvPcbE/bJ28FkoNB912CcJT5//Ff+6TVjCLJ2F/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twm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SqBMcA&#10;AADdAAAADwAAAGRycy9kb3ducmV2LnhtbESPQWvCQBSE7wX/w/IEb80mVoJGV1GhYHuo1NpDb8/s&#10;M4lm38bsVtN/7xYKPQ4z8w0zW3SmFldqXWVZQRLFIIhzqysuFOw/nh/HIJxH1lhbJgU/5GAx7z3M&#10;MNP2xu903flCBAi7DBWU3jeZlC4vyaCLbEMcvKNtDfog20LqFm8Bbmo5jONUGqw4LJTY0Lqk/Lz7&#10;Ngo+t+N0sl29jE6vbwd8MvrypatUqUG/W05BeOr8f/ivvdEKRmmSwO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kqg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72gM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YTKI4f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O9o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Ao8UA&#10;AADdAAAADwAAAGRycy9kb3ducmV2LnhtbESP0WrCQBRE34X+w3ILfdONNoY2dSNFLPhWjf2AS/Z2&#10;E5K9G7Orpn59t1DwcZiZM8xqPdpOXGjwjWMF81kCgrhyumGj4Ov4MX0B4QOyxs4xKfghD+viYbLC&#10;XLsrH+hSBiMihH2OCuoQ+lxKX9Vk0c9cTxy9bzdYDFEORuoBrxFuO7lIkkxabDgu1NjTpqaqLc9W&#10;wcktlnost/jZbl/3jTHp6XZIlXp6HN/fQAQawz38395pBWk2f4a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gC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Sv8YA&#10;AADdAAAADwAAAGRycy9kb3ducmV2LnhtbESPS2/CMBCE70j8B2uRuIHDoylNY1BbqRJXaA89bu3N&#10;A+J1iF1I+fU1ElKPo5n5RpNvetuIM3W+dqxgNk1AEGtnai4VfH68T1YgfEA22DgmBb/kYbMeDnLM&#10;jLvwjs77UIoIYZ+hgiqENpPS64os+qlriaNXuM5iiLIrpenwEuG2kfMkSaXFmuNChS29VaSP+x+r&#10;YFt/00Oqiye7etW7r+spLB4PRqnxqH95BhGoD//he3trFCzT2RJub+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IS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E0MMA&#10;AADdAAAADwAAAGRycy9kb3ducmV2LnhtbERPW2vCMBR+H/gfwhH2NtPKJlqNZQ4GG3OCF/T10Byb&#10;YnNSmqzWf78MhD1+d75F3ttadNT6yrGCdJSAIC6crrhUcNi/P01B+ICssXZMCm7kIV8OHhaYaXfl&#10;LXW7UIpYwj5DBSaEJpPSF4Ys+pFriKN2dq3FEGFbSt3iNZbbWo6TZCItVhwXDDb0Zqi47H6sgg43&#10;t+RkVt+zz2pdjDer45eOvHoc9q9zEIH68G++pz+0gudJ+g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dE0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kx8QA&#10;AADdAAAADwAAAGRycy9kb3ducmV2LnhtbESPQUvDQBSE70L/w/IK3uymQYLEbosILR41evD4zL5m&#10;U7Pvhd1tE/31riB4HGbmG2azm/2gLhRiL2xgvSpAEbdie+4MvL3ub+5AxYRscRAmA18UYbddXG2w&#10;tjLxC12a1KkM4VijAZfSWGsdW0ce40pG4uwdJXhMWYZO24BThvtBl0VRaY895wWHIz06aj+bszcw&#10;HdqPU3l8t+47jLJvnuVUDmLM9XJ+uAeVaE7/4b/2kzVwW6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+ZM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H+8YA&#10;AADdAAAADwAAAGRycy9kb3ducmV2LnhtbESPW2sCMRSE3wv9D+EIvtWsIiqrUawXKKUi3t6Pm+Pu&#10;tsnJsom6/vtGKPRxmJlvmMmssUbcqPalYwXdTgKCOHO65FzB8bB+G4HwAVmjcUwKHuRhNn19mWCq&#10;3Z13dNuHXEQI+xQVFCFUqZQ+K8ii77iKOHoXV1sMUda51DXeI9wa2UuSgbRYclwosKJFQdnP/moV&#10;rLdL893b7OYnGRar4dmMPt+XX0q1W818DCJQE/7Df+0PraA/6A7h+SY+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mH+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eMMMA&#10;AADdAAAADwAAAGRycy9kb3ducmV2LnhtbERPy4rCMBTdC/MP4Q7MRjR1RotUo4gwqKDgC9xem2tb&#10;bG5Kk6mdvzcLweXhvKfz1pSiodoVlhUM+hEI4tTqgjMF59NvbwzCeWSNpWVS8E8O5rOPzhQTbR98&#10;oOboMxFC2CWoIPe+SqR0aU4GXd9WxIG72dqgD7DOpK7xEcJNKb+jKJYGCw4NOVa0zCm9H/+Mgma/&#10;vWbrxlWb+7jrRj/X1WqnL0p9fbaLCQhPrX+LX+61VjCMB2FueBOe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eM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HYsYA&#10;AADdAAAADwAAAGRycy9kb3ducmV2LnhtbESPT2sCMRTE74V+h/AK3mpWsaKrUaog9FLw30Fvz81z&#10;d3Hzsk2ibv30RhA8DjPzG2Y8bUwlLuR8aVlBp52AIM6sLjlXsN0sPgcgfEDWWFkmBf/kYTp5fxtj&#10;qu2VV3RZh1xECPsUFRQh1KmUPivIoG/bmjh6R+sMhihdLrXDa4SbSnaTpC8NlhwXCqxpXlB2Wp+N&#10;gtlwMPtb9vj3tjrsab87nL66LlGq9dF8j0AEasIr/Gz/aAW9fmcIjzfxCc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wHYsYAAADdAAAADwAAAAAAAAAAAAAAAACYAgAAZHJz&#10;L2Rvd25yZXYueG1sUEsFBgAAAAAEAAQA9QAAAIsDAAAAAA==&#10;" fillcolor="black" stroked="f"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OnTMQA&#10;AADdAAAADwAAAGRycy9kb3ducmV2LnhtbERPy2rCQBTdC/7DcIXudGKoQaKjaB9QqF34WLi8Zq7J&#10;kMydkJlq7Nd3FoUuD+e9XPe2ETfqvHGsYDpJQBAXThsuFZyO7+M5CB+QNTaOScGDPKxXw8ESc+3u&#10;vKfbIZQihrDPUUEVQptL6YuKLPqJa4kjd3WdxRBhV0rd4T2G20amSZJJi4ZjQ4UtvVRU1Idvq+D8&#10;mZn53lB62f1s3/RuVm+/Xmulnkb9ZgEiUB/+xX/uD63gOUvj/v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zp0z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8YsUA&#10;AADdAAAADwAAAGRycy9kb3ducmV2LnhtbESPQWsCMRSE74L/ITyhN80qRWRrFKmIvfRQtfT62Lxu&#10;trt5WZOoq7++EQSPw8x8w8yXnW3EmXyoHCsYjzIQxIXTFZcKDvvNcAYiRGSNjWNScKUAy0W/N8dc&#10;uwt/0XkXS5EgHHJUYGJscylDYchiGLmWOHm/zluMSfpSao+XBLeNnGTZVFqsOC0YbOndUFHvTlaB&#10;X/2s6xufvuvs9nkN27/uOEOj1MugW72BiNTFZ/jR/tAKXqeTM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jx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Hp8UA&#10;AADd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saTPIf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Aen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teMYA&#10;AADdAAAADwAAAGRycy9kb3ducmV2LnhtbESPQWsCMRSE70L/Q3gFbzXrtkjZGsVWhL304Nbi9bl5&#10;bhaTl2WT6tpf3wgFj8PMfMPMl4Oz4kx9aD0rmE4yEMS11y03CnZfm6dXECEia7SeScGVAiwXD6M5&#10;FtpfeEvnKjYiQTgUqMDE2BVShtqQwzDxHXHyjr53GJPsG6l7vCS4szLPspl02HJaMNjRh6H6VP04&#10;Beuqs/muNO9h//15ONjyd0P7tVLjx2H1BiLSEO/h/3apFbzM8m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yte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J6vcQA&#10;AADdAAAADwAAAGRycy9kb3ducmV2LnhtbESPQWsCMRSE7wX/Q3iCt5oospXVKCIVBE+1evD2SJ67&#10;q5uXZZO66783hUKPw8x8wyzXvavFg9pQedYwGSsQxMbbigsNp+/d+xxEiMgWa8+k4UkB1qvB2xJz&#10;6zv+oscxFiJBOOSooYyxyaUMpiSHYewb4uRdfeswJtkW0rbYJbir5VSpTDqsOC2U2NC2JHM//jgN&#10;t508eKPQnE/nbm8/Lp8Z1Urr0bDfLEBE6uN/+K+9txpm2XQG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er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9C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LZPH2B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d9C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ZrccA&#10;AADdAAAADwAAAGRycy9kb3ducmV2LnhtbESPT2vCQBTE70K/w/IK3nTTYINNXaUKghfBPz3U2zP7&#10;mgSzb9PdVdN+ercgeBxm5jfMZNaZRlzI+dqygpdhAoK4sLrmUsHnfjkYg/ABWWNjmRT8kofZ9Kk3&#10;wVzbK2/psguliBD2OSqoQmhzKX1RkUE/tC1x9L6tMxiidKXUDq8RbhqZJkkmDdYcFypsaVFRcdqd&#10;jYL523j+sxnx+m97PNDh63h6TV2iVP+5+3gHEagLj/C9vdIKRlmawf+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/Wa3HAAAA3QAAAA8AAAAAAAAAAAAAAAAAmAIAAGRy&#10;cy9kb3ducmV2LnhtbFBLBQYAAAAABAAEAPUAAACMAwAAAAA=&#10;" fillcolor="black" stroked="f"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GN8UA&#10;AADdAAAADwAAAGRycy9kb3ducmV2LnhtbESPQUsDMRSE7wX/Q3iCtzZrlVrWpmUpFMXTtiq9vm6e&#10;m8XNy5Kk6frvjSD0OMzMN8xqM9peJPKhc6zgflaAIG6c7rhV8PG+my5BhIissXdMCn4owGZ9M1lh&#10;qd2F95QOsRUZwqFEBSbGoZQyNIYshpkbiLP35bzFmKVvpfZ4yXDby3lRLKTFjvOCwYG2hprvw9kq&#10;SKdtXT2kYzL7N1+13tUvn6daqbvbsXoGEWmM1/B/+1UreFzMn+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wY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yt8MA&#10;AADdAAAADwAAAGRycy9kb3ducmV2LnhtbERPz2vCMBS+D/wfwhO8aaqM4jqjiOjYdtF1g3l8NM+m&#10;2LyUJtbqX78chB0/vt+LVW9r0VHrK8cKppMEBHHhdMWlgp/v3XgOwgdkjbVjUnAjD6vl4GmBmXZX&#10;/qIuD6WIIewzVGBCaDIpfWHIop+4hjhyJ9daDBG2pdQtXmO4reUsSVJpseLYYLChjaHinF+sAj/d&#10;bH8/7f2lO74Z3ucfJj2URqnRsF+/ggjUh3/xw/2uFTynszg3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dyt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77A5F" w:rsidRDefault="00277A5F" w:rsidP="0027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7A5F" w:rsidRDefault="00277A5F" w:rsidP="00277A5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7A5F" w:rsidRDefault="00277A5F" w:rsidP="00277A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77A5F" w:rsidRDefault="00277A5F" w:rsidP="00277A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7A5F" w:rsidRPr="006E3F23" w:rsidRDefault="00277A5F" w:rsidP="00277A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№61</w:t>
      </w:r>
    </w:p>
    <w:p w:rsidR="00277A5F" w:rsidRPr="008E2C07" w:rsidRDefault="00277A5F" w:rsidP="00277A5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Павлюку</w:t>
      </w:r>
      <w:proofErr w:type="spellEnd"/>
      <w:r>
        <w:rPr>
          <w:rFonts w:ascii="Times New Roman" w:hAnsi="Times New Roman"/>
          <w:b/>
          <w:sz w:val="24"/>
        </w:rPr>
        <w:t xml:space="preserve"> С.С.</w:t>
      </w: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Павлюк</w:t>
      </w:r>
      <w:proofErr w:type="spellEnd"/>
      <w:r>
        <w:rPr>
          <w:rFonts w:ascii="Times New Roman" w:hAnsi="Times New Roman"/>
          <w:sz w:val="24"/>
        </w:rPr>
        <w:t xml:space="preserve"> С.С.,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77A5F" w:rsidRPr="00637663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F2F87">
        <w:rPr>
          <w:rFonts w:ascii="Times New Roman" w:hAnsi="Times New Roman"/>
          <w:sz w:val="24"/>
        </w:rPr>
        <w:t>_________________________</w:t>
      </w:r>
      <w:bookmarkStart w:id="0" w:name="_GoBack"/>
      <w:bookmarkEnd w:id="0"/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0,0700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</w:t>
      </w:r>
      <w:proofErr w:type="gram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С.С.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277A5F" w:rsidRPr="008E2C07" w:rsidRDefault="00277A5F" w:rsidP="00277A5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77A5F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77A5F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77A5F" w:rsidRPr="008E2C07" w:rsidRDefault="00277A5F" w:rsidP="00277A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D44F1" w:rsidRPr="00277A5F" w:rsidRDefault="00277A5F" w:rsidP="00277A5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5D44F1" w:rsidRPr="00277A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77A5F"/>
    <w:rsid w:val="00171A2E"/>
    <w:rsid w:val="00277A5F"/>
    <w:rsid w:val="00304C90"/>
    <w:rsid w:val="00505B6D"/>
    <w:rsid w:val="005D44F1"/>
    <w:rsid w:val="006D3977"/>
    <w:rsid w:val="007D6C18"/>
    <w:rsid w:val="008F2F8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5F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77A5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77A5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77A5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2020-12-01T06:20:00Z</dcterms:created>
  <dcterms:modified xsi:type="dcterms:W3CDTF">2020-12-01T07:31:00Z</dcterms:modified>
</cp:coreProperties>
</file>