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76E" w:rsidRPr="00AF2E62" w:rsidRDefault="0073176E" w:rsidP="0073176E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AF2E62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73176E" w:rsidRPr="00AF2E62" w:rsidRDefault="0073176E" w:rsidP="007317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AF2E62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D061599" wp14:editId="4D777BD4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4527" name="Группа 145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452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76E" w:rsidRDefault="0073176E" w:rsidP="007317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2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176E" w:rsidRDefault="0073176E" w:rsidP="007317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3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76E" w:rsidRDefault="0073176E" w:rsidP="007317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3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176E" w:rsidRDefault="0073176E" w:rsidP="007317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3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76E" w:rsidRDefault="0073176E" w:rsidP="007317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3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176E" w:rsidRDefault="0073176E" w:rsidP="007317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3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76E" w:rsidRDefault="0073176E" w:rsidP="007317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3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176E" w:rsidRDefault="0073176E" w:rsidP="007317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3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76E" w:rsidRDefault="0073176E" w:rsidP="007317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3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176E" w:rsidRDefault="0073176E" w:rsidP="007317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3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76E" w:rsidRDefault="0073176E" w:rsidP="007317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3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176E" w:rsidRDefault="0073176E" w:rsidP="007317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4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76E" w:rsidRDefault="0073176E" w:rsidP="007317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4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176E" w:rsidRDefault="0073176E" w:rsidP="007317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4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76E" w:rsidRDefault="0073176E" w:rsidP="007317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4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176E" w:rsidRDefault="0073176E" w:rsidP="007317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4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76E" w:rsidRDefault="0073176E" w:rsidP="007317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4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176E" w:rsidRDefault="0073176E" w:rsidP="007317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4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76E" w:rsidRDefault="0073176E" w:rsidP="007317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4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176E" w:rsidRDefault="0073176E" w:rsidP="007317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4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76E" w:rsidRDefault="0073176E" w:rsidP="007317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4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76E" w:rsidRDefault="0073176E" w:rsidP="007317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5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76E" w:rsidRDefault="0073176E" w:rsidP="007317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5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76E" w:rsidRDefault="0073176E" w:rsidP="007317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5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76E" w:rsidRDefault="0073176E" w:rsidP="007317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5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76E" w:rsidRDefault="0073176E" w:rsidP="007317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5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76E" w:rsidRDefault="0073176E" w:rsidP="007317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5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76E" w:rsidRDefault="0073176E" w:rsidP="007317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5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76E" w:rsidRDefault="0073176E" w:rsidP="007317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5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76E" w:rsidRDefault="0073176E" w:rsidP="007317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5D061599" id="Группа 14527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icamHcAAEFZBAAOAAAAZHJzL2Uyb0RvYy54bWzsfX9uJTmS3v8GfIcH/TlAtZL5OwtTs5jp&#10;6hosMLYXmOcDvJJUJcEqPe2TqqtnFwsY8BF8Ed/AV9i9kb8gg3ykKiMip7pn0IA5u+hUt0KRZESQ&#10;Scav77f/8NOn+92PN6enu+PDmwv3XXOxu3m4Ol7fPXx8c/Hf9+9ezRe7p+fDw/Xh/vhw8+biLzdP&#10;F//wu//8n3775fH1TXu8Pd5f35x2YPLw9PrL45uL2+fnx9eXl09XtzefDk/fHR9vHvDLD8fTp8Mz&#10;/vX08fL6dPgC7p/uL9umGS+/HE/Xj6fj1c3TE/7r2/DLi995/h8+3Fw9/7cPH55unnf3by4wtmf/&#10;z5P/53v65+Xvfnt4/fF0eLy9u+JhHL5hFJ8Odw94aWL19vB82H0+3X3F6tPd1en4dPzw/N3V8dPl&#10;8cOHu6sbPwfMxjUvZvPH0/Hzo5/Lx9dfPj4mMUG0L+T0zWyv/uuP/3Ta3V1Dd/3QThe7h8MnqOnf&#10;//d//M//+F///n/xf/9nF34DSX15/Pgaf/DH0+OfH//pxP/hY/i33fsv/+V4jT89fH4+elH89OH0&#10;iUSCSe5+8hL/S5L4zU/Puyv8x941rYNervCrsRvw/0EjV7dQ21d/dXX7A/+dc30b/spNbqa/uTy8&#10;Di+8pFHyoGjIsKuns+iefp7o/nx7eLzxGnkiSWSig50H0b073dyQve46Gha9H4QkL5LF0+Ofjlf/&#10;44nGW/yG/uUJNKYU3The7CAs17kgqSjJOYoR2vJCTAI5vL76/PT8x5uj18bhxz89PeP9MNVr/BR+&#10;4KHvoYkPn+6xAH5zueuGedp92c3NMoY3fbyOZC4jgyL6fndLRtJ/RQgdnfk1Ir8uI3PdNIn8+oyw&#10;HUcnjG/IyCAo0AnjgyzT+Npu6AV+WBaJzLXdPEr8YASJsJ0agd2SUTk3LuLwSKWJn+uk4blCH25s&#10;ZYa5QqThuUIdjWsbabou14fIrtBGM84it1wbYysIz+XKWJZF5FboYhZlVyijaVuJX1vooulmYXxt&#10;oYwJdILttbku3NRIE25zdXRN14kMc220Dax0ffW2uUKwakX1trlC2lZcbvTZSGY6NrM8wkInbSPt&#10;L22ulKnrxfXWFUqZukWYMjbL8winaZwkGXaFUoZBZJgrZW5H0Qy7XCluHAZphLlS5mkSl3BXKKVx&#10;kgy7XCmLmwdxyoVSukmywy5XytI5Uct9rpR2GKWl1+dKWdpJHCF96pN9tbO4NfSFUqZBXMt9rpSO&#10;9vP1ldLnSpm6RrRDfPnOI+zGTmSYK2WYW9EO+1wp3YglJYwwV0rv5C/xkCulGxZJKUOuFGwi4vY1&#10;5Erp6CO2PsIhV8og79dDoZN5lESIw81Z1L2o4qHQyCIPL9eIqI4hV0ffNpI6hlwdrbgpjLky+g47&#10;8LrsxkIZWEjCp2TMdYEdXRremOvC9Y244sZcGX3fSh+7MVcGrEq0Fjq1piWsMczVMXTyNjgWGhmd&#10;ZM9jrpFxls9aU66ToRkkGU65TuZOVvKUK2XoF8mgp1wpS9uJRjjlShnGQWSYKwUbtfh9n3KlDAum&#10;sm6GU64UbNTioptypWAXlD52U66UeZY3hTlXygh7EEY4F0rBPiitlDlXytiLp7g5V8q0YMELS2/O&#10;lTI24hVizpUy9YOolLlQyozP7LpS5lwp44DjozTCXCnY+KWNes6V0i+zyHAplNKKZ6QlV0rX96Jh&#10;L4VS5k4ymyVXCk6PolKWXCm4TkpTXnKlODrTCzLEFfi8fU3LLK2UJVfKIn88l1wnczNJ++uS68Q1&#10;vbhhuyZXCt3ZBbNxTa6ViZaUMGd4ZspJS4OE4DJC58hvIPIsNLM4STOuKVSDg7OobNfkyhnmRvoU&#10;uCbXjmtdJy5C1+QKGgb56t0UGmoXHPCluRe3+cGJZu7K+3w3ykdt53Id9dgGJLWXl/oeXgx5nLmO&#10;QCnqyBU6wp5WXFrgf0oepsNtdDpd/fTAXif8tDuQl7jx3sLH4xP5+8gFBffW3nu3wAJU5KISiDF7&#10;IvaeNpMY0yLi6BzTOcOmiHhi16JODGMh4mUTMZkBUUPLwW2p8yYNe/JtkySXjCffNk3H84RXZdNg&#10;eKZu21TJZ0KDgU9kC3fyiHjybVNtearwZ2zizlOFt2ITOU8Vvogt5OSJoLEHt6xpi+Rn8OTbpkpe&#10;BE++barkI/Dk26ba8VRxw98yVbrfE3fc3zeR81RxO99EzlPF3XsTOU+13zZVulf7sW+bKt2aiRy3&#10;4i2DoTuxJ982VbryevJtU6UrrSffNlW6s3rybVOlOymR4865Zap05fTk26ZKF0pPvm2qHOTYj9um&#10;SpdBz33bVOmqR+S4ym2ZKl3kPPm2qdI1zZNvmypdwjz5tqnSFcuTb5sqXaCIHBekLVOl65En3zZV&#10;uvx48m1TpauNJ9821ZmniovJlrHTtYS449qxiZynikvFJnKeKq4Mm8h5qrgQbCLnqeK8v4Xcn/Zp&#10;rnSa3/YHPFs6q2/7A54vHcS3/QHPmE7Z2/6A5+xwhN70B+eD08ZJp6MTDr/b3hAnjZNt9gfha87H&#10;1hNSCl4mE5wudkgmeE9/c3j9eHim0278cfflzYWPoe5ufYwdrmL61afjjzf7oyd6pnNv35BTGjpN&#10;cVS89Ux0/5ATdws2RiZOFhBJ4vPR8+3g8mLSc1w4ksRnJKUDvR9CjztVEEAkiU8mRVyLSRE11UlH&#10;/lS4vrPGipsjc0VMWec6sHJdj9CGTtpT5MJPC7cenbSL0XX4RqNVxpnHJ0ugJScDce0W+C9UYbV8&#10;UgUpjrgqqSP3tuc64+yhkiKczqTwcBikFJT0XMcQzIdtxenEZ5gWLrBhHTtcO3W5tjP5YzzXAadf&#10;bawt/KRMCt+vTjqRP9Rz7XCcUrlOfHtxXYvDjkqKXAHmimwAg5T3GbgHLFLEBwNXiC3uelGe8cly&#10;xX2fSedet6y25+OMaxHQ1McKzzxzHdMtKL44PnkA2AiYdIBzQxUWLWmvAkp1MEijZSE8bGirJTcf&#10;KRaOF30ZghebNjK8DG21FKMjrm7GGVOdVktxak86GcLq4ip0k7FgkeTBPBEB019PniL/9jGdaqOK&#10;4jOoijY0psRi1KaUkoHcmK5LkVd8Mk/YJ/M0bMrBPCOlLlBsvZESZqiOk++vSHZJroA4vvjkcUZ7&#10;cmM6R0SK+GRKctF5eQ44+WlvJy9vIEwH/sgqPgNLiiIEwnSbjATxGQjx60DY44yqvToaR28sOaaj&#10;XJsN/GbaTu3XTkjt2EA2trgU29z6xfjQhzkg6KPvWYGsRZB8w0vh29XHxjZgfa2RIugV1hhTjTsE&#10;QgHq6JCmGPgl71A0kPhkQ+GNtEkOs/j7+Ax0FCQny0MKqPpePkoh7Ukloxgl2CFOoZJ5zznRGQvI&#10;51p6Ol1nji+n1vDwAeDpGsfMNu5FDdyamom2fBNFzEJfGR0UESRtLKH0CWiMA8tAUQXSHfY2dYwj&#10;e4dcm66c0QjiMxjDxBdfHJh1eS+UC0evHtL1PnKKz8CRQluBks7tmiARvWHdIOapUyIfzPNEIM74&#10;SnVsti2SgXSePZ8+cfzXhekG/u63oyEkqCWcaP0hVJ07cvD8jCjJTh/nxD6hrjW2WDdTHhZ01CE8&#10;ovOcKchIlKNxkHELJekQ5Qz3jjYjf3wiyr4xdoy2oRQmouxSOnW0ofgMtkSJhYHS+ry0dN3yPCdj&#10;s2+hzkC5GJe5FgL1lAPMTp87Bhooe2OTbls+RSNVTd8wcZELcx9m4wxH2ZL+7ZQOaYyTLzxja93N&#10;YMGBJ9JTDJ582B+nFGWKWoxP1iZuLoEnYrEGTwpuw0Kms4cn8orPxDNIfmoR51btk5ToeSLHU6d0&#10;HBzClcjQEW3YnicSoVSebqHkIJoRORO0cTraDAMlFr5KOce3cymDeNPGx5LnPiF2r/Kka6B/OxJX&#10;dcqRtTnNCAGpPEcODyC3xaLk/XNa8HnXeVISAuQ5N9ZeRx8sT2l5ZNzAV8EZ2tLfHi/jlI1rUQab&#10;n7sUk4oWHJ/83Uw8+xQgjRTxGSnZczT31qELGQph7oNxYHDIlgyUG75xYf+c6ROm64ivtpRibFCy&#10;4xC3DcPqJkqvJr0vxm3dTXxCxLfOWJszB1SXxvDZuZnX0dIYX0O38HFyMR0QSKv2M6K8aVVKbcNh&#10;ByTu6fJsHVsyZTrrPFv+vlOStUFJqXmQvE3Z8U67gZLPihso+RRkU8KdunGcPUeXN/CEGLfNfaCE&#10;mk1SGvgksOAIqEt+YB8Asib13ZsS4MPbTb0jIZwpjTs0cu7CzrBY508cQ9hCcMrRZ0QfLC8lpDcb&#10;lHxHwOowKCc+BWG967s3ZfX7t89I29ffHj3U82DcEbqGCgJoX+qM83zn2EM/O3zstP0T90f+Fi+G&#10;q6ZDfZp/OzZafb13SCIOlINx/adShUAJ37Q+zp5zQHBa0/elrmerQ3K0vifDHx90NI6GWxiX52B1&#10;Y2/cDVFkGM6KuKXptoR4RFhHI11VVB0h89hLiQosDEq+dwyjYfO4lIUZIWHSkNLIEX14/PVzCJV1&#10;+HH2i3ECBGWYETL8DFtKlL05o/h2VI0YUuIZdTg0GJQcuuhGy+pGtpDOum92IwdGu8Zam7hBeXki&#10;Q920pWDJLeqP9RkhYTrwRCmMQRkDV/C7GpTRx2K5hbE6wlnRtcaJGgIP9oloujGjkZ3xOIfow4yB&#10;28k4q1HxT1hvxtUMtWVB7JZjq5uiH8i48HS4vvhXU0aEuifg/uAJrf1oZmsz4nkdvj6en+ExwIbN&#10;K1f/qvmlRd8q496GKF6YsHHa7HBu9uOz1kz0IRpxmW6JEVxjFcQztuGwxS0+2IxugykrQtcu3Fvs&#10;cVCNAHUh4aXG4Ho4VINVGaNznOtlHAWQosAbk74xUGFZUJr+4ejhL/N0WMma0ffRsWV8iPqWHQxW&#10;2CteTIwNrm/5WoIdUR0fnWL8kVP/oFOFXJCLsRP19HEmhkg10d8Mw/KEg+FV6PFuT0gnWXUuPR9g&#10;FyO23JODgMaIGgPDvIaY39BaikHJX+BJFy11mPEM5+D0MijjDtIYd2DMKMgIlxFjRj2fovCFthTE&#10;0RJ89Q0jiuk9OEkYc4/ZElSoqM8dK9HLE9uyscR6jmVhb7FmxHkluOFupaSQkapNVGf4ccKmLMnz&#10;9w+nUosyesNRfWm8nX2d8JIZG1bPiTI4kVvajLcRurypc6c0FlpHuDkY8hzYo4HbiMUz+uLpaK6+&#10;Pd1GKL9Op+TM6ok+Uiol7mp+Rqg0N95OjmCa+0TRR5Vn9KPhFmrYEpmQ50lHApXnwn4f3Jb1cVIZ&#10;redJdbIqz4GWD719JmVpbx9a3pHhKdD1PnTs0YD3wRgntnn/dkzdGGfP2sT133h7T1WumNHSWsF/&#10;1AYzpbE2B4iJKY17IErWws5A5bq6PFGazDyN79Ew8O0OPi9DSgOnMMGLZ0hp5J12AyXfCTZQ8tnS&#10;ppzY77OBko+EGyj5+25TzpyWsoGSo902JXTD2jT0PqJ5GlMa2Vu4WjJPh81ZW5vYFMMeAg+7rneo&#10;nXla2QPY3nmcjXFmGMmV4PeQxTisUWl6oETtuT6j6LlGFEQ/CcBNES4X82TkLOEzxJSj+XbeGeAd&#10;NcY58JVgppCVqqOBLQSRKn2fp3r7ICUcbgyece50UtffHnlSjqdOGcfpjHyZMc3dGTst4vusd8uH&#10;OPYxNrwY0RpqIuClRF0C9BnRwc9/YeGQ1ik79o6hVZFFyetoGo0TIBKEwzcOLK1VzInd8MLo3+IR&#10;KcphRlZOMXVGCJRWHsyw8B0OUW/9WgjXcdhD0CFKl9KAkv3wdkp30KwOlMwT1fY65QwXJ2lzRODR&#10;ogxSGieTkm8T1M/B4Imjl3+7lU02oJ9CoLTio/hoB/tEdos1dz5/IrZlyHNm/z6CNYY28c3w40Rm&#10;j8ETPSw8JTWp0KW08HkeYQhjX6LMS5JnT5ueZiGwZKa07ptjw75juKf0GeG7yQ4dy8M+OrZkBCSM&#10;GSFI6GdEnTf0GXVsS3halDwjXFCMt/ecGN/O5peLo90IAOk3qXFkN1VLV35VR9gR/NyRcajvDLjn&#10;BclTOxGd58K3XSQD6XOfGt693QTm2jgnum6Q1bnByK3BlTDsYFRFpfPs2YPtUKCjUw7RE4VME50S&#10;LVTCOK3E6An/Y0pD7xNuj0xpfLWnmU+VCGXqFoLM2bCHIByga3NC7Nq/fTE+MhOlvZOKyGGt6pKy&#10;rT2hESiaG3gIA6G+I84NW/FifNrR8iRN22LJiw2itCg5dI+UapOSjbgxzJ0a3fiZUycbVZhzKm5r&#10;jJThUFpJS6jBmV5TUKJE7YG+hBIlrgnW3PmAjoOlbh6JJ8otNo6TmvNsm9FsbbLp7bSE9NPKmZQa&#10;xBnvZ9cBujEbPmIcloLRI8HcCDfPVPPlN0Uk/+ljxbGODYqaDqljRfZiHAASCAxSduUjpd8QFnaH&#10;xBWuBM38piXuYs760E0Lf+gwACMeCNJwGgEp9mh9AJwGBVLjq4h9lHdxVJgZ00K6JWtrNDY+asTF&#10;pJOx5eMEynuKWYGHU2vkOhvXfnifo7lYWyq1kQpjpTZRqlyHKVoWThv6d3SY4hkClZW6XIeJ3TMU&#10;+teX4RBzU5C8ZCR5IeWUtYXaUn3BDDEbDecI4wBJ/bFYWLQeNCMcYqwIUjVqdhHTYsXioG3IFT3D&#10;wwBQCazv2PCL8oKBd9hQLAUW/EaEI7S+toaYFoauXoY3jRp/MVc09tKF1bCjCMXYRm7W0ER7hSh0&#10;rv3C6VEONqjvr33MXqDKdV0C8HbHaVknpZ7Sc7xc8YHRFUsdzZjUijX0A2cpUUcAfW3BBcFHT/Su&#10;N4SFWDYPoDOO/X0XNyL8ZAyAUkGDBKxOC3288CFLy1hb1KqNuaIVm2pZKa8i7zYRM9qv7o9PN2ER&#10;Uy8LD62QmlpQL4wMTeDpeH93/e7u/p46WTydPr7//v60+/FAYBv+fzyKguzed3R7ONKfxb2C/hxI&#10;Btw3gzANPHjGvy7IzGz+0C6v3o3z9Kp/1w+vFnhRXqGg8g8LPuRL//bdv1FDDde/vr27vr55+NPd&#10;w00E8nD9NrQHhhQJEBweyoO6diwDDup+Xt8wSSB3PFxjdofXtzeH6x/45+fD3X34+bIcsRcyph2f&#10;XhAeIuLJI0cQPsTzT+9/Akf68f3x+i8AizgdA54J8Ffww+3x9C8Xuy/AMnlz8fTPnw+nm4vd/T8+&#10;APFigfFgHT37f8FCoS3wlP/mff6bw8MVWL25eL5Afz768fvnAJjy+fF09/EWb3JeLA/H3wPq48Md&#10;oUn4oYZR8b8AdOPviL6B08IL9A2/AklWFX3Do3lU9I1gIHuYSupEjaOw3BGaPIJnSrkFKDbdMxl1&#10;OBA7a+KrkyjFTp34NiYiXNcq+gYwhfa0Y2VSEfs20xfwTFfRN6gHa0TtoctPkk0Lh6fQK5bibomu&#10;om/gE36WIR2dk2yA2CXJEJerM11F3yhkSP7pJMOKvpGbF90gkmgq+gZ/sSn1Jkmlom+kDb2ib1T0&#10;jezbRMGVtEwq+ka+r1I6YhJNRd8oPscVfUMCtqBUoGQ1FX0j+QrzlVXRNyJeakXfUKE6QoRoH8ND&#10;OuhFCFLtY4RKJw4xPfh1gjNZJ+Y0r4q+8RXwCtfm7lNNhy5Izpzfp3I3g5xVmoqODXJWakoi0sk5&#10;CF7RN77SKgec9ynOpQuSc8f2KUfFIGetpgCxQc5aRdrIlrXKsb+KvvGVVjlBZZ+yw3W5I4eDoo37&#10;lCFlkLNWU4a+Qc5aTW23dPKKviGhWXHp4z7VHuqC5KrbfUq9MshZqylRyiBnraYkUp2c2xJU9I0V&#10;SDOPpEfrr6JvUEAchrQG/IYkwrBLIUUw/zxQxkECjavoG8AK6Sr6RkXfqOgbsTknGmob3XrQt4Qz&#10;zpDLGM+eMd0pPrl5bUXfqOgbPjUPWdJ6KmlF30AmGFJz9SzamBaKEic9J7GibzDGV7khIfEFR8eK&#10;vnGko2PYo2MCdZO8Q1Fk8RnoYiFcRd/IweMq+gbfLqKxxGcwmoq+cVHRN3wadrSL+Az2UdE38Dmq&#10;6BuKhaDrIgLHkFJF31CkVNE3YCEVfUOzkHjBnyv6xm8VHBkuk6zoG4otVfQN7DboHqdXO+LgF66b&#10;Gyi5gtGmrOgbkHxF35B3sIq+QWfFir6hWEjscFDRN5RvHFqChZh9Rd/QpIRuFf52hvY2eveDir6R&#10;EoCiCyQ+2Q9b0TeiQOKTBVPRN8hbXwqlom9EecRnMJaKviHebSv6xgWKQGM2VDSb+GTziR2VKvqG&#10;8tVHAycOpFb0DfmcDSSX0BgJnXV0TwFaKIWzZkXf0Kyuom8QKnDKUo87V3yGHQwNIcOJvKJvKLZU&#10;0TeCB1PPNkIf5RB7s5EyKvoG/JIVfUP+GgItIpRMVPQNZV+q6BsUx63oG/I6qugb5N+v6BuyhQAt&#10;mm9nVsvzir4BW6roG8r3qKJvwEJQcaiXuVT0jWXWqzsq+gaZkVECcwaLqOgb8uctk1JF36joGxV9&#10;o6JvVPSNir5R0Tcq+sbQl6dQhMJNzI2EnEEZFgRUMdJaooSLAmZjIxqHDVSBtxDzVXiOZvlh/mHu&#10;XwHd84dXffP27avfv/u+fzW+c9Pwtnv7/fdvXQnPQaAfPx+eQ5/sO/8/rvLLZJJhbgTIEkh7A+bG&#10;7u6aIC/QsapCb3gRAFED4CNeKoBLhefmBfSGT1j4paE3gKYa0va6AALpVbe7QjsUAkm6oktvau3w&#10;04fTJzKRHKnm8CMwVaBDal7JMDPntu6YQ2r0OTmCZsA/SeNFq8uMCIPwKA8BFDKnyjEeRFY5xgPw&#10;vQRWeZ90kVXe2dbNo8AKgQx7gnnPeiBjCKwQ9z+zaty6rPLOqeMicCKnX2I1TsM6K0KtS1T9LPHK&#10;5Q4sdoFXIXhxXLngYXcCr0Lykg4Bs3kePRaLwCsXvcgqlzxwowRWueglVgWcRjsLSizANERWueDR&#10;5GF9VIT4lZQossrlDlNeXYUEnpo4Yane7rDu/e5crMJc7KM0qFzqUI3AqhC7YFgFZsYwCKxorzyP&#10;XZgglXMlInFBA8P9TCVYFVDmzzQkJWlYudxH6oa8svtR04U0LLQClraHAiHDdYJpFfgYQGwTueXC&#10;B/KyMLbc5l03tcJEqbopzaHtBQUQSmWicl3bS9xyFbSLIDfKbTlzayfJzEpUDOxzq1pAX86cmxNn&#10;mtt/t3QCt3wBoJWLOLZcC30nLCd8frOxNdhV1hcUtfVMEgEy+/rYCigM4DlLm/WQa2FwwkeEcv7T&#10;OxeGDfh62yCs50Q2DK0wtFwJM8xImGeuAyCaCsxyHUzisiowMABLKzDLVTCOkgYI1zJNExCL68wI&#10;ADpRoRZXmCb1Ik1k4ywxyxWAU6PELFeAeOYpgS/63GxxpE/nu8NtPPKdGwgKzQchEJwg97FDEaj8&#10;+XG9UyEmTMQxQ1InxoSIOCbx6sSwGCKufa/9dfbx+LTD+X7PUO37BBqsC5EBXvc4vuAED4MwyFmd&#10;te81QDsLuTOq7z7BuuuCZFjZfQIWNsjxUfHLKEYqdXKuTN4nJF6DnLWa8pgNcl6mte/1SyNABDBs&#10;YNs2JfpO+f1um1YZYXmfkLt1Nf0ifa/DjsA+gG9pKEun492tdzgEJNRPxx9v8hZbngBS6GC0YQs6&#10;U5S5z4kyODUwtPj7+Aw50pEOdzXmGH8fny/ocMgKb46/j88XdGlPjb+Pz5IOnoVN/ByOY1veC/fC&#10;JjpgGqnsgHNM5pZaj8fRx2eYBYqrPZmBNg0XhCczULFHNtoumnh8WXzyS7n9nJGJMUaAaYNbdH/p&#10;eh0IzQcCMagYL0Gnip1QDSrGqdepOk7x16nIuu3Rt7BZmwquiA1UgFW3WcH2iSh4BOUlylSGHsOo&#10;oADNrnnTBXiDRsUGZsCCc3sYtN3XeJGfCnM0lnk4JgMKSeXFVOyWEQXGxwvXTzo7rmonn4P6WlwS&#10;g556nETUubJIyO+gE9IViDTfwU5Ujtz+nnwPKmG0XdcZmwy8E/xqAK1or24n3KxojPBA6IT4fSA0&#10;TKEjZ53naNgfzSEQOn3WHWM+IPvFIFz41fBFqJPp0SPev9r6kMBbEQjhj9A58n4B49aNAh4L5ogt&#10;WdNMLB8AYL1KB6eFZwi3hE5H/jxaowmSIX5w4jN8eOC3CHTGRAZ8NT2/RlcKXBeeDs4JdXwj+BA/&#10;OqtocoH3wtPBP6HT8QYxGmcjODA8P2oXpr6X3AYY39DEo2yUW3zG00LgBy+Fzo9bG3fGwotnt/Np&#10;ML7v6v74dBOGbEZ9szgmAr2nj++/vz/tfjzcv7mQwp10liQvRooX+52Y/stqKNehgPgP7fLq3ThP&#10;r/p3/fAKhju/QvPcPyxI2lr6t+/KUO6f7h5ufn4olwLYywCvPg1MnmTj/8f6KMjsALbrX9/eXV/f&#10;PNCIvUdga9TXL4wa9V2J+uLD+CLq6zeHGvW9pODJukMV23dylNao75uL31zuatQ3wkfmTuw8kkkf&#10;y2Q1NepLRlOjvn7tSLtMvs3UqO/FvkZ96Wh1TnYCWON5R6lRX8Tm8qBjjfpm1lGjvsjH5SgkB5Ti&#10;nVAPVNSo78NXoKXsYty7eP3WRVijvhJSInvvK9rxVyZW0Y4lm6FvHHxf+xQs0Bdfjfo+U/IQHZzI&#10;M0dOKu/Gq1HftTh3jfqSnTxTshJSz/1CM3z5Nerrl5YXWY36su3UqO/xbBU16qvFsmrUVw3N1aiv&#10;mHVRo74x+hqff9+oLxRjxnpTxLZW+F6HSt2NIe+fU+HrHTs11rsS64Xn60Ws13twfulYb8/ZvSga&#10;84khf7MKXyFwgpB2CrRtq+8VGOUBmG1xXoER8lXSiNw8STUzGZXAqPT4SwVLeaRRKHot6oukiqCi&#10;rrcTKrK+paxXKKECqtlZTmJtl8u9/E4qXKZcrLPMxaAsMqLOVFLNExydZyqRVS71rhHqSynlNb1Q&#10;YlVU9fYQxGoJ4V9f1QvEHIFVLnhxVLncx1aY4LeU9fbSsHK5b6vrHUfBtr6hsHdchDl+Q2WvnEuS&#10;i35zlLcXKhq/qbgXfV3XzeKbinsHJ3HLTX9rcW8/CrbxTcW9PepsV9cSZbWnZem2FveOErdi72k3&#10;Fveidnp9bPkqcDAR4fNBSbxpDrhXCtwKLTSzVHhcFPe2ncDtm4p7gby9PrZvKe51g1RCmythY3Ev&#10;UieFkeU62FjcizL9VX0iu/WspxE2tF51XNb2CueBsrR3lLbuorRX+p4A3eE8ro2VvdKwctkjXTab&#10;Iq5Nta73sBJUDbnK+5Qjrcd1kKjvw0AJCNYg56gRTkXBG2WQh0TxGuH9KjDZYpOl8FsKC+iCrBFe&#10;KY5ZI7ySZGqE11f6/y3resNee67jkKp6mS7tydHTGJ/B4xiorIpepjLqoZjKqOYNVPAkqM5zpjIq&#10;eZnKqKALVEYVLw422BuNGl66tlLxjl7kRhcZUBnFdVwwZBXwhq9Z2rKj9uIzaHHG8QdvNCQPf0Mg&#10;00ujqD00cTOo5iBWnarlrVKngsdhwxs7IMHa44LLYQsV2u7YvCJKrz76kXPKDCqUUHodGWSxINUo&#10;I+NSZqOEd+T92KihhOPBjy3l5UTris9gZeMURGuUEsL14LkZZbyxIs0q5E10VinvGGsizVpeNkqz&#10;mHckJyKtK6uYF14IJjS2ooH6UxHHDnV7WmwVnggmNIp5SSqBY+o8GbUWn0F78EYwoVHMm+KWVjEv&#10;PBKBI3wO6mQ6bPZ+jLQdaLPuovcdfgedENum5+iMitqOFyf5HlSOLRdSOquYN0W94X/QOUaM7yY1&#10;dIkaic+gGXgowmTQYEznSE5mWI9VzAsnRaAzPhtuCnqxinnhp/D84IlQx4da9kBnFPPCVeHprGJe&#10;hyJZmi9tAZrZ8BKAP0Il484aZilvWPQDnBjaS6kLHsZmFfLy58iq4+Xy627Zciw6H/6iIdUi3oeL&#10;X3URr++fUAO7K4FdbGkvArv+dF0Du4J/EvI6e8rlbpkZlcAo93PWwO5OCr7VwO7h0w15DfFZTIZX&#10;A7sHX/5aA7tnmxhrYLcGdunIXNT51sBuLg54WM4LpgZ2z7Kogd2i6224H9eGzb4UI3ZgroFdBGx3&#10;K/H3GtiV4pG1YbMkGe7Pt0/95fRkgBrYrYFdI7zIsZIa2A2CqIFdAokPBxndk14Du1nFaQ3s4v4Y&#10;wxox7hxOfnaT5hrYVSNWsQ1xDeyGBhKlmdXArlivWwO7tEO/MJeQgfA3DezWOt2r0/Hp+OH5u6vj&#10;p8vjhw93VzeX16fDl7uHj5dt45rLT4e7B6Nrs9Sa+ufU6SZ02ffH678Ah/Z0fKaEud2PNyf8cHs8&#10;/QvC0afD45uLp3/+fDjdXOzu//HhCZkbrqcr6bP/l36YKKhyyn/zPv/N4eEKrN5cPF/g1k8/fv+M&#10;f8OffH483X28xZsC9MvD8fefn48f7gha9vIcZOZ/+fL0GFCD8QO3ygYNRvn8/Pj68vLp6vbm0+Hp&#10;u093K7L+cjxdB0HTT4+n49XN0xOE/+fbw+MN5M5R2gyJFwe+F+Fcn9PyS4dzJ06/QE6jP1ye63Qd&#10;kBw8FG+bIKN+FhSvGzoqlQJbftG5iSWyXVJErO1aQrpru5BnlDt9kSWVyNzgMRrXuBWB3a4h/M41&#10;bpjdmRtQt4Wx5Y7mtgVo5To3nKwybsDXW58p8nASWdsCLnGdW+7sd6Mv41qbKXbOjNsozbQo4XWj&#10;By9cY1dU8bbtIOmB0tXSe90oKqKM+LadNNuymHdyVH+1Or5SFx5Fck2zlKp2Ht/kYUtX+RXacKgy&#10;XNdG0bWZGEnjy/VBNWnr7IoAsENbfoFdUduLZGKJXakND8G5NtsCtXcSuZXLwociV7nluvDFXWua&#10;aAtNDAtVN65yyzUhLTHyzp7VOshyy9UgMaOinDOz3terro2sKPMVmRUq6Dww9CqzfGsSmRUaaHuq&#10;IFxllmtAZFYooMVmKDDLFSAaR1doAKYrccs1IC+Eopezc+IWXESD5W2ELq1nlTaLtAcXdb4ddpv1&#10;ZVpg+CK5Wlqm9AFNr+3wVoFdrolFXAlFP+d+ojYRawurqPNdPEL6mo1QlnQa2yBu6EWd7+xrVte4&#10;FYW+I5bM+tjII55eOnuA4VVu+WIYfQ3y2kzJYZ64TR7dfJVbrgXaooWx5VqYWqpoXuVWLAe0ABC4&#10;5esBSHISt1wLM5S1zq0o9h18ffTa2IpyX2QcS9xyLQyttPMWBb+LT8NZ08KYa6H3WMqrY8u1sAB9&#10;XJhproVukr73VKeSVA9AMOn7TN3lEh0d0daVSghJicw1naQHwrdKdG0jsZvyU6trxNMD6g7O7LCP&#10;CKMj5K/0VteIeqVTeaITx5brAZn4kuSo0iMxEz9blN2eqBxQzwS1ojLsTCcfgQs1dDidrRsJ1UWl&#10;t87SSiWQwUSFQhRJqagxyOhELVAB2JndIB7351wLzneUWFsPc6GHcRRHl+uBjnrrFkzlH+fRTWiZ&#10;IoguV4RrpWsXAWme2c2t9LEhPLwzXStZMFUPnMkWJ7IrVCGzy1UBH4U0WaqSOr8Wl8d12VEpRyJr&#10;UZwiyG4pVSEdmFBfkLFrsb+uq4Jw+tJrsayl0eWqwAYsTdbDIiZ+qDAS+PkSxUQHhvLdMNfGtEi2&#10;gv0ymwh9IoQJUxnaecaLeHd1TaEQjWGpEbx5XcO+ymXbnAuldOJ6c4TTmnOUjhWuvGL3OEELYyzv&#10;2HRVONtNbYuxnpZDwkWFUG2L8XUnCixekkyFuyd3bp7kVuHupYQlxqLd46YZgpx6whLDwu5T2adO&#10;ztX4e9wVt3Cv2VOSmujGRUsbOKdbBMmV53vcmTaR4wvoucdCWV2rdCUictx5tnCnK48n34avQ1ca&#10;T75tqlyevse1ZNNgeKooLd9Czu0Y9qkeWpcM3Sto7Lg4bOLOU8XFYBM5jj6e+7apzjzVhCmsj51x&#10;rvc4uG8ZDKPR7wHrvImcp5oK9I3B8FRT4a5BzlNdtmk1wonv6WC8ZfSO8Y/xB9um68+9pCs62G57&#10;A8+Yzq3b/oDnTMfSTX9wPjgVk8Y5E8L9Gb11/FV3B/gU7yqiz+65eU5INUKKURgsavJj0tqZpkwA&#10;oMCgN3MK/fHEIkV8MtchccXUgggiRXxGSgZIbxEA1ClH6uwKxSG4p7ejQYAIV5ZAabx95O9aazUE&#10;ciN1AvQ8sa2pMxq5bQvChtbbGUUet1Jr7rzbIdgXTSrKMT5Znoga8jjTlz1SxGekZNj3toVnXJ9R&#10;1BF8+jrlRLdPL6U2rpX41vjktyN6yJRpkUSK+IyUFBAjnlYLJYcIIlPCW6rOaOJ2Gi2CGQYlZ9RT&#10;SwidJQ8TzVINwiasOGo7pHIcWUFp64yCic+oSP7QGg2fHBzfXjymCXFWYYj/yzlSI3eHQpxUnQfC&#10;if69FhmvRYuMxWeQxe4vFhm3nTHI4PveMgXaQ8lUDW4tr1GLjLuLWGTcXMRSF4KKfnCWmdAyo0mY&#10;9om4YiC0lgYhVXmOMATVUmg1+qVu7TPUs8YTWpsxooueEOFD/dUNa7gbjOWLAGPgaC3Lpg2z7hGN&#10;1WaNGKNniCCiTkeBDOhlSH1B4z4Qn2E/QJQx0BkfgIXbng3pjBv5xGfghzij54dAojq+mW9Co/Fe&#10;RBoDP6Od0MynoslojYRYo+fH+UrifjWxFU4IQ2n6QLQx8IPDWqMb+Zw9G3KJ2y4Cijo/rmqbcUXU&#10;3ouIox+f1cRo4N5Si3EEQ8zR80NQUX1vz9eQxeiKiKhj4GfIuecTwGL0TYt7LwUW1QF2qa2UoRGE&#10;Hv0IKbaocqSTkd+4muRViWsjPsMaQfSRCa2TR9wKG3PnCquYIozqGCNDughpZsMDRIxRJeO+TNhg&#10;9YMRf+koyqjyixJs0YxKGx4frx3ijCoduyzQT06nix0iEWlU+fFiwidKt/54bUQ+o0XIx7sR60qb&#10;MaKRwWYQbjQI2QonQ8X0xfbmioijzpFPbm4y9n7EJANHBB0NjmHTxOFBN8PYCs0h7mhw5AWwGJYY&#10;OVLo0eDIFwnkABiE8R5hdDd0MH5/DHHJ4Rb3hfjkMzovqxZXPf3VbBS4kBpGwcdgikGqHNt4He2M&#10;709sg0hBSJXjSPmidCHrkms6zjY+w6wRpYyE+iYx82r1bgptzSBMuY0j8jxYh9YgfaNEno4+b4fh&#10;xbfrMgeYUliJ+Atjt+j5ywH/i2EZK56aKO7aDe9X3g3Pq/ZcqFDLJ3Z319RmdqAL34vyiXBcrfUT&#10;oeFWrZ+Aq77I7oCzNMvFyOtO6MKYskBq/cQ1ryxCBjnLpa31E767Hz7lma3U+gkcl5I88mSnfIFR&#10;/CcR4aompbXSRTzRicwKDdT6iYt9rZ/w14Tc4mr9BK5DuUCKhnq1fgJ5N/meVOsncFqq9RNfbSMU&#10;IU0fJPGzVesnvhJcrZ8IDpx8C671Eys1/7V+QqokqPUTqIyt9RNoTuLT+eg4h6y+tbamHPCu9RO1&#10;fuJijzt0iITo+bW1fkJaTbV+QpIMo1vtUyKgbmKcNrhHRG2LRXLayT4FWQ3uIaZW6ye+2vQ4rbPW&#10;T3wlmVo/IS3tWj+RbVG1fuLoSy2fdz8h2FrrJ6h2JH3zYu5EfHKiTq2foEqL9O2O0olPllKtn6Db&#10;XBRKfEYTqvUTSTQskpjDayRD1fqJtT7NrtZPhI96XGfxGYyr1k9EecRnkEutn4jyiM8gl1o/kXbn&#10;UjC1fkLbZmr9xMPax6nWT2hGU+sn1EqCWj+hiqfWT/xd6idwk3s8PN/6AB394BtukO/o89PzH2+O&#10;n8iH8nB8d3d/j6VOt77dlzcX6DERGlk9He/vrumX9Lun08f339+fdj8e7lEF7v/HGi7ITsfPD9ee&#10;2e3N4foH/vn5cHcffvZ3S+J389Mzt//AT7vPp7s3F/+6NMsP8w9z/6pvxx9e9c3bt69+/+77/tX4&#10;zk3D2+7t99+/df9GPbZc//r27vr65oFGx0AI+I/bgBB+DaATvkCsVk2sgE4gnell1YQPzvzSVRNt&#10;bGrxN0edaMWWm3li8lbQCTGdO09MppYzQiVBkZosNqFF7UpKKtsIOSH2xS5S9LcBToxSU9FvKZdA&#10;Q16pE2YxS7E3eQE2Icr/m6AmxKbYVFWZaQAmdG7SmWdsFUATYlvSQgUbqySkDHgqDE0jkzvro+j4&#10;TCbCrnwLwATaXK/rk1Z0GtkkdYelniKJSgQOaXP5i73cS3AJsYkrKozPr2ylqoESXEJsqN/m8pd4&#10;UQ17miS2FkFifz20BEHjrEv/r6+M6J1kY1Q7l4YvzjHPfO1FrAXqyWHzQlFrIkLpnjTHXPaihSGv&#10;MmMmQlQUNRHyQiowJUYRPqOAlFAQKnLrH0VkD+ptkOShAFTkKkDXEEFsBaKEgk+RK2ESF0CBKCHj&#10;UxSIEpOIZYCWLueZKvgUeS7+LCJxAIL5zE3Bp8i1sABVYH1JFRURCj5FroUFoD8Ct3whKPUVuRbQ&#10;q1D6FFNbi2Qi0yK1Cy8gJdDyQ1ryJaaE2H28qIlAgbv0bUeY7zw6BaIiVwQ6fojs8vWwiIAB1AI1&#10;ycS1syS7AlZCAakoVNGNIoJGrgrkSUg9/gtYCZQoS7p4gSuB7XD98FHiSgwiKtULYAkRg6AAlsAx&#10;RZovGq5kYlaAKgp1kMmvr4yyOkLBqij0MQH9S+BX6ENGqyjwJVDVK31aS4SJDp/zdX2UCBPjIMmv&#10;hJhQECuK1SED1JUYEwpkRaGPsZV2qhJkQsGsKPSBpn2CPkqUCRm0gponnZfvKJ7nyjIJBbUi/2gg&#10;S0XSB3VDPL9Xga0o9SHzy9eHhltR6kNEICuRJhTgihf6kI5R1LkuzReNYySYDp/ylQixIUgHjK+w&#10;JqSvke+pe+bYiZ/er8AmJHSNF2ATvbTlfyPYxCRehb/CmpAuPPjoZuIeRGytr6AmxCkX3Qh6EdwF&#10;qD/Zi8nhKexbvl9U0ko7imou79glcA88ix+v2aV4IE+n90IiQ5f/G35aq0zAkkfDn/22BGCsZyLe&#10;lr+OxUrEsfOOkSsciGPjKJ0Y+iTOsfOQTlxLL6SMUu4AVqErvspCrqUXks3U0gtJMrX0QpJMha6Q&#10;JFOhKyTJEKSc/8ZvOz5wo+V9ha6QBOpPwSTRnwtdIde4coNLFLkWB0SKt6dT6Onm6nlHEfSL3bP/&#10;5+nNxeli9/7NxXsKp4d4PZ9YKWJPAXkb6wJHZm8uqEaOB1kJ6gLRSCa1kC4ST5wgMTQfuV/Lk3Kc&#10;FG7jXHDI1Ya5IAA/6Ioij+qruVrKxLjgPtoEd6/yiz04W6PpaWw8aqFbcH2hWZtBCMN+vkaDcXKk&#10;ezqr4Smbg4Vqwf3KcQXXG4dzH+2WjEc1BR6fhWeB+z9NwyzGYDIDySJc4WwYC8/NArFgIBgLIoA1&#10;YXTKJy80Jppwn2JWanxyOnOYgFG/w0glVtdVXt5Gx/PYT9lqDR17YevLEG54P0+DilerToVg5QZe&#10;LblsIVmdF4H5bKBi4DKdF4KVG3hRT277jQhWbqAaGAnC0LhvNGob2ZC6qetLeNgIfTFELA0D+QIR&#10;Sz9XaysaGevD2qIRs/T8LNiLkbVqoV5ErAOEJdWtbeK+xz3wdbQtEHFLPz4L82KiXlZQm4V5gchl&#10;oDM+DTN7MwYDcwCxS8/PxLygIAvGZ2FeIHoZ6AzMC8JgIH4W5gXil4HOMPuF7c/CvKAIZmCYQOPi&#10;7hufYReGIzcQWqgXFMT0HGejPzn8n8FWLdwLimMGjgYigkNbe09oIV9QKDMQpgNhnG188qxbCqdD&#10;Lxb2BUUzA6EBfuE6yp0hjoYlOgQ0PSFFLNU15Xrg0xFLuO/1XZqCmkxpHBpcz1csOOYNnghsMk8L&#10;ziBtiiYGBoKbzNNS+cifTQA8G/gDBBPjpXS+gERlxycrfWIVmVgYAEIK5mGiYbgx1ktYeBgU6Azj&#10;RCRT1/sIW/MzsjAxgOnB8rRQMdwYcTtMXIwItmcDYyAyFcZpImMg6MmUli2NUUcmNkZEK8M9MV48&#10;o77jk/VOm76X52RhMCD4GShNeAyENZnSwsdIlCZAxhixWhZTSvx2GyIjNQlobJ5BSi1hcWnfehcl&#10;3xJgmEHJxyDcQS3KIHncySxtstUhsmZQ9owtA0pjp0VE1GsTlMbcHWU1Yk8GpX6iXOKtlXvriY6E&#10;GQBlzNE4Y8X7t8VxTGCdxhgRFY2v1qc9NMHaTZkjLBo56qZBOBph1gZMxoqTJy7vipLxK0fJ8Cuk&#10;1nus1Htgyb+s9/CHglrv8ebiN5c7OFeFpKY8Z6jWe2SJJrXe45tQMaTkyFrv8THBjdR6j7Msar1H&#10;BKGhA1zKXoP/VNiwa70Hbkh57VqBgFHrPZAqiDtiMqRa70FgRrXeg7x6LxbOCxiMWu8RbhD7AguD&#10;siaEnbjWewj1I4gZpP0HwXkpf7/We6zLj0BhM/nJ9Rn53Y3ggoW8eIpQbOKXfzdqvQfqAOLRrNZ7&#10;1HqP0Mzm8fhEvYL3wdla6z2iPFLSYgwhGNUkIay8R4AmxDsM8uAtJ5zOTeQh9LGHz2ELOYLB5Dnf&#10;p0xGfTC13kNKjq31HpJkar2HJJla7yFJptZ7SJKp9R6SZGq9h/7tdhx3R/nGxqMEJ0LXeg9OJ6Fk&#10;6HCoilkD8RmTg2LCQq33OAMgBNnEfJNa7/HCZjhhp9Z7sJ2E5Kla7+FheWq9x+tgFrXegwJ/5dZR&#10;6z2iPOIz2Eqt94jyiM8gl1rvoR7ear1HrfcQE6tdrfdA7VCt91Bq+Gu9B9Wj13oPeQ+p9R6q++Tv&#10;WO8BHVVUj6fjh+fvro6fLo8fPtxd3Vz+GlA9fNSyVnmsVHnAB/myysPHm3/pKo8xlqu6zpfceJyZ&#10;3RUC/1S9fEUlxMm7+dOHkwfAycFwDj/GxpGpl+Q5mSRP8519lcEcSh7zpFbUkaWUnXmmzsloOOSL&#10;7nKqPFFoHilPbYVVniVEfUDXWeU5QvNILXVXWOUJQiNKStZZIVh/HvtEhScrrCDHRIQWFQIrKDxR&#10;zRM15l1hhTLLRNSje+/6qKjxRiJDKf06r6LXaDdQM9Q1wRdYHrPvlb4ysLLPKEAiBGaF7HtKl1tj&#10;lgu/7URmhfR9b+Q1Zrn4HTpGCyMr5N9QU9o1ZrkCHLBI1plRmkVSwATYg1Vm1GvlTEUNeNfkTzkY&#10;Zyq0eV/nlZt+S+3MV3nl4h89lMfKJAskD+pAu8oqF/7o2/uvscqFLy2iAsYDiJzCDHPRSyZRoHgM&#10;krAKEA9xQVKtcBJ8v0hbTiF4acuhdJEzr06wrgLEA0gT65KnPgiJV4cNc9UgChAPrFqBV271XUfN&#10;/Fe0iAYu5zdO0hyLoo52FniVNR2NZF4FhgeBc6wODFXc54HJy5F6hSSJIXtUYJbvOg5fq3WRUX7L&#10;mZlk+FTBfaYSv2pFQQfapAgjy+Xfosn6+shK/A7hY1Sgd7TiLKn3URq/TwtfsYsCu6P1gBZrWwV1&#10;eEq8nDSuXPqdB1BY5VVIf11cVBR/fl+Db6kgr9z40XlG4JYLH7F06YBSwHagf906twK0AwqXrKyo&#10;4ug86syKAgrMDohLmin6N5wl0nuUgzVuuQrATdqvC8yOQVJogdgBbtJKp4YlSVuDdFh5UcAhyo0y&#10;iRK3EchRq/vGC7iOSdJCAdcxiue7YhdqxJNUAdYxeeyFFS28gOropHNZUbqBnk7CTMu14KRTBrV9&#10;SHKbJZ0iTHumWoBMs76wCpSOeRCOLAVGx+Jb3ccVj/t6uk3UzvRwXnAqNnfUQ7/UTdm+NVNZSh7j&#10;1nl7HHU3pU3jq+PTprdlUnHHoj2A57Zw5z5v+9R4TE/s4h42e5QTb+KOvZ/GnqI9BneeKs6Pm7hj&#10;3/Dct02VzohEjlPgFu7cJ3efuvXoY+eecHv0q9rEnaeKs9omcp4q2r9tIee2avvUhVAfOzeb3ONM&#10;tYk7axUFsJvIeao4Gm0i56mmBqv62Llp7x6Hmy3cuU3yHqeXTeQ81XHbVLlF3h7nj03ceao4YGwh&#10;//8+UxmfZhgD99v+lt7cdOTZ3VJnQjj5KMvl3Hc75C3gwOA3CRwJWCVnijLDAS5FTwmvIVPG38dn&#10;5IhTELYdqzMb/IqeDq5DnR9MkfhNSLENRhPfF5/8Xm7GB/+hTkfnUfAbrDQ4bkpGfW7V9zJdnzaT&#10;OK745PHxe+FJ1Plx59XOai6eOsjGxRTfF59RLkHDndFEG95GL5cWnZzV+fLm2RqNNmduZAiXos4P&#10;vyd9tPCNq++NrQlxlFXpYhNB2KtKF5t2omuKRgfsSD8+qwEvHdfJTOM+G7UQn0EbE+/H6TMYfx2f&#10;TEbOFhKKPoeJj1Zx7UYm8RmYwffomRlUdGPCK3XpwvkYBqbKbIzdflUqeB89L90+UsdnfVnD/xiG&#10;r2tz4Ha7GKCmdHggwzT1vannDurpuBcFH59BAT03sk8Hsfjr+GQy7sdrNHyFF9KPDetVmwKCDJ7M&#10;WKbwQ3oyNB1QuXHkCkmzGhk8kZ4bQeOpdLz5W61gqS23N0pjkcb8Mme0v4Y/MvAzNgc0gQ106aQS&#10;VRWfQWWOl4MzPopoT+z5ofpdlUuEAYHfUaUjyEjaHoyejPxpgudR5cbNaVvsAJrS+D4B36NKxmgM&#10;XYIZiSKLTxYdTiaYAryPKrewDjsMURsaaxXuR5WMOtjQFtdAMCo7XonkgdQJufQChPrXCz5KfrXR&#10;2pbaqoYxIiSsjRF+SiaETauEvP1n/p6oifjk/Sc2KYY3UuXYp1VuvBr+yjhGfT8497A2Zg2fZRSP&#10;bqwDf7Z9O3RNPPBbMkfD/EcutkWtl64Z+C6ZY7rSRUHHZxD4yLhIZo9v+C+Zo7G/TbF7dGNsmNSX&#10;PpjZ/2Pva3vjynF0/4rhjwtkUue1qoJNAzPdncEFZheL3foDju2OjbVd2bLTyb2D+e/3oUSqpDoi&#10;WT3JAplp9Yc+dsJQEvVG8eWhs03XfGJuU+0mGYN841hgxgwMYag0186G75tter8KH/kyv8XDRP6+&#10;ocl+52iyMYSlBRpVAo1wbZ8GGoVjrAUavb5ogUaEqNsCjXDBH51jLdAoyaLXHKdkBEhULdAoAlNr&#10;0WIt0EjAx1qgUYbE1gKNEigdKd7pOGmBRrkwWqAR2TvS4miBRvCut0CjAjW7BRoRjGM0ruzEJmh7&#10;9FugkRo5FG1KO1RmjiY8W5At0EgTJLtRdi3QiIryhkLmHOXHDpxdCzQ6lUwLNNJ2E9v3d8nXbx9L&#10;7FjfJV+SQ87hY8kj65DzXZMcUDY5F4fdpSiKQN4CjRCw1AKNnnb7JRQSlQcOnlrHm7WRYIgWaMRy&#10;ZE9WCzQq5DHzeWh7rVugUdyLcQ21QKMTfLYWaCTucPnGhdICjRZQfhyY0AKNypXSAo3MOJUWaGSK&#10;558/0KjBGF0f9t8jjFHMx2zhRcvwIgrQPQ0vCvGr3zq8aJRQSI63ruAYpWyOr8IxAvxCNacc4ZDJ&#10;C5VgjIKRWIMx0rKsc2dnQjFacMojLBSsDcT3pi7NAEMJ2doLRnlwi5YvnzFKCEYLRrD6pOYUMAUE&#10;myUS4L8pPSrwixToDwqHTqwGAELVB0eaViLrFDnVwYsW4+tykfcKhgvKPB0bTNhFS1651DWcmqIq&#10;dbdRxZULflaAJ8qi1IJctOhXgVwERI/qUq8CFy1ZFaLX5AU/SiYvjida8spF3621fuWy11YE5QKk&#10;FdEjgqk+xNyprO0cyqA4slorKxVZ4Ecqxm5ZDLAALhp6BTGqBC5iIJ4lr1zwA5ZNdYRFNWrMTn3/&#10;nAAXKdKqAhct+5VLftwoG6gKXLTklYt+AkRYfYy56Nea7OmOStM4bRRedeCiRccK4KL5twEXLZnl&#10;y34Gdll1lBRgn/qfgIuWzHLxI01PYZYvfOQQKeuCfFSpzfWsMcvln4CLFj0rgIs2wISqDrOOXLRk&#10;lq/+zaCs/npE0ZJZPgFqNHBRhTphFy2Z5ROgQvwp6EVLbuUMaELLZwApQRyDuOBGnrU0n/Oo7M1T&#10;9CLtYCzQi6ZBWben6EXa/VaiF4UasRXcHHKVpBEgDEjtWz4LpDhUF9tpUBEjKy3lls/CsFKuAAW9&#10;aMGtQC/qJ2XtnqIXaSMln2CSSK9tK3gMj1RI+2G8oWXf8q3QTcqcKuhFS275LHSox12dhbLs9ErQ&#10;i5bc8lnQppSyoZM4EnjRglcBXqQp+/WQosCrYRd9ebq4evpw6rtvIUWa775VWdUkw4l5DbtosZvY&#10;2rFLoA12iEULKdKWWAsp0iTTQope7hjniIoHXHwmSHSoVBG7aKhiFwEjgeJSfOgiJvSQi8iaBH4e&#10;cBH7Ez3cooiCtF7ZAALQ89Ak7IWmtyVmf3uIRTGP3cMrilQeWlFskapGWLnz0GbR+8FBAYD2SVTY&#10;/BYvKIxE5QQPkVkQZB5IEWMAeRhFfZwkD6KIb0YPoUgQaFBG2BooJ7Z3+FpkHI0GoGWTjLBEIRAH&#10;nYjBEFLAoriC5cvBA6w24gKzepZKrdgIDIKNYk877IthAA4VY1jYkoWBMS4is/s9gwXaG7MnyFcI&#10;1hbFsMIZBSqcCZbEYGOMZDZwxMD4JN6u4zrVWL1WoyND9mD1mmS8uj1wIjJHYKQOOBEsjZHMlttE&#10;XgBwc8CJYGsMZFjk1hAmjjx0wIlgbQzcPHCimU94D5wIBsfIz9miMyOreeBEsDlGfg5cz1oWnQNO&#10;JOhgHjjRmqE8PXAiWB5D/zxworWsTwfaB8bHyM8Z7wYIfLRYPHwi2B8jnQNQtGF93kMoEoRCL3Io&#10;KCronwdSBCtk6B8sg3bsowwYhPa5smaFmmyN5g4hNSScUx5OEayRTAgcInPPMQQV8HXsYwgWSebo&#10;oQrxTUDmRLPpkdeDSzikDe80TbpJFI+jygy8xNxRwzopcrSP355xA12cIlgomaNzi/fkdMNydHGK&#10;YKVkQieyuyNDY+DonP6wVDKhg1NEWk3k6JydsFYyoYNTxGenB1PEE+2hFPG944EULV4gok81jKLv&#10;HaMoHKwtiKgSRIQtfBpEFC6XFkR00YKIFA91CyK6erxF3ncLIhJ0mQKUqAURRVAiNfAHql3ylrYg&#10;oseHqyCvFkSULYsWRJQJI8EShZdiHvMLW8JxK7UgohZERKaEfIEQ8O3xrG1BRC2IqAURtSCiaAnb&#10;pdosdoRHCyLS4hhaEJEmmRZEpEmG3WO7ZIW2Nx+bcFsBtEWcWgsiakFE/wptRrwQ8uXojuBIaUFE&#10;8IyxH9updNaCiMoF1IKIAnDgywUQPlsQUYHpNLYgonTqxtO2BRHJ4SHfKJcWRCTykG+USwsiMqON&#10;WhCRJZ4WRGQGjP1DBhE1/KHvFX8o+Jxa6FAldAhu7NPQoRAc+s1DhzjrgWpMB/fO7ZeXi2uo5d0G&#10;cYXXFCucwle/Cn9os6XUawRQhyDO3I2EKKnkRcLxS+n0/QZBDyfeptyxvwlIIzVmeVZ4vwaMQp1Z&#10;7tpEAUelZ3lqfj8HH3qtZxBUGsB6pTFDNHCi6ueBcF5qzHKfGpBblZ7lOeH9BEySOrMimGjaEmhA&#10;TWgFKFE/TVrfClSiKWBUVNkVk4A60Vrv8lkY14QAVGVXTMMIoBNlsPk8jB1h0VTZFRMxztoSoYjU&#10;NGHDTNg9VXbFVIwD4RDU5rVAKOo32lQUGEX92BGAQ5Vdvh1QY1npXQlTNKhLuIgxmggOojZWqryb&#10;RNIPozrWfCZ0bsVE9IgIVIaaT0SnTkSBV9Rt15rkCsiifiLIkNpYTzCLRm1PFFXQUElYY5fvCQR3&#10;a4uYXv9JxAjP19jlM9ENOHTqsqO8miO7jbaIC/CiDgH0Grt8KlBOXutdvic2ABOqd64AMJpnbawF&#10;gtHUE2xIbUcUCEbrXptXSi1MEhmA8aJwy+chAgXVVkmBYYR0AY1bPg0RKajKLd8RyHHSuOWzgCrA&#10;yiygDsdxpMAeqw+0BDGatVOzRDHS1gclViThblfaiV6gGKkdy2dgq26sEsRIG2Qu/y1OwfqeLzCM&#10;UC9TkVgu/m4VIplrswkn3FEYqvzJB5dEhueV1rcy/EhdGwWEETaytuMLECOUVFfGWmAYdV2vHW8F&#10;itGgKjdU/+A42E7vXb4RpgC4WNvyRQAS8Lq186jAMaINU5/YAsaoG9RLtQQyQnKQxi/fDd0YQNVq&#10;C4WytY5SGYAqpPQv3xG4QwhnqcqvuBwmwEcq/IrZmLbakVnCGa3V85yeEsdxzKrCXyAadVvIud6/&#10;EtJorfavQDXqkVuu8SvmY73VthoePMdxQM3R5ndTzMcM0Ln6fGzy+egHKLrKeMv5WGvzS4nBSc79&#10;qN7WlLOX6JBDrp3tlH+Y6Ppx0PT1bXFUjar+T3XuM36zdscilfBI15Fc6vIjb1nGT33tbIv5GPDu&#10;UPgV8xGBYWvHy7aYjx4QYwq/Yj4mVS2mzPs0ji4im9X2LxAIjnTm666YkA46ar2DuKRyjvrjs6N8&#10;6GMXkeKqcizmZF5rayYYDDOOAZmsNmhAuGVNG093nLcZ4XbSVg0yeTO6E8NCC1RsgYotUBHRYTXI&#10;O87M3gFqN7pK7CiyFqioheO1QEVNMi1QUZMMPUJgdd8lYAt78/3zBSpeaZJhLJRd8kfYkiHtnAQJ&#10;7fucU4zcHYFcMDgc7tDlAvl5hYlJdSbyBIphcyfNOJCfdwKT4hvIzxsq6bWB/LyhMmDULgFj2X0n&#10;TKDAnrTOcyQflE7qT7c6b7jihMY/OG/AQWWMLRRDhhaIsTBY3uH2+uXigeBfL17C/w9vLw+XF+/f&#10;Xr6PrihC0zsB1guKLCHrhecDxbQ97n+9zcvNbckCj6blfYEmjyQncSv0biJS+MBYcEIgXw5w4bht&#10;AGuJhIVAvkzIYFmkTZsc8RbmpgESEudMOMlXYo6YEN4wm5BxP/rZgSSCwyw2jVeJyZFaDOKZ8S+s&#10;PqZ6h/CL2YQSljp54Fm8fck1ZnKcGNqrn5LuJPKTb5QjnGdxMPCO2RwZtQVRkvYUwn8WOcJBZnIc&#10;GZeop39hyREuNOYIo6JFSKiFYWZGRzzwojGhA2pDOFGRo7MoYPNjwljLCNtLBC3fKHABtOsHBxIJ&#10;vrTIEc4yc9SwhjIhRmWJZ4rHLfnLTDoeiYeRJezgMDPZdeTVpeNklS4dEYl8o2jgUguE5DMzOfbM&#10;UZ7vurDJkI6muzVcPJZoBsFNmh0EPjjWIkd4zmyOAgI1wvdtNZ2gr+A8swnJQ0KD6WF4MDmS3ZAI&#10;YXY3CQWyDxekfdrCwxY4woVmMpzJa4yWZwfkDD62QAcnmslPzmQPjhRetsAPbjSbHz+ECAnSkmCK&#10;aHWgrNYiaex+i5/A4nlwgRsCG6GZc24/uA4CnQMbtmHsrgRyLftNvnHfbcgtgVYdnNYN40A6qF3w&#10;tsW5MCUi6ogtN3jbzuHFaojXMbm37U2x3cb+O0Ijf9s5cwClMkrXm1P8fTzwvUUCJTL2sHNWHXnd&#10;4sQiXsJanjgo+Ih2bmJyvMUJca7DrpOZg8ZiN819hHPNJuxZjjPOIpOjXMW0SUzCgaINwm7zbjC4&#10;4CIlKfAmz1GAPHtnC5MbLvKEn83hKdW14WGxKeGKizzha3MoBbJ49tYG3HGRJ/xtNk+CvA7ypHPH&#10;lBJccpESPjebcs08+5WjTXZwywWe5HezeVLoXzjvCPrR7Gd6jsD35lDyeu8H5ykEtY5VSviZbJ6z&#10;vJq866+b2PpCPjibJ6n5Yeyjc9qTm44psU1MKY3yDBwdxRJrnlXV0ZPSiCd47Kdzx5G7jimdV1ZH&#10;kxh4TskgIBehfFkRhcuOKYFLao69ZzxSPLSctQS3HfP0pCQnXT+hipLdeoLb9cbesQbXe49WnNys&#10;/3vvYOj1QungnsMDxmOHf84e0YqChUgXWXun4oqROl2bwpb1FtdKARcet+3YPUR5yWwpsoAaSuj3&#10;jhIaLsYW6l8J9ceJexrqH26TFup/+S+vL1qofx7F0EL9IzgoNIoUVNJC/YNMWqh/uGLyzKIW6r/M&#10;tmqh/qQJ56uEanakw6SF+u9aqP+NQC9TmEpaGmR6VMIhW6j/4uxtof7iJsvPmhbqr4S+w6Rx3Ggt&#10;1F8OILKhJLm0UP90MLdQf+UmCi6l44ppof6E4vfhhuO2riiAK6h/x7gv/FQLgo421p14VOyYt2he&#10;34lX3SbmYD3xQtjE0XS+E/OtTRy9ZTvxw9jEbEXepcAZh5zHmLy9DjmPEpVgoyndIedxpmgoh5xH&#10;igilc7hT7j2M2w2TeIFzyo6hFuq/kAxXctxFXBQcIvaKbKH+Wth2C/XXJNNC/TXJtFB/TTIt1N8+&#10;h1uovxMQkWJrPE8/YLGiW76F+seEDok1iMEqLdTfjChpof7xYSKLRr5x8XAATwv135MrppRNC/W3&#10;Vk4L9ZfVIl8OppdMEiezqIX6l3Jrof6VI6iF+pt3OyFtBdWwhfobNWKmFup/2bdQf2OFtFB/BJwD&#10;fss7bPgd2kL9jbX0ewn1hyGecBh+IFEkQAayzn96fvnz7f6R3hNP+3f3Dw/QoulpcfEZebEDcnjp&#10;1+f9w/0N/WX45fDh/Y8Ph4tfrwj1IfzHK7EgO+w/Pd0EZne3Vzc/888vV/cP8Wc0/vBE/ICczm5G&#10;wlD/dLh/e/nX7Wr78+bnzfhq7OefX42rn3569cd3P46v5nfdevpp+OnHH3/q/kZd68Y3d/c3N7dP&#10;1LuLL48PT89v8IdvL+9eXj6+ef36+fru9vHq+Q+P998rln9w9LUA/0qAP1yhpwH+wW/5rQP8N5IC&#10;HPEawoqMWP44YwOW/zGz6auw/IG7EoBgO2SghZ3xIQVmIMEwRR9M80DQnmg0uK/zOCg4kxMZ0pQC&#10;EmeFG1IjEhkMbgTsWeOWB3B2q4gTWuGGNKMjt2lLsJ41bnlsOTJvQ8xfhVsemTNNwO2tc8PllRpF&#10;klfA461wQ/pVIhs3ASK01rcC0B/stM4RUkPiN+hjpcTVRNd1mC8gSFa6B6//ka4fOkJDr/avmAqj&#10;f/lcIEOQQKCr/MrJiBCctf7lszEAOVVhV87GpM0GIZ8ksQwBHbnWuwLTv+smTXolqH/AH66yKydj&#10;DnCelcEWkf7dWlvHBaY/eqcNtkD1x+QrsgMmw1EmxlIhTIgku5mwbqtjLWci1vOojbWYCa1vRaA/&#10;EiQDlHyF2wmov9I3CopII8B5EkBQa9zyTaENtAD0p4xMZYcR4k1qVNteBZw/TmF1nPkcaJuBEJpS&#10;i0DtCnC5tWHmU6CfwTAJJG6MylphRvnaiWwk1Nja6iiw/Dfqyi2w/DvgTSvc8kNpBhxx/YwrsPyn&#10;NaFmV/uW74NppW1SQllKA90Cmlzhlk/CEGsg1MRWzMEYIMJrnSOsmtQqF7eosCtC/LsNwPXrvSvw&#10;/DuU1KhLrsDz73sATSvs8omAkU1jl2+Ffo1LTmFXzIR2+Bag/kMH1G+FWz4TqOSgDDWfiGEOpXJq&#10;E0G5+WkitK4RWlgiGklxqXetAPXXrvwC0X8EAJnGLJ+EWO+hskIKQP9x3Wu7oQzzn0Mtihq7fDeM&#10;FN+tjLSYhFgMocYunwWoS9pYKcImCXhA6ZD6pBaA/uN20hYcwT0c2UV8+0rviiD/aTVoVwPhiyR2&#10;o6pSE9BCIgPUiDYVAFfK6GIdqlrv8qmY+lCJpraCCbbn2KyqeRVg/jDRaAcdmYwTuzlClVd6V2D5&#10;A25P260UIZTYcbWXGrviip5VXamA8t/ovSumYsZyry9jAhNNvduqB10R3T/RzaSwy6diq26yAscf&#10;7PJdAStFi4K+elqEebYoaC3SDMBQMWj6vKh2em2EGOvzAr7pNRHIz4tsB2pOJD8v4JveA8Q94dLZ&#10;QWMtClpbBC0KWpMMw3DuoF7CBEYW6C/BCoxPLZ2kRUFrgmxR0Jpk/gGioOO6Z7fH34WgTUobIWgH&#10;FZTcKEd47BjZI8CQIJBkrCNJGcwC0Ecotzj4Jw91mizYTAkzSNzAwku+sXk8U+NlAmu2AzW2YkDP&#10;aXbwS8niza2nDCZpVb7SOsPYw/rttc4g1dPsQngxZN8Eu7A9doFmnyZotKaUYCaLI5o8eD1Y1JkS&#10;wJs2T8YQnwgw16ZkGMCpA4qoQ4kXAVYI2dg9yqjRjBOOeocnU/Yw4jmUcexkkfco46rrtx7IG+GW&#10;0ohQU9hZITDvR0rY753WmRLWEneOYusdYQufNXay9nuUeGZhRFh9Xj/JQAXKGSvabpxRAOEa8Aij&#10;Yjqke102pHx5Y3aMZjnAVuk0HVcc3AhnEnpgkl0CzPMEyVoHoMe9pnkNpXRNGa18ZdR8GKJqn8NR&#10;CB3IZ/gleAG5u4w1rs7dZBJ45UWWdGSjxepxx8I7zANRlP0F25m9Ihjd3qmMAB9LXN1Qwm1+DFjq&#10;AcV25Omhk8Lb05wv60EDw88S96m3+QQ33tsp7L92ugeHTGjWkfKKygZitM4eWXHhF6dvEl/jHEgr&#10;MiWiUY+M6qqeQcZL3usbQ4c6W3LFT/SU8C17W76iclDhPHTOUU22UhTDnv0tY+Q6aLYCAurAf295&#10;K+Jgs7bElocKhcwig2eJRyqapYhCvlEka14jg3OirFm1GZ0dC0tfaBdOJrN/pMnRTKwxI9Y4oCAF&#10;uo1zs8JbFejgjjL5jXytwpNqC5Bwj8NS6R1gYXi2IiFcV2bTA2vwuF7tKe4Fy3pGSqQlHHjBYtNw&#10;c9mEbJPqaGVbHKEVBY69CxnPpwG5xGyOfBOh+KpDyH0EqrE9GMmDJPeZ2bQAKW8cMco2XjmQ3Kxy&#10;kKPNbJdHPHhVURiuHRF89qSwYMglZ7bLd9tAtSHMSebbY+vARselQM47k128ecfeORlio1gFdudY&#10;L/CqDMXdPsLtYfaNRTyuHZHw85a8gSY/eTWOa2cPd6iSRMfHuPbUcr4vyXNoN82V08aNo7wArj42&#10;vXFunJ7LQ5CX0WwaO405pkJpcovIN94mPesv49YxE8BhGTnCI2k2LQjr4xbeOGtRS0EFbCZbjlLS&#10;ibyXJseRdbtphSmymhYM+mnlHDRwhIZRk6fT5siWw4neQ2bTYhnpHCsG3I2xaXhFTY4Ta9L42jMz&#10;USQLVvjUe03zM4g8qHbTjLs/Dc6DaRaLzJi8ILIO5RvXI5yxsY80fEuOVF4oDGZyjqc1VxEQt3II&#10;ka4lUUsBIRDaR9RaxDM7u1DS2+H+tLcCnLxxMPDimqPeUPQFTeHslEHbJFOdowzBISwc7UucDghu&#10;2iFk+Bm3j3AeC0f7NNuSIz6O2p6ZinlWllcD5f/eQfnD1LaY/UrMPvS1k5j9eC63mP23hMrfYvap&#10;mG8W5NNi9o8pILi0UvAT2XeVqDsq9pPoWsx+BPHH9Zxk0mL2b2MMTyYSLXCUTOVHwbWY/fxsajH7&#10;pB6n1dFi9mlbtZj9YAHJkxLJZZlWSYvZRxW8ozhazP5VuKBbzD52CYxE+b5pMfuVDGfyq6TDpMXs&#10;O+Gx0e7akMspcoA218f988UX3NLspWjI5YvEDY6NacjlC8m0mH0toJrDaVrM/mLNMNbvLjlN7GyG&#10;FrOvLbEWs0/3VsUp1GL26V4X15iE2olnusXsG9hmQM0JvsgWsx8SzWQNyZfXkkQft5j94zY7FVGL&#10;2TdXUIvZ15dOi9mvBfB0SKQLZ7MdOUQgSjGcxAy1AVk86e3YlK7F7C8UiRazfyKSFrOfBFLegi1m&#10;3z6DWsy+Gq7ZYvZrdyA/TlrMfnnOdC1m3wqmbjH75jE8imWkxezXzpwWs2+unhazb4qnYp6NZzdu&#10;/oau/7z/5eUP1/vH1/tffrm/vn19c7j6fP/04XW/6lavH6/un5xSAu/CfzwBWSmB1yXIf7DEoFKA&#10;fAOIzmuKL3/++B+HH0JM+suX918u7m+Qix2ClVqkfiVSH6F9p5H6IVnmW0fq94TijYyYwUDXFyvI&#10;V6LrqxHTWUjJEVw/JHHk8Th5KOxGg4uF1prCUwAuxDibC155PDIAJev4qTABHXlNW8Y7XfDKgzBV&#10;pPk86OwIq7/glUfXdBpydR4EewzQX/AqQfW1wL9TSH3G/lxyy8WvVg9QAPWX3PIJwCzVJwCwLccZ&#10;OMLpL7nlU6ChOdfj8pe88inQZuAESF+TGYW5pBWkrdgTFH1GN130izAYEi8NnfsEQl/tVy59bYwn&#10;+Pna6qdcvtQvdV2U6Plqv3LZD9pEEixMalFQiBfyKrDzRw3AuUTOZxz+Ja9c9irQOmV9p35pQyxw&#10;8wGfXl/4ZJVPrBh6eNmrXPIdsNMVXvnRw1C8S1655PWaCgRTkvqlH67Fslc7VmLma7IvMPMHFc3/&#10;BDNfkxkFEaUBjABNr8vsBDNf25NF/P2sFrYg+1JqFLnsEQ55MQeUkZ/I1lttPgHccCTrxpXWuQIz&#10;f7vSjp9TzHxNcoSdknq3BRZ+XXKn8ffaBUwuy8QO3hZttIQJluiOoPkL4VEMVKKD+0Ydbj4XQPPg&#10;xJslv3wyAFml6gj5bAzzqE1uEYSPDCjtcDvFzte2RYGdD37aSlbg8xfjJavWUX6rrXYynQLoa6uv&#10;ANDfoihRfbmcBuOrw82nY9tps0tQHmkUUI0Y8X4x2gJAfzNoVyDZzI/sEoD+kl2+N9Zq8YFTAH3t&#10;jiiC8dc64n2+NQAroU1FAaA/owpAfSoAA3cc7BFAfznYfCrmlbaQTwD0JVlrwa4A0Afik9K7Mhh/&#10;RGGdgCm/ZJdPxbjRtsUmv6sBA6qyy7fFqA52U0wFACW03uWnVK9W9FIA9JeDzacCaIia7PJdASwF&#10;7Ygn22Ra7p1a0ocQqhIZ2OV7FpaWhsff8PhhT2ix/Yto5Bbbr4UXt9h+TTIttl+TTIvt1yTDZex3&#10;0Jmiq9bOevgHiO0PZShq9SfYnbpLsJFhqNBC8P1G8P1z8Isc4/w5LpkeQgFICm+JKOUjyUnEAMMB&#10;Ar3fCwCEohZ4uuD90NQioUyxNCnf2EvxNs8OSDcvATKYmx42ekqEdh2wXYGwm4GYZkUL0OuU+MG4&#10;btIx1ikUdYeO0b08BNqEwO8gOTLwLZ4lNh4e2YNpHJ0DAkg2aND5Ef9RzsDot8fLSNWji9CPhwLa&#10;BT6/DQrHeZkuOj/7jIDNb68/lh9V1jXnl+kQ42/jN3L/gMrvyCWO18fkx/MOculWDiBwZDd7iOpR&#10;yA7oZ2zSA+KPC8BD4Y/LaXAQJZnKwcaM51nv9B7Pawisx5Fm7eu4DfvOXm3xEPNqWzCVgykdW/Qg&#10;M+Nx40HtR3nBqGaPMTJzTi7eKQ4OJK9/B7JR0Dlt2XNNMQ+RNwrMgUElbwVNt30rSP0N+yxgHd/B&#10;GifrdtiRpuy5UoR9WDAaub0GyQBJIzSbYwhce3ysddkHHcNS20RYUtQnmwgOnygps+cdn5jeUo7H&#10;jXNKwy8Um7SXQ8e3vwMD3LEsnPIOPY/TwecW4GMHQb9nUGg8HqzzC36mOFIoUCYdr4zBOStG3iKj&#10;g2QPj1Rod3LgYKl2Dy2RNSBXrf4JWO7GQUuHTTDw84CWYYyOcvEQ9NcCtd9HXBU19hp+rsgRjixz&#10;KBu2ngBB3972G8bz7mZk3VjCgU8sNk2YuSYhK/BQT2zw3S1j6gJB315fxCgcOz02gdU0NJO45wCh&#10;71HKYQ1rtsOT8wVdEH3AYfJ9v3FkidyluDKGFXyn5ogERp2cbw4ljx1g+s7YCVOb5AnUfWfsgs1O&#10;rjqndUZSHtYuT0kg2Lr9ZBBw4OrbGxfKR7wEAK1vr2JQxrMKC8QbERcxoCraztj5PADGvjebLPlx&#10;9qQEn2KYI+DsO62vpJ9rZ6tjKfHYPaR9eCC5cUfwW67oAaR9+7qXki2jh7QPb2VsGu5IU+obLscy&#10;bpwaExvRbKgejLXX4NmMTXtI+xveaS7S/losCivn5oEXNDQNpH27j2vW+IC0by+LNSu2QNp3CAXu&#10;Hi5RUzwzn8JA2rf7OIs9o3PsD/CuxlF7SPuz5N32OBGsKSSLDJ1sQNq3dyI8sZEQ56rJcSLfJ3Ec&#10;HOMC0OuZMFnXxLok32hlkjo9qArgNC2jxrli91EMKpPzaIWHN/bRu/RGMSF5kPxjstY5Rx+8wbFp&#10;qh9gTeHA2xWuUvsaoxoJYWZQ49zkCM+xENqrp08GO0cN61klIO+w3TRrGT4hHykuIb3/edS2HOGR&#10;FkLn8lzaZmXBNuz+7x27P2yRlhFQyQjAnj/NCAgbpmUEEHR/ywh4uAo1DFpGAIJPyDGSYpS0mLKW&#10;EZCKG9ArLslLC4dsGQFJXgUuf8sI4KOnZQS0jIDwfMjT9lpGQD1SmUxs6ciFFU+7pVpGwIXU0cuX&#10;FYV/JfG1jICI4o+XdJJJywiIpQ0otikJpWUEhIVChs8kE7LQKPkKZO1NdC0jgKIKCe4Wn1owYjRF&#10;7sQGahNTdjassLsUSeeQR8PyDla1aGt0yKM/bJf80g559I7sIh5DDJ80Bso26V2yNNvc2azZMgJa&#10;RsDlLrkz7TXTMgK0U6ZlBGiSaRkBmmRaRkDLCGgZAaaTVvzITggPR+q2jIAEwxvXVcsIqOEZcpC1&#10;EyDAsWuIULBWaFTRW0YABUbTy6lrGQGXLSMAyI4vVJqnZQQgiykeJHZIUMsIkFggvrhaRkDt5moZ&#10;AdZdvG0ZAS0jwCztFQM0h5YRYEipZQQ4D4OWEWC+iFpGgCmelhFgiqdlBJji+X1kBMDV2SoDfJeV&#10;AYIXveUBVPIAYKmOeQD/eXv9AqzBh9uLmOhWTwS4eNr/eAey2z8eDvvPd7dXN88wnoW9X/wD+oVK&#10;NFy8//xv+5vbt5dXn172AftIYP9ROIJMLdH8NgJgG0+kqzeo9XBxjT+mdNlr2OXWyYIu/+7j4fnl&#10;z7f7xwv64e3lAd0OfK9+BURTfGYJCTHMakvgl8OH9z8+HC5+vXpAy+E/PrYKsocQl/G0f3f/8CAP&#10;N+4cw0BRNz8d7t9e/hXBYuPqT/321bt5s341vhunV1sktr8CCMyftqhYvB1/evc36mA3vrm7v7m5&#10;ffrL/dPtxZfHh6fnN/jDt5d3Ly8f37x+/Xx9d/t49fyHx/vrw97fRBefUUF6gsnu7x3k4/3L7eHi&#10;4f7x7eUmSeLqDU3pz083YTJeru4f4s9ZWQ7qvpTjkK9ZlgMBG+DWNl9l8yFw6jQJJ+SOFlsJy/bj&#10;X/bX//1MS7H4m9+4ybpuHfKhlrusSymCssuuP8VdRqtLdlaGxvohxa5jn6aYrnFFQM/4f9zLRyJ4&#10;LhJRN3eE/o8mQ75RHoVZxNZpvJBvmvHqCfa4xitPQVD7lUc4UtRajVGe+6EMD8/z1CWNTR5gqrDJ&#10;w+i6WR1ZUYlDYVXU4aBRKYOjbPKs6/XJO1PiwGfyeeUSxxgJML0m9EXGTW1R5WK3xpiLXl0KlCOc&#10;JHGyRqHXNRzi3wUOcQxW/AqsR1qnF3dQieh4o8PziOMYPQSBgByOOAZZ9ziSlM6EI6mDzCCE4dzF&#10;EISNfGPLUdM6h4YOH+6bsJBvzko2rtPi2dwAvyHaVs2JEN3fbqMijEzA0vlvk6/9O9cbD/tPrB7+&#10;L6iK4SXRVMWlqkj1V05VxXB+FArht1MVBxTnCW8AeZB1ALAIL7I+4bp9la7YrWPdDX7g5WpgoS0S&#10;2d1Fv4rwTjlZrrpgs4c80wq3UntBOY06t1x56aZYeqrC7UR/oQpItb7lSmNH9SVQJaPCrdBgkDmh&#10;cMsVGEBOaSMtNBgg4CjcCv0Rr1eNXalDjqM2D4UO2XWxcFFlsAThcdSwhlDWoia7Qo8EaFio9lLj&#10;V8xFj/JL9bkodMltrIRUY1dMBhAANXb5bGzVZVfqk4BwU9hROkOSyiaWFqv0jiLiElmocFQfLEUU&#10;Jrq1KruitNt2pgdZbSrKRO4uJBXWOpfPxGZNT7Iqt3xXcOmYGrd8ItZAYlC45fMwbbUtVtR3mzfa&#10;pigKvHHhmErfigpvE+oa1ftWJHRPHT3Satuf/P5pssatNlICyTmSQbwKt3wW4CvW+pbPwjhOGrd8&#10;FnqUXFJGms8CkKM1bsXZpHIjq99xpLFWUWUWilpv6r4var1BK1S6hhSSY5vahFICSeqYJrKizhuw&#10;FhWRFVndqsSKMm99Tw/l2p6CefTYsTEUKKoJLBf/MFFtpxqzoshbLCdYYVbUeBvXWs+KEm+dfqHm&#10;4p/UySwrvK21k4gC99I8rXE4KwPN90DfazcMoXwlbhtURFK45XPQx2J2Nbnlk7ANtd1qk1BkcgNV&#10;TVm2RSI3LgRNrylKu+maCGHnp6HiEtckV1R2A3ie1rt8HjrAgCuiKwq7TTgB60dbUditG9baAi7S&#10;uGd1BReF3bpxre16AupLQlmj1XrvisJu3TRrg0V8xpHdBq0q7IqpmCe1d/mZtIWIFXbFVKyDKbC2&#10;7orCblC7tIVXVHbrNlAK6rsCtubjaLsuIipVtkVR2g0wzpr0itJuXa/qcUVtN8DBaeIrMrlR+VIb&#10;b1HcjcqbK+Pd5NOBF4R2RBXV3fqVqnsRfmdafN0Uix5W5FeUd8PEajc1YRse+a1VTbPI5u7Wfa4b&#10;NkNoPVe7pV9ruYKc4bRL4Kl2oi49OGAc3cGvGU2BDjn2SCAXy6FDji0QyM9Lqqc3AZGnsiQ2d1L6&#10;A/l5SfUMfblLRRMc7jxUgPCeIxmGiN9FM040a5M5Go3UwAYYnXoHzfoc7qRa01Bb+jUFMJBcP+6f&#10;KZphx8inu4SGa89qS7/WVmRLv9Yk88+Xfh2Pp6/wugXjCrndgmJbc7tFCpxZ0GjkBNX8bqCN1xBp&#10;P3weigtJvtEPRkbscBKGH+LJKRTyZcqZ9FJq34W2p1oCkRIqpc2TK4ChgpXcaNKqfLn1idHgu9kB&#10;J0elADw/Qj+9EhEwkjOlA27fjYzzDtuw3I3SP/lyP8eJxz55Yyd08NBPmM1tKQ1cBsWt9dENjFEO&#10;7V3WiPRPvtxPGOG5dQe5vkvFX0ZMgTmbPb2sSPJjisaRVuXLrcNmz5ROJZaulxUyOrX48EBjeQ5O&#10;TQOy8MfWYcK3R9SxSoTKac767LAwwtiHpCjKmOXLY4c/IFLC4G+3viLbGMnTq0KGwg+8N3unLhC8&#10;B8wyBrWpnu+tlI3pnPICWzI/Uiexh83hwNPAhM6+pFSqyDGBQYkI5RtFueErFtVW7HmEVyJyXDmH&#10;B1W5CE2vnPiBNW9Jkqe1J+DACAzhobDpWO3aJmVahirfOOQ1Z9ptVw4/8n1hVuDLMNudqXo50UFC&#10;1jgI1D/QJcAt6Zd8Y/+k4gO8HjY/fjysYbE12+VFs3Z2P9wnoX/wj5j8pNqDd4vQmUzjnXFFWP1L&#10;tR5wQZh0nFaLkp02HV9JFBdr8uMHO3wuJh0qmIRx0LVk8RvJqIPxjs69MUqFL2fd0w1A/KjYg9ku&#10;r/vBqakHN0/gBz+OzY+vNZTitOn48u1j2LZ6DMIhFNrtvHblcHNqFo6ibnntctEW54oYOcfdOXql&#10;NgduM3MyKPQLk2YvZb47bf0iSs1ZdHFK4Wcye8UnWecV0uJb1SuZGnsGf5TZKFtOehjQLYnBOBFW&#10;OWbVIuN7HH4rk4zrPA1ODU2uvjM6VwW/suDfMhtlhWByDljcsWGo3gEGP1mkc1YufCCBbk72HblI&#10;5MvqEmvzc4z8Vjcq3i+BH1xm5nBFS1w78DI9lzxcO5MB31toF841s11SzGipbJxShj1fPNsUpCTy&#10;kG+UC7x0gR/ccGa7VGqY2t06F+MgKfwrR3+lMknEkDx2dsu8ADuvuBuVOgwcSds2t5G8mODdswml&#10;j73zXBvlTds7OikchbGPniqOMlKRcHDeVRPfkHha2GcMnIrM0Vk6syivcAWZ4oFHLnL0iijCAcmE&#10;zjm4lkN6cg7zNUU+0OqZnLmGs5IJ4f+1FsUGco4cHVVowxZlRPPaFw4cm5EjyclqeisL1zuctvLY&#10;9gqUwgkam4aX02y6o4JzYdhrZxsCBodFvnaOAHKZRp7widqtdzLfG+cS6uCcZp5OJS1ysDKl83aA&#10;TYA349bZY13P5ulu6+iX5I6NrcPfao99YN0A9To9Snmfbp2KceS8Da2Td9ZuPSnCKxyG1uLsRi5s&#10;h4rBts5Mrl5u3XmlIjRAKHFwmq3PrEuKo16/uOEY5tYdHbtmAZVLUb6sNFClzLg7vKrLv8FSKtaY&#10;o/1VWm1h+d95GbX4im9h+ZWwfGzo07D8cFx867D8ZHRFIQY6OrIcTjrOKVUasSR8qHxVYD70SQoj&#10;HLtok8kj7jHYYwRJxPlHo+HIzclwESUyYqNwg4aSyGD9jHE1S264WI5kE0U51bqGCyBRaZxwUGY0&#10;dT44+BLNwMkCyz7loTSGvDAxiVmPGydEDi250Rsj0RkCI60h0Vn8igkwpjOfAYtfPgUjissoc4CE&#10;trx/6owWAfnWePPJsPp35nSUIfnlisMF21I8W4rnxQGIEpcX799evo+nLOG5sGOafiTUhXD8RGcz&#10;9nLN2UxHQlSgsMj4TNaczZEbvemOtKIYyVdsOVHDF47yt/KNVPHxhaOL25W/lW+kSj2kbWVT0j1A&#10;yqBPKaP2KXGGMM8kH+mffLmfv731ihybgvm9K5jBstsUzIqCiT1/qmAG6923VjCTQc1SMMUA/5UK&#10;JlIJ69pXruBELS7GXqrapa7cFLpNULyWrHK9RtNSc50GR0uMTl+yynVLWASU8ZUKzRBD55fMCn1G&#10;V6Bz9XJASgzF4S+ZnWiXyIBTZJ8LX7IzK+xK5VKfynwCtLksUj1xJ1E6SbgQwwsnw48pZkEbaD4H&#10;hlZOvsajGq0xK+ZgpQ8zn4R8mE2hrEcas0Pln6hSGWYaQb5fEb2YKZTYb3WFkiOuRfdTtcmkg5lK&#10;nVjoHecADjJW0+I5oFohkxKLY8hsGGFo0VzpxY7BNX+OtktnRtS07WbPE4vaaFMgv3cFMriPmwJZ&#10;USBxD58qkCGI6lsrkFtx11SgQ6BoBQtlcs98lQIJny+nYoZZz5XDQofRMglzDQZwGpw4ueCVKzAI&#10;4w2KwhKFJNchu6Hj5PwFs1yBQdSUwizXYOBT4wzRBbNcgUHol8Is12DgyuNU3QWzXIFB/JrCrNAi&#10;EaWiCa2wUSIMT2NXzAFwCaH4hbD7U8UvnwREE2rsillAwK/GLp8GBEVq7Ip5WElq7UJ0hSa56bSs&#10;ZCpwmhROxGtxZuiSXT4VCFFVelcghmxHTl5fcCOvZGp1u1W55TOxEcCQJbd8IihiWOtcPhMbYCDU&#10;5xXxmcfOUeyzxi6fibWAJSx7l++IAGlTz0mGG/vY7Dxq+4sCZZLoEFajTSy5shPdJKn6i95BeTqS&#10;dYivVwaLoIUj3YgU/LrsCtQQShbQ2OVTMagzSxE3aRCU+aCxy6ei32gHHcVqZOxAV58KspAe6dSj&#10;jtS7I9mswugUyCFY7HXRFcAh3ax2jnTP1Kq2SgrgkJNE6fxOKrBDenUNF+ghRl54AR8yBF9d7eQs&#10;8UP0tPUSQATZ8orkinnQs+opNipJDvEOCrsCQ8RI+i9AROZZuyYoyjG1amASULh0okuADosNW6CI&#10;dDpkAoXHJHYITdQGW2wJHdCBAlgTu61gnCx7V0yFDjcB0/qRXbfCOVGf2hJJREfDKJBEYMHXVACK&#10;zEvDsMA68sno+kHbtIiqyfidiSUCVUzlV0yHAXWSTwcAvDQFqkQT0ZFYKC7uKJdx0i7uAk5Ex4kp&#10;0EQ6BCAr00uRgKlZHcSGMhMSWTepi5mC3BKdrkKVaCKkudUXX4EmosP/lGAiZIZV2OV7Q8cmosDM&#10;NAhkZGpTUWCJ6LhJFHp3ZLcGdFy9dyWUSK/dtCWSyFo94gskESSxKTctWVyy3gnwx+JcKYBENDgh&#10;BUVkySyfiJxZs4v+XuyiKtgEPWDgUN6lQGIbI4FTIhqEyIdTsIkGIaJhJHC6yA5acIyztZcYx6bu&#10;UjaITc4JADtosedwZyv6LuUvOdxxE9P2aBAip+udk3t2KX/FFmSDENG2Byem7FIYui1ITi3YQX85&#10;Z72T/kILGPrJWeTQTwL5eXuVNJBALnFLoe9f7YSLoB8mhMjAefDSsOaEg306SkC8dRLTJF+O54IZ&#10;OwzFS1ahFCcaspMcC1N2lKSbO0iGJvCDUZsnSDomX+kg0jwDodsyp0B4eb5kIA8cvcRhdC2OxctE&#10;hpUcmiYG0zuZhmROD4RerjSsx5Gjl3wNQuboZHOT8T007aWHw3IZR+3lm+O1HOU4OvASZKkPTXsZ&#10;8SjkHfeVm6FKiBYkcKAf26uHqg0RoQcCAPMvDKRE6MBLIBsqjtqDKegwNYGjh3vQIbsyEnppSytO&#10;I/SQGZAFFgUOd4AtnhWrBR52BKBRosA9MAryLITBeOgWW94JHlqGePQ89A34IGK7zhbcChqABw+y&#10;4T2NJFlbiPBXhJZ9CBMyOGKJIfNOdDY56+Qbz7wNJyR3MPiY8wffBnN00APWkhboQcEQtmfoI7Dn&#10;zabhB2HCpN7KIOQbBzNjQiJHLMp4FQuBfJlQfLceqA58JpGjh9MzJ6SGpFNLk/KNTRPQU+ijFxEC&#10;/woTOoluk0yhh3kk6B44VmzxwBcTm/aQmUbJVPXAnkbJP0WZBnNm4LeJTXuQVANvQhflCoZR5ugs&#10;XPh4mBA/WKtHiru68F5yGbk5xBL1jWI/9i7sGPTBxzWTReFBpcmWgXPIHLTkn3twbuT8o4OHkOIs&#10;IfK+chHn+Ar0E0N59nCv2ycePFKhh+RyMnvYp+xVLDVrKENKXnVyC+C94qZTYIgcDvKNh0TaBV4q&#10;8Mj6pZtdPPIbngCizcGM/N5wc6Anxq7F2rXFI1nA5PYym54YfQgxc3YfZ9YGOy+fHB60uBq9FPW1&#10;5OZ7We+wTvP6dhLpEyKBl5ufEAm8bP+NZOZ7+AEEGhL2oI9IwIeth3GwlVETuoS1FeDFi03DTWcS&#10;ApGAH2WTE2uZ9MHOQ4sgn19sHU49p3UBjfMwLaBaC08HJoM8hLF14PXbrcNjy5QOmAdeKVFfD+9D&#10;S/DkT4w8PciRjp6YUUvC7W3zFIxEDxiFvI+Rp4e1EvBLQusefAvQKfk+9hBhyFcZW/dAZjpkczIl&#10;ptUc+8hnjIeEA6Apfg04ih+gLeLR4WH1AD40EnrgP+QEDaPx0IQAn8LvQ+fFAjTUOI8e3hE5TEPT&#10;7ouTns00396hBWUq9tFVgeh9TRzhPbWncD4TRQ/KVOyji2oFR2xo2kPJwi6Ia9dD3UJMThS4h+JF&#10;TtvQtIcK1q0ZHGRwFDBoaLGPHmoZQn2ieDwUNBDy5eigqiHERA5VWwUDIXPEbWFuV0EKcm7laPUM&#10;+qnHLwpHbJ+in8k36mlgxwNxTtKEG+IO46xmxeB62rsWt/+9x+2H9d7i9itx+1j4p3H7YXl/67h9&#10;2EDjIR5UxAxXBIccBe1nCGtfF7UfSvRRdV4cXHl8JDSQFJ5CZdpQERwej6CO5GToZCKjAJsKJ5w9&#10;iaTXOUGyiUzhhEsokYTeaL3CJZQIY425Sr9wkScikxsO90SocoNul4iMUZYR+6rwc+mrsidjXmpT&#10;7VhR4NPqWT4BOrd8DvSe5RPQqaPMZ0DnlYtf55XLn3qfrdcW3PR7CW76an8zVs5lKBQfzrpa0idW&#10;YFSu45GJFjWHM6ujiU6UMvlG5SxSpbMV/OTv5RvpQs/44LcfhUKJvW5rjzwSm+pcbkJncxPpnUdF&#10;PEt9uqmO37vqGKysTXWsqI64OaPq+J+31y8AdXq4vYihHnXd8eJp/+MdyG7/eDjsP9/dXt08Q+0L&#10;+6H4B/TL88f/OFy8//xv+5vbt5dXn172IV9dFMP9L79QFayJrZ5hTx01yoD2TyplsvLJv/t4eH75&#10;8+3+8YJ+AAITuh34Xv2KtPq4L4WETsrn/cP9zbv7h4fwy+HD+x8fDhe/Xj0gXiz8x1u5IHt4IuKn&#10;Pf0z2en0J6hvz6n7VOn+0+H+7eVftwjEWP2p3756N2/Wr8Z34/QKaKWbV6tu+6ftvBq340/v/kYd&#10;7MY3d/c3N7dPf7l/ur348vjw9PwGf/j28u7l5eOb16+fr+9uH6+e//B4f33YP+9/efnD9f7xNaR0&#10;f337+uZw9fn+6cNrQi19/Xh1/w322+P9y+3h4uH+EUjZSRJXb2hKf366CXr3y9X9Q/z5ddn9H/4V&#10;NwJkIN8gldcy5z+EZfby5f2Xi/sbRNuE9z395fv9zf/FkjjsMW+4YX69PeCHu/3h/11efD5cfXx7&#10;+fw/n64Ot5cXD//nCctqC2cryF7CL+MUTCmH/G/e539z9XQNVm8vXy5RtI5+/PEFv+Hff/p4uP9w&#10;h5YiXsLT/o9Yir/ch7Vy7BWGQr98fv4Yu48feJLwx+dN0uf94SbOEP308bC/vn1+xqz9193Vx1ss&#10;AeJ//e+/QgIkFhg/yfp58m6LBn2m/C9soLBsP/5lf/3fz7QUi7+hX87aZPE6P91itPOqW+z6U9xi&#10;1LZsK3pe8eI/Yq2A74mqj+0cToP8NZY/G6Kqz1doTpS/GrDK8WirscpfbWACfbrCKn8yEBOFV/5m&#10;UHnlTwaD1+mbodKr/MGgDzB/MCjDKx5r9CatCYps9WlqVKEXbzW9U8VjTetVLnW1V7nMNUa5yFVG&#10;ucD14eUypylWZJULvWCGUy6t+ivC9gvHIoJIeSfgp1qFzLjdduJLtwNmo0FlJ9qzTQwh407cieXX&#10;JoYgiVjMqzYxREXEYhW1iWkJEnUKkHLIeYwpzM0h51HCLxZvX4ecx5nKUTjkPFIgfGbcMdP4Zzyt&#10;pFNckIaAyyf8/wykx7AJ6ZFGW58OzuMDrHwqYYFxw0eK8lGFjRjEy4eI+viKTWIeziaUlqU9+cYe&#10;Srs2VZz64yiEh3x/O69v0R6JgJbksl/tcfYNlMXD/hPrhP8L+mGCmGn64Yl+iFvuVD8MTrBCC8Qb&#10;59voh3BVhvuNHjfXeJqR8h30wxRxJW+wv0tBjPoFn1W56perKuNqS6mu9ImdOSqbuYYILrjMK7xK&#10;BVHllSsrKq+lsrLs1KmyUulSrqpEnWfJJldUlJHlSoohpUI71EVuyLwpPXWtrq70fLXiQCsm6g1Y&#10;FjXFQa5l2RNoUdMcAq+gEMQlpqoOQnjO1XsOTdY30QPkW+oDFcJ2QX/vF3TyJf+jXNAwk3x48/kD&#10;TDl0mMG0dHd//dPVy1X+ezCmvLnt93f7h5vbww//XwAAAAD//wMAUEsDBBQABgAIAAAAIQCe02Rt&#10;3QAAAAYBAAAPAAAAZHJzL2Rvd25yZXYueG1sTI9BS8NAFITvgv9heYI3u0k0QWM2pRT1VARbofS2&#10;zb4modm3IbtN0n/v86THYYaZb4rlbDsx4uBbRwriRQQCqXKmpVrB9+794RmED5qM7hyhgit6WJa3&#10;N4XOjZvoC8dtqAWXkM+1giaEPpfSVw1a7ReuR2Lv5AarA8uhlmbQE5fbTiZRlEmrW+KFRve4brA6&#10;by9Wwcekp9Vj/DZuzqf19bBLP/ebGJW6v5tXryACzuEvDL/4jA4lMx3dhYwXnQI+EhQkKfOzmz1l&#10;II6cStIXkGUh/+OXPwAAAP//AwBQSwECLQAUAAYACAAAACEAtoM4kv4AAADhAQAAEwAAAAAAAAAA&#10;AAAAAAAAAAAAW0NvbnRlbnRfVHlwZXNdLnhtbFBLAQItABQABgAIAAAAIQA4/SH/1gAAAJQBAAAL&#10;AAAAAAAAAAAAAAAAAC8BAABfcmVscy8ucmVsc1BLAQItABQABgAIAAAAIQAQxicamHcAAEFZBAAO&#10;AAAAAAAAAAAAAAAAAC4CAABkcnMvZTJvRG9jLnhtbFBLAQItABQABgAIAAAAIQCe02Rt3QAAAAYB&#10;AAAPAAAAAAAAAAAAAAAAAPJ5AABkcnMvZG93bnJldi54bWxQSwUGAAAAAAQABADzAAAA/Ho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0eN8xgAAAN4AAAAPAAAAZHJzL2Rvd25yZXYueG1sRI9Pa8JA&#10;EMXvgt9hGaE33RjbKtFVRGrxIBT/3YfsmASzsyG7avz2nUOhtxnem/d+s1h1rlYPakPl2cB4lIAi&#10;zr2tuDBwPm2HM1AhIlusPZOBFwVYLfu9BWbWP/lAj2MslIRwyNBAGWOTaR3ykhyGkW+IRbv61mGU&#10;tS20bfEp4a7WaZJ8aocVS0OJDW1Kym/HuzPgJ9+7/aVID5MvnkZe/8yul25vzNugW89BReriv/nv&#10;emcF//0jFV55R2bQy18AAAD//wMAUEsBAi0AFAAGAAgAAAAhANvh9svuAAAAhQEAABMAAAAAAAAA&#10;AAAAAAAAAAAAAFtDb250ZW50X1R5cGVzXS54bWxQSwECLQAUAAYACAAAACEAWvQsW78AAAAVAQAA&#10;CwAAAAAAAAAAAAAAAAAfAQAAX3JlbHMvLnJlbHNQSwECLQAUAAYACAAAACEA+9HjfMYAAADeAAAA&#10;DwAAAAAAAAAAAAAAAAAHAgAAZHJzL2Rvd25yZXYueG1sUEsFBgAAAAADAAMAtwAAAPo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3176E" w:rsidRDefault="0073176E" w:rsidP="007317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fRExwAAAN4AAAAPAAAAZHJzL2Rvd25yZXYueG1sRE9NawIx&#10;EL0X+h/CFHqRmlVaq1ujiLC29lBQC70Om+lm281kSVJd/fVGEHqbx/uc6byzjdiTD7VjBYN+BoK4&#10;dLrmSsHnrngYgwgRWWPjmBQcKcB8dnszxVy7A29ov42VSCEcclRgYmxzKUNpyGLou5Y4cd/OW4wJ&#10;+kpqj4cUbhs5zLKRtFhzajDY0tJQ+bv9swp+ig/ztXw+rXxvsqFTr3h/bdYjpe7vusULiEhd/Bdf&#10;3W86zX98Gk7g8k66Qc7OAAAA//8DAFBLAQItABQABgAIAAAAIQDb4fbL7gAAAIUBAAATAAAAAAAA&#10;AAAAAAAAAAAAAABbQ29udGVudF9UeXBlc10ueG1sUEsBAi0AFAAGAAgAAAAhAFr0LFu/AAAAFQEA&#10;AAsAAAAAAAAAAAAAAAAAHwEAAF9yZWxzLy5yZWxzUEsBAi0AFAAGAAgAAAAhAPZZ9ET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3176E" w:rsidRDefault="0073176E" w:rsidP="007317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W8FxgAAAN4AAAAPAAAAZHJzL2Rvd25yZXYueG1sRI/NasNA&#10;DITvhbzDokAvJV6naUtwsgmhNKXkEvLzAMIre028WuPdxu7bV4dCbxKamU+z3o6+VXfqYxPYwDzL&#10;QRGXwTZcG7he9rMlqJiQLbaBycAPRdhuJg9rLGwY+ET3c6qVhHAs0IBLqSu0jqUjjzELHbHcqtB7&#10;TLL2tbY9DhLuW/2c52/aY8NCcNjRu6Pydv72Ajku8Hiohsv+c8QBPw6On3YnYx6n424FKtGY/sV/&#10;7i8r77+8LqSA1JEZ9OYXAAD//wMAUEsBAi0AFAAGAAgAAAAhANvh9svuAAAAhQEAABMAAAAAAAAA&#10;AAAAAAAAAAAAAFtDb250ZW50X1R5cGVzXS54bWxQSwECLQAUAAYACAAAACEAWvQsW78AAAAVAQAA&#10;CwAAAAAAAAAAAAAAAAAfAQAAX3JlbHMvLnJlbHNQSwECLQAUAAYACAAAACEAPKlvBcYAAADe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3176E" w:rsidRDefault="0073176E" w:rsidP="007317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d+kxQAAAN4AAAAPAAAAZHJzL2Rvd25yZXYueG1sRE9NSwMx&#10;EL0L/ocwgjebbW2rbJuW0iqI4MFaKN6GzXR36WYSkrG7/nsjCN7m8T5nuR5cpy4UU+vZwHhUgCKu&#10;vG25NnD4eL57BJUE2WLnmQx8U4L16vpqiaX1Pb/TZS+1yiGcSjTQiIRS61Q15DCNfCDO3MlHh5Jh&#10;rLWN2Odw1+lJUcy1w5ZzQ4OBtg1V5/2XM/DWP4XXh/nsFD7jdKLTzspxK8bc3gybBSihQf7Ff+4X&#10;m+dPZ/dj+H0n36BXPwAAAP//AwBQSwECLQAUAAYACAAAACEA2+H2y+4AAACFAQAAEwAAAAAAAAAA&#10;AAAAAAAAAAAAW0NvbnRlbnRfVHlwZXNdLnhtbFBLAQItABQABgAIAAAAIQBa9CxbvwAAABUBAAAL&#10;AAAAAAAAAAAAAAAAAB8BAABfcmVscy8ucmVsc1BLAQItABQABgAIAAAAIQAmYd+k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3176E" w:rsidRDefault="0073176E" w:rsidP="007317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1TpxQAAAN4AAAAPAAAAZHJzL2Rvd25yZXYueG1sRI/disIw&#10;EIXvhX2HMAt7I2u6/iHVKCKriDdF3QcYmrEp20xKE219eyMI3s1wzpzvzGLV2UrcqPGlYwU/gwQE&#10;ce50yYWCv/P2ewbCB2SNlWNScCcPq+VHb4Gpdi0f6XYKhYgh7FNUYEKoUyl9bsiiH7iaOGoX11gM&#10;cW0KqRtsY7it5DBJptJiyZFgsKaNofz/dLURko0wO1za83bXYYu/B8P99VGpr89uPQcRqAtv8+t6&#10;r2P98WQ0hOc7cQa5fAAAAP//AwBQSwECLQAUAAYACAAAACEA2+H2y+4AAACFAQAAEwAAAAAAAAAA&#10;AAAAAAAAAAAAW0NvbnRlbnRfVHlwZXNdLnhtbFBLAQItABQABgAIAAAAIQBa9CxbvwAAABUBAAAL&#10;AAAAAAAAAAAAAAAAAB8BAABfcmVscy8ucmVsc1BLAQItABQABgAIAAAAIQCjN1Tp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3176E" w:rsidRDefault="0073176E" w:rsidP="007317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/+RIxAAAAN4AAAAPAAAAZHJzL2Rvd25yZXYueG1sRE9LSwMx&#10;EL4L/Q9hCt5stk9lbVpKVRDBg7VQvA2b6e7iZhKSsbv+eyMI3ubje856O7hOXSim1rOB6aQARVx5&#10;23Jt4Pj+dHMHKgmyxc4zGfimBNvN6GqNpfU9v9HlILXKIZxKNNCIhFLrVDXkME18IM7c2UeHkmGs&#10;tY3Y53DX6VlRrLTDlnNDg4H2DVWfhy9n4LV/DC+3q+U5fMTFTKcHK6e9GHM9Hnb3oIQG+Rf/uZ9t&#10;nr9Yzufw+06+QW9+AAAA//8DAFBLAQItABQABgAIAAAAIQDb4fbL7gAAAIUBAAATAAAAAAAAAAAA&#10;AAAAAAAAAABbQ29udGVudF9UeXBlc10ueG1sUEsBAi0AFAAGAAgAAAAhAFr0LFu/AAAAFQEAAAsA&#10;AAAAAAAAAAAAAAAAHwEAAF9yZWxzLy5yZWxzUEsBAi0AFAAGAAgAAAAhALn/5Ej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3176E" w:rsidRDefault="0073176E" w:rsidP="007317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2HVxQAAAN4AAAAPAAAAZHJzL2Rvd25yZXYueG1sRE/bagIx&#10;EH0X+g9hCn0pNeutlK1RVAgVFERb6OuwGXeXbiZLkrrbvzdCwbc5nOvMl71txIV8qB0rGA0zEMSF&#10;MzWXCr4+9csbiBCRDTaOScEfBVguHgZzzI3r+EiXUyxFCuGQo4IqxjaXMhQVWQxD1xIn7uy8xZig&#10;L6Xx2KVw28hxlr1KizWnhgpb2lRU/Jx+rYL1oSsn/rlY9253/vieaW30Xiv19Niv3kFE6uNd/O/e&#10;mjR/OptM4fZOukEurgAAAP//AwBQSwECLQAUAAYACAAAACEA2+H2y+4AAACFAQAAEwAAAAAAAAAA&#10;AAAAAAAAAAAAW0NvbnRlbnRfVHlwZXNdLnhtbFBLAQItABQABgAIAAAAIQBa9CxbvwAAABUBAAAL&#10;AAAAAAAAAAAAAAAAAB8BAABfcmVscy8ucmVsc1BLAQItABQABgAIAAAAIQCDE2HV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3176E" w:rsidRDefault="0073176E" w:rsidP="007317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46xwgAAAN4AAAAPAAAAZHJzL2Rvd25yZXYueG1sRE/dasIw&#10;FL4f+A7hCN7NVGeHVKOIoyBjN3M+wKE5NtXmpCSx1rc3g8Huzsf3e9bbwbaiJx8axwpm0wwEceV0&#10;w7WC00/5ugQRIrLG1jEpeFCA7Wb0ssZCuzt/U3+MtUghHApUYGLsCilDZchimLqOOHFn5y3GBH0t&#10;tcd7CretnGfZu7TYcGow2NHeUHU93qyC8nP+1V9v2pduNyws5eay/DBKTcbDbgUi0hD/xX/ug07z&#10;F/lbDr/vpBvk5gkAAP//AwBQSwECLQAUAAYACAAAACEA2+H2y+4AAACFAQAAEwAAAAAAAAAAAAAA&#10;AAAAAAAAW0NvbnRlbnRfVHlwZXNdLnhtbFBLAQItABQABgAIAAAAIQBa9CxbvwAAABUBAAALAAAA&#10;AAAAAAAAAAAAAB8BAABfcmVscy8ucmVsc1BLAQItABQABgAIAAAAIQAkb46xwgAAAN4AAAAPAAAA&#10;AAAAAAAAAAAAAAcCAABkcnMvZG93bnJldi54bWxQSwUGAAAAAAMAAwC3AAAA9g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3176E" w:rsidRDefault="0073176E" w:rsidP="007317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Vo5xQAAAN4AAAAPAAAAZHJzL2Rvd25yZXYueG1sRE/fa8Iw&#10;EH4f+D+EE3wZM51OGdUoOggTJohu4OvRnG2xuZQks91/vwiDvd3H9/OW69424kY+1I4VPI8zEMSF&#10;MzWXCr4+9dMriBCRDTaOScEPBVivBg9LzI3r+Ei3UyxFCuGQo4IqxjaXMhQVWQxj1xIn7uK8xZig&#10;L6Xx2KVw28hJls2lxZpTQ4UtvVVUXE/fVsH20JVT/1hse/dxeT/PtDZ6r5UaDfvNAkSkPv6L/9w7&#10;k+a/zKZzuL+TbpCrXwAAAP//AwBQSwECLQAUAAYACAAAACEA2+H2y+4AAACFAQAAEwAAAAAAAAAA&#10;AAAAAAAAAAAAW0NvbnRlbnRfVHlwZXNdLnhtbFBLAQItABQABgAIAAAAIQBa9CxbvwAAABUBAAAL&#10;AAAAAAAAAAAAAAAAAB8BAABfcmVscy8ucmVsc1BLAQItABQABgAIAAAAIQAcjVo5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3176E" w:rsidRDefault="0073176E" w:rsidP="007317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8bVdwwAAAN4AAAAPAAAAZHJzL2Rvd25yZXYueG1sRE/dasIw&#10;FL4f+A7hCLub6Zxu0pmKKAUZ3uj2AIfmrOnanJQk1u7tF2Hg3fn4fs96M9pODORD41jB8ywDQVw5&#10;3XCt4OuzfFqBCBFZY+eYFPxSgE0xeVhjrt2VTzScYy1SCIccFZgY+1zKUBmyGGauJ07ct/MWY4K+&#10;ltrjNYXbTs6z7FVabDg1GOxpZ6hqzxeroPyYH4f2on3ptuPC0tL8rPZGqcfpuH0HEWmMd/G/+6DT&#10;/MXy5Q1u76QbZPEHAAD//wMAUEsBAi0AFAAGAAgAAAAhANvh9svuAAAAhQEAABMAAAAAAAAAAAAA&#10;AAAAAAAAAFtDb250ZW50X1R5cGVzXS54bWxQSwECLQAUAAYACAAAACEAWvQsW78AAAAVAQAACwAA&#10;AAAAAAAAAAAAAAAfAQAAX3JlbHMvLnJlbHNQSwECLQAUAAYACAAAACEAu/G1XcMAAADeAAAADwAA&#10;AAAAAAAAAAAAAAAHAgAAZHJzL2Rvd25yZXYueG1sUEsFBgAAAAADAAMAtwAAAPc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3176E" w:rsidRDefault="0073176E" w:rsidP="007317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L/HxAAAAN4AAAAPAAAAZHJzL2Rvd25yZXYueG1sRI/NbsJA&#10;DITvSH2HlStxgw0/qaqUBSEkUDkSeAAr6yYRWW/ILiS8PT5U4mZrxjOfV5vBNepBXag9G5hNE1DE&#10;hbc1lwYu5/3kG1SIyBYbz2TgSQE264/RCjPrez7RI4+lkhAOGRqoYmwzrUNRkcMw9S2xaH++cxhl&#10;7UptO+wl3DV6niRf2mHN0lBhS7uKimt+dwaWz/5wy9NrsreOZsdFe+RYpMaMP4ftD6hIQ3yb/69/&#10;reAv04Xwyjsyg16/AAAA//8DAFBLAQItABQABgAIAAAAIQDb4fbL7gAAAIUBAAATAAAAAAAAAAAA&#10;AAAAAAAAAABbQ29udGVudF9UeXBlc10ueG1sUEsBAi0AFAAGAAgAAAAhAFr0LFu/AAAAFQEAAAsA&#10;AAAAAAAAAAAAAAAAHwEAAF9yZWxzLy5yZWxzUEsBAi0AFAAGAAgAAAAhALygv8f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3176E" w:rsidRDefault="0073176E" w:rsidP="007317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gzzxAAAAN4AAAAPAAAAZHJzL2Rvd25yZXYueG1sRE9La8JA&#10;EL4X+h+WKfRWNz4qGl1FDCmlJ5uq5yE7JsHsbMiuSfz3bqHQ23x8z1lvB1OLjlpXWVYwHkUgiHOr&#10;Ky4UHH/StwUI55E11pZJwZ0cbDfPT2uMte35m7rMFyKEsItRQel9E0vp8pIMupFtiAN3sa1BH2Bb&#10;SN1iH8JNLSdRNJcGKw4NJTa0Lym/Zjej4DY/T458+dKHLLl/LJN05+SpUOr1ZditQHga/L/4z/2p&#10;w/zZ+3QJv++EG+TmAQAA//8DAFBLAQItABQABgAIAAAAIQDb4fbL7gAAAIUBAAATAAAAAAAAAAAA&#10;AAAAAAAAAABbQ29udGVudF9UeXBlc10ueG1sUEsBAi0AFAAGAAgAAAAhAFr0LFu/AAAAFQEAAAsA&#10;AAAAAAAAAAAAAAAAHwEAAF9yZWxzLy5yZWxzUEsBAi0AFAAGAAgAAAAhAA3uDPP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3176E" w:rsidRDefault="0073176E" w:rsidP="007317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WYOyQAAAN4AAAAPAAAAZHJzL2Rvd25yZXYueG1sRI9BT8JA&#10;EIXvJv6HzZhwk61aGiwsBE1MhINE1AO3oTu0le5s6S5Q/71zMPE2k3nz3vum89416kxdqD0buBsm&#10;oIgLb2suDXx+vNyOQYWIbLHxTAZ+KMB8dn01xdz6C7/TeRNLJSYccjRQxdjmWoeiIodh6Ftiue19&#10;5zDK2pXadngRc9fo+yTJtMOaJaHClp4rKg6bkzPwtR5nj+unZfq9etvhg7PHra0zYwY3/WICKlIf&#10;/8V/369W6qejVAAER2bQs18AAAD//wMAUEsBAi0AFAAGAAgAAAAhANvh9svuAAAAhQEAABMAAAAA&#10;AAAAAAAAAAAAAAAAAFtDb250ZW50X1R5cGVzXS54bWxQSwECLQAUAAYACAAAACEAWvQsW78AAAAV&#10;AQAACwAAAAAAAAAAAAAAAAAfAQAAX3JlbHMvLnJlbHNQSwECLQAUAAYACAAAACEAA71mDskAAADe&#10;AAAADwAAAAAAAAAAAAAAAAAHAgAAZHJzL2Rvd25yZXYueG1sUEsFBgAAAAADAAMAtwAAAP0CAAAA&#10;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3176E" w:rsidRDefault="0073176E" w:rsidP="007317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FQBwwAAAN4AAAAPAAAAZHJzL2Rvd25yZXYueG1sRE9Li8Iw&#10;EL4v+B/CCHtbU7WKVKP4YFX25Au8Ds3YFptJabJa99cbQdjbfHzPmcwaU4ob1a6wrKDbiUAQp1YX&#10;nCk4Hb+/RiCcR9ZYWiYFD3Iwm7Y+Jphoe+c93Q4+EyGEXYIKcu+rREqX5mTQdWxFHLiLrQ36AOtM&#10;6hrvIdyUshdFQ2mw4NCQY0XLnNLr4dco+Buecec2vcWqrz094tHa/uzWSn22m/kYhKfG/4vf7q0O&#10;8+NB3IXXO+EGOX0CAAD//wMAUEsBAi0AFAAGAAgAAAAhANvh9svuAAAAhQEAABMAAAAAAAAAAAAA&#10;AAAAAAAAAFtDb250ZW50X1R5cGVzXS54bWxQSwECLQAUAAYACAAAACEAWvQsW78AAAAVAQAACwAA&#10;AAAAAAAAAAAAAAAfAQAAX3JlbHMvLnJlbHNQSwECLQAUAAYACAAAACEAkAhUAcMAAADe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3176E" w:rsidRDefault="0073176E" w:rsidP="007317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6PYwwAAAN4AAAAPAAAAZHJzL2Rvd25yZXYueG1sRE/NasJA&#10;EL4LvsMyBW+6aYilpm6CiIK31tQHGLLTTTA7G7Orxj59t1DobT6+31mXo+3EjQbfOlbwvEhAENdO&#10;t2wUnD7381cQPiBr7ByTggd5KIvpZI25dnc+0q0KRsQQ9jkqaELocyl93ZBFv3A9ceS+3GAxRDgY&#10;qQe8x3DbyTRJXqTFlmNDgz1tG6rP1dUquLh0qcdqh+/n3eqjNSa7fB8zpWZP4+YNRKAx/Iv/3Acd&#10;52fLLIXfd+INsvgBAAD//wMAUEsBAi0AFAAGAAgAAAAhANvh9svuAAAAhQEAABMAAAAAAAAAAAAA&#10;AAAAAAAAAFtDb250ZW50X1R5cGVzXS54bWxQSwECLQAUAAYACAAAACEAWvQsW78AAAAVAQAACwAA&#10;AAAAAAAAAAAAAAAfAQAAX3JlbHMvLnJlbHNQSwECLQAUAAYACAAAACEA8uOj2M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3176E" w:rsidRDefault="0073176E" w:rsidP="007317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2CowwAAAN4AAAAPAAAAZHJzL2Rvd25yZXYueG1sRE/JbsIw&#10;EL1X6j9YU4lb47BDwKAWCYkrtAeOgz0kgXgcYgNpv76uhMRtnt4682VrK3GjxpeOFXSTFASxdqbk&#10;XMH31/p9AsIHZIOVY1LwQx6Wi9eXOWbG3XlLt13IRQxhn6GCIoQ6k9Lrgiz6xNXEkTu6xmKIsMml&#10;afAew20le2k6khZLjg0F1rQqSJ93V6tgUx5oONLHqZ186u3+9xL645NRqvPWfsxABGrDU/xwb0yc&#10;PxgO+vD/TrxBLv4AAAD//wMAUEsBAi0AFAAGAAgAAAAhANvh9svuAAAAhQEAABMAAAAAAAAAAAAA&#10;AAAAAAAAAFtDb250ZW50X1R5cGVzXS54bWxQSwECLQAUAAYACAAAACEAWvQsW78AAAAVAQAACwAA&#10;AAAAAAAAAAAAAAAfAQAAX3JlbHMvLnJlbHNQSwECLQAUAAYACAAAACEAgxNgqM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3176E" w:rsidRDefault="0073176E" w:rsidP="007317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wELxgAAAN4AAAAPAAAAZHJzL2Rvd25yZXYueG1sRE9da8JA&#10;EHwX/A/HCn3Ti5KWGj2lFgqWVsEP9HXJrblgbi/kzhj/fa9Q6Nvszs7MznzZ2Uq01PjSsYLxKAFB&#10;nDtdcqHgePgYvoLwAVlj5ZgUPMjDctHvzTHT7s47avehENGEfYYKTAh1JqXPDVn0I1cTR+7iGosh&#10;jk0hdYP3aG4rOUmSF2mx5JhgsKZ3Q/l1f7MKWtw+krNZbaaf5Xc+2a5OXzru1dOge5uBCNSF/+M/&#10;9VrH99PnNIXfOhGDXPwAAAD//wMAUEsBAi0AFAAGAAgAAAAhANvh9svuAAAAhQEAABMAAAAAAAAA&#10;AAAAAAAAAAAAAFtDb250ZW50X1R5cGVzXS54bWxQSwECLQAUAAYACAAAACEAWvQsW78AAAAVAQAA&#10;CwAAAAAAAAAAAAAAAAAfAQAAX3JlbHMvLnJlbHNQSwECLQAUAAYACAAAACEA69sBC8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3176E" w:rsidRDefault="0073176E" w:rsidP="007317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nsKwwAAAN4AAAAPAAAAZHJzL2Rvd25yZXYueG1sRE9NS8NA&#10;EL0L/Q/LCN7sxtBKid0WKVQ8auyhxzE7zaZmZ8Lu2kR/vSsI3ubxPme9nXyvLhRiJ2zgbl6AIm7E&#10;dtwaOLztb1egYkK22AuTgS+KsN3MrtZYWRn5lS51alUO4VihAZfSUGkdG0ce41wG4sydJHhMGYZW&#10;24BjDve9LoviXnvsODc4HGjnqPmoP72B8al5P5eno3XfYZB9/SLnshdjbq6nxwdQiab0L/5zP9s8&#10;f7FcLOH3nXyD3vwAAAD//wMAUEsBAi0AFAAGAAgAAAAhANvh9svuAAAAhQEAABMAAAAAAAAAAAAA&#10;AAAAAAAAAFtDb250ZW50X1R5cGVzXS54bWxQSwECLQAUAAYACAAAACEAWvQsW78AAAAVAQAACwAA&#10;AAAAAAAAAAAAAAAfAQAAX3JlbHMvLnJlbHNQSwECLQAUAAYACAAAACEACZp7Cs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3176E" w:rsidRDefault="0073176E" w:rsidP="007317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PVqxQAAAN4AAAAPAAAAZHJzL2Rvd25yZXYueG1sRE/bagIx&#10;EH0v+A9hCr7VbMWqbI3iFUpRipe+j5txdzWZLJuo2783hULf5nCuM5o01ogb1b50rOC1k4Agzpwu&#10;OVdw2K9ehiB8QNZoHJOCH/IwGbeeRphqd+ct3XYhFzGEfYoKihCqVEqfFWTRd1xFHLmTqy2GCOtc&#10;6hrvMdwa2U2SvrRYcmwosKJ5Qdlld7UKVl8Lc+5uttNvGebLwdEMP2eLtVLt52b6DiJQE/7Ff+4P&#10;Hef33np9+H0n3iDHDwAAAP//AwBQSwECLQAUAAYACAAAACEA2+H2y+4AAACFAQAAEwAAAAAAAAAA&#10;AAAAAAAAAAAAW0NvbnRlbnRfVHlwZXNdLnhtbFBLAQItABQABgAIAAAAIQBa9CxbvwAAABUBAAAL&#10;AAAAAAAAAAAAAAAAAB8BAABfcmVscy8ucmVsc1BLAQItABQABgAIAAAAIQDRsPVq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3176E" w:rsidRDefault="0073176E" w:rsidP="007317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o1lxgAAAN4AAAAPAAAAZHJzL2Rvd25yZXYueG1sRE/basJA&#10;EH0v9B+WKfSl6Kb1UolZpRSKCgoaC75OstMkmJ0N2W2Mf98tCL7N4VwnWfamFh21rrKs4HUYgSDO&#10;ra64UPB9/BrMQDiPrLG2TAqu5GC5eHxIMNb2wgfqUl+IEMIuRgWl900spctLMuiGtiEO3I9tDfoA&#10;20LqFi8h3NTyLYqm0mDFoaHEhj5Lys/pr1HQ7bdZse5csznPXtxklK1WO31S6vmp/5iD8NT7u/jm&#10;XuswfzwZv8P/O+EGufgDAAD//wMAUEsBAi0AFAAGAAgAAAAhANvh9svuAAAAhQEAABMAAAAAAAAA&#10;AAAAAAAAAAAAAFtDb250ZW50X1R5cGVzXS54bWxQSwECLQAUAAYACAAAACEAWvQsW78AAAAVAQAA&#10;CwAAAAAAAAAAAAAAAAAfAQAAX3JlbHMvLnJlbHNQSwECLQAUAAYACAAAACEAnQqNZc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3176E" w:rsidRDefault="0073176E" w:rsidP="007317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WcKyQAAAN4AAAAPAAAAZHJzL2Rvd25yZXYueG1sRI9Bb8Iw&#10;DIXvk/YfIk/iNtKhglhHQGPSJC5IA3YYN9N4bUXjdEmAbr9+PiBxs/We3/s8W/SuVWcKsfFs4GmY&#10;gSIuvW24MvC5e3+cgooJ2WLrmQz8UoTF/P5uhoX1F97QeZsqJSEcCzRQp9QVWseyJodx6Dti0b59&#10;cJhkDZW2AS8S7lo9yrKJdtiwNNTY0VtN5XF7cgaWz9Plz0fO67/NYU/7r8NxPAqZMYOH/vUFVKI+&#10;3czX65UV/HycC6+8IzPo+T8AAAD//wMAUEsBAi0AFAAGAAgAAAAhANvh9svuAAAAhQEAABMAAAAA&#10;AAAAAAAAAAAAAAAAAFtDb250ZW50X1R5cGVzXS54bWxQSwECLQAUAAYACAAAACEAWvQsW78AAAAV&#10;AQAACwAAAAAAAAAAAAAAAAAfAQAAX3JlbHMvLnJlbHNQSwECLQAUAAYACAAAACEAKflnCskAAADe&#10;AAAADwAAAAAAAAAAAAAAAAAHAgAAZHJzL2Rvd25yZXYueG1sUEsFBgAAAAADAAMAtwAAAP0CAAAA&#10;AA==&#10;" fillcolor="black" stroked="f">
                  <v:textbox>
                    <w:txbxContent>
                      <w:p w:rsidR="0073176E" w:rsidRDefault="0073176E" w:rsidP="007317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syRxgAAAN4AAAAPAAAAZHJzL2Rvd25yZXYueG1sRE9LawIx&#10;EL4L/Q9hCr1ptqKiq1FqHyBUDz4OHsfNuBt2M1k2qa7+elMo9DYf33Nmi9ZW4kKNN44VvPYSEMSZ&#10;04ZzBYf9V3cMwgdkjZVjUnAjD4v5U2eGqXZX3tJlF3IRQ9inqKAIoU6l9FlBFn3P1cSRO7vGYoiw&#10;yaVu8BrDbSX7STKSFg3HhgJrei8oK3c/VsHxe2TGW0P90/q+/NTrYbncfJRKvTy3b1MQgdrwL/5z&#10;r3ScPxgOJvD7TrxBzh8AAAD//wMAUEsBAi0AFAAGAAgAAAAhANvh9svuAAAAhQEAABMAAAAAAAAA&#10;AAAAAAAAAAAAAFtDb250ZW50X1R5cGVzXS54bWxQSwECLQAUAAYACAAAACEAWvQsW78AAAAVAQAA&#10;CwAAAAAAAAAAAAAAAAAfAQAAX3JlbHMvLnJlbHNQSwECLQAUAAYACAAAACEAb3bMkc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3176E" w:rsidRDefault="0073176E" w:rsidP="007317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57jxwAAAN4AAAAPAAAAZHJzL2Rvd25yZXYueG1sRI9PT8Mw&#10;DMXvSPsOkZG4sRTE0FSWTdMQggsH9kdcrcZrujZOSbKt26fHByRutvz83vvNFoPv1IliagIbeBgX&#10;oIirYBuuDWw3b/dTUCkjW+wCk4ELJVjMRzczLG048xed1rlWYsKpRAMu577UOlWOPKZx6Inltg/R&#10;Y5Y11tpGPIu57/RjUTxrjw1LgsOeVo6qdn30BuLy+7W98nHXFtfPS3o/DD9TdMbc3Q7LF1CZhvwv&#10;/vv+sFL/aTIRAMGRGfT8FwAA//8DAFBLAQItABQABgAIAAAAIQDb4fbL7gAAAIUBAAATAAAAAAAA&#10;AAAAAAAAAAAAAABbQ29udGVudF9UeXBlc10ueG1sUEsBAi0AFAAGAAgAAAAhAFr0LFu/AAAAFQEA&#10;AAsAAAAAAAAAAAAAAAAAHwEAAF9yZWxzLy5yZWxzUEsBAi0AFAAGAAgAAAAhAH3HnuPHAAAA3gAA&#10;AA8AAAAAAAAAAAAAAAAABwIAAGRycy9kb3ducmV2LnhtbFBLBQYAAAAAAwADALcAAAD7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3176E" w:rsidRDefault="0073176E" w:rsidP="007317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o0zxAAAAN4AAAAPAAAAZHJzL2Rvd25yZXYueG1sRE/bagIx&#10;EH0v+A9hCr6UmlWqbVejSEEoKILWD5huxt2lyWTZTHX1641Q6NscznVmi847daI21oENDAcZKOIi&#10;2JpLA4ev1fMbqCjIFl1gMnChCIt572GGuQ1n3tFpL6VKIRxzNFCJNLnWsajIYxyEhjhxx9B6lATb&#10;UtsWzyncOz3Kson2WHNqqLChj4qKn/2vN+BG3+59/Ro3cjnoTXb1snvaWmP6j91yCkqok3/xn/vT&#10;pvkv4/EQ7u+kG/T8BgAA//8DAFBLAQItABQABgAIAAAAIQDb4fbL7gAAAIUBAAATAAAAAAAAAAAA&#10;AAAAAAAAAABbQ29udGVudF9UeXBlc10ueG1sUEsBAi0AFAAGAAgAAAAhAFr0LFu/AAAAFQEAAAsA&#10;AAAAAAAAAAAAAAAAHwEAAF9yZWxzLy5yZWxzUEsBAi0AFAAGAAgAAAAhAAH6jTP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3176E" w:rsidRDefault="0073176E" w:rsidP="007317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FIexQAAAN4AAAAPAAAAZHJzL2Rvd25yZXYueG1sRE9NawIx&#10;EL0X+h/CFLxp1qVK2RrFVoS99ODW4nXcjJvFZLJsUl37602h0Ns83ucsVoOz4kJ9aD0rmE4yEMS1&#10;1y03Cvaf2/ELiBCRNVrPpOBGAVbLx4cFFtpfeUeXKjYihXAoUIGJsSukDLUhh2HiO+LEnXzvMCbY&#10;N1L3eE3hzso8y+bSYcupwWBH74bqc/XtFGyqzub70ryFw9fH8WjLny0dNkqNnob1K4hIQ/wX/7lL&#10;neY/z2Y5/L6TbpDLOwAAAP//AwBQSwECLQAUAAYACAAAACEA2+H2y+4AAACFAQAAEwAAAAAAAAAA&#10;AAAAAAAAAAAAW0NvbnRlbnRfVHlwZXNdLnhtbFBLAQItABQABgAIAAAAIQBa9CxbvwAAABUBAAAL&#10;AAAAAAAAAAAAAAAAAB8BAABfcmVscy8ucmVsc1BLAQItABQABgAIAAAAIQBm+FIexQAAAN4AAAAP&#10;AAAAAAAAAAAAAAAAAAcCAABkcnMvZG93bnJldi54bWxQSwUGAAAAAAMAAwC3AAAA+Q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3176E" w:rsidRDefault="0073176E" w:rsidP="007317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UWzxAAAAN4AAAAPAAAAZHJzL2Rvd25yZXYueG1sRE9LawIx&#10;EL4L/Q9hCr1p0lpt2W6UIgqCJ1+H3oZkurvtZrJs4u723zeC4G0+vufky8HVoqM2VJ41PE8UCGLj&#10;bcWFhtNxM34HESKyxdozafijAMvFwyjHzPqe99QdYiFSCIcMNZQxNpmUwZTkMEx8Q5y4b986jAm2&#10;hbQt9inc1fJFqbl0WHFqKLGhVUnm93BxGn42cueNQnM+nfutfftaz6lWWj89Dp8fICIN8S6+ubc2&#10;zX+dzaZwfSfdIBf/AAAA//8DAFBLAQItABQABgAIAAAAIQDb4fbL7gAAAIUBAAATAAAAAAAAAAAA&#10;AAAAAAAAAABbQ29udGVudF9UeXBlc10ueG1sUEsBAi0AFAAGAAgAAAAhAFr0LFu/AAAAFQEAAAsA&#10;AAAAAAAAAAAAAAAAHwEAAF9yZWxzLy5yZWxzUEsBAi0AFAAGAAgAAAAhAGixRbPEAAAA3gAAAA8A&#10;AAAAAAAAAAAAAAAABwIAAGRycy9kb3ducmV2LnhtbFBLBQYAAAAAAwADALcAAAD4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3176E" w:rsidRDefault="0073176E" w:rsidP="007317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C6gxAAAAN4AAAAPAAAAZHJzL2Rvd25yZXYueG1sRE9Na8JA&#10;EL0L/odlBG91U6siqavYQkEqHoyleByzYxKSnQ27q6b/3hUK3ubxPmex6kwjruR8ZVnB6ygBQZxb&#10;XXGh4Ofw9TIH4QOyxsYyKfgjD6tlv7fAVNsb7+mahULEEPYpKihDaFMpfV6SQT+yLXHkztYZDBG6&#10;QmqHtxhuGjlOkpk0WHFsKLGlz5LyOrsYBcfLls+7t++1+wi/tjv4enya10oNB936HUSgLjzF/+6N&#10;jvMn0+kEHu/EG+TyDgAA//8DAFBLAQItABQABgAIAAAAIQDb4fbL7gAAAIUBAAATAAAAAAAAAAAA&#10;AAAAAAAAAABbQ29udGVudF9UeXBlc10ueG1sUEsBAi0AFAAGAAgAAAAhAFr0LFu/AAAAFQEAAAsA&#10;AAAAAAAAAAAAAAAAHwEAAF9yZWxzLy5yZWxzUEsBAi0AFAAGAAgAAAAhADKwLqD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3176E" w:rsidRDefault="0073176E" w:rsidP="007317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V5JxQAAAN4AAAAPAAAAZHJzL2Rvd25yZXYueG1sRE9NawIx&#10;EL0X/A9hBG81q7hFV6OoIPRSUNtDvY2bcXdxM1mTqNv++kYQepvH+5zZojW1uJHzlWUFg34Cgji3&#10;uuJCwdfn5nUMwgdkjbVlUvBDHhbzzssMM23vvKPbPhQihrDPUEEZQpNJ6fOSDPq+bYgjd7LOYIjQ&#10;FVI7vMdwU8thkrxJgxXHhhIbWpeUn/dXo2A1Ga8u2xF//O6OBzp8H8/p0CVK9brtcgoiUBv+xU/3&#10;u47zR2mawuOdeIOc/wEAAP//AwBQSwECLQAUAAYACAAAACEA2+H2y+4AAACFAQAAEwAAAAAAAAAA&#10;AAAAAAAAAAAAW0NvbnRlbnRfVHlwZXNdLnhtbFBLAQItABQABgAIAAAAIQBa9CxbvwAAABUBAAAL&#10;AAAAAAAAAAAAAAAAAB8BAABfcmVscy8ucmVsc1BLAQItABQABgAIAAAAIQBCIV5JxQAAAN4AAAAP&#10;AAAAAAAAAAAAAAAAAAcCAABkcnMvZG93bnJldi54bWxQSwUGAAAAAAMAAwC3AAAA+QIAAAAA&#10;" fillcolor="black" stroked="f">
                  <v:textbox>
                    <w:txbxContent>
                      <w:p w:rsidR="0073176E" w:rsidRDefault="0073176E" w:rsidP="007317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cuUxAAAAN4AAAAPAAAAZHJzL2Rvd25yZXYueG1sRE9NSwMx&#10;EL0X/A9hCt7abNUW2TYtS0EUT9uq9DrdjJvFzWRJYrr+eyMIvc3jfc5mN9peJPKhc6xgMS9AEDdO&#10;d9wqeH97mj2CCBFZY++YFPxQgN32ZrLBUrsLHygdYytyCIcSFZgYh1LK0BiyGOZuIM7cp/MWY4a+&#10;ldrjJYfbXt4VxUpa7Dg3GBxob6j5On5bBem8r6v7dErm8Oqr1rv6+eNcK3U7Has1iEhjvIr/3S86&#10;z39YLlfw906+QW5/AQAA//8DAFBLAQItABQABgAIAAAAIQDb4fbL7gAAAIUBAAATAAAAAAAAAAAA&#10;AAAAAAAAAABbQ29udGVudF9UeXBlc10ueG1sUEsBAi0AFAAGAAgAAAAhAFr0LFu/AAAAFQEAAAsA&#10;AAAAAAAAAAAAAAAAHwEAAF9yZWxzLy5yZWxzUEsBAi0AFAAGAAgAAAAhAJFFy5T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3176E" w:rsidRDefault="0073176E" w:rsidP="007317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SoGxgAAAN4AAAAPAAAAZHJzL2Rvd25yZXYueG1sRE9Na8JA&#10;EL0L/Q/LFHozG6Vqm7qKSFtqL7WpYI9DdpoNzc6G7DZGf31XELzN433OfNnbWnTU+sqxglGSgiAu&#10;nK64VLD7ehk+gPABWWPtmBQcycNycTOYY6bdgT+py0MpYgj7DBWYEJpMSl8YsugT1xBH7se1FkOE&#10;bSl1i4cYbms5TtOptFhxbDDY0NpQ8Zv/WQV+tH7ev9vTY/f9avgj35jptjRK3d32qycQgfpwFV/c&#10;bzrOv59MZnB+J94gF/8AAAD//wMAUEsBAi0AFAAGAAgAAAAhANvh9svuAAAAhQEAABMAAAAAAAAA&#10;AAAAAAAAAAAAAFtDb250ZW50X1R5cGVzXS54bWxQSwECLQAUAAYACAAAACEAWvQsW78AAAAVAQAA&#10;CwAAAAAAAAAAAAAAAAAfAQAAX3JlbHMvLnJlbHNQSwECLQAUAAYACAAAACEAUqUqBsYAAADe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3176E" w:rsidRDefault="0073176E" w:rsidP="007317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3176E" w:rsidRPr="00AF2E62" w:rsidRDefault="0073176E" w:rsidP="007317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3176E" w:rsidRPr="00AF2E62" w:rsidRDefault="0073176E" w:rsidP="0073176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3176E" w:rsidRPr="00AF2E62" w:rsidRDefault="0073176E" w:rsidP="007317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3176E" w:rsidRPr="00AF2E62" w:rsidRDefault="0073176E" w:rsidP="007317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3176E" w:rsidRPr="00AF2E62" w:rsidRDefault="0073176E" w:rsidP="007317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73176E" w:rsidRPr="00AF2E62" w:rsidRDefault="0073176E" w:rsidP="0073176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73176E" w:rsidRPr="00AF2E62" w:rsidRDefault="0073176E" w:rsidP="007317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73176E" w:rsidRPr="00AF2E62" w:rsidRDefault="0073176E" w:rsidP="007317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73176E" w:rsidRPr="00AF2E62" w:rsidRDefault="0073176E" w:rsidP="007317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3176E" w:rsidRPr="00AF2E62" w:rsidRDefault="0073176E" w:rsidP="007317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73176E" w:rsidRPr="00AF2E62" w:rsidRDefault="0073176E" w:rsidP="007317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3176E" w:rsidRPr="00AF2E62" w:rsidRDefault="0073176E" w:rsidP="0073176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73176E" w:rsidRPr="00AF2E62" w:rsidRDefault="0073176E" w:rsidP="0073176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73176E" w:rsidRPr="00AF2E62" w:rsidRDefault="0073176E" w:rsidP="0073176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__.06.2021 року                                            Крупець                                                 №___</w:t>
      </w:r>
    </w:p>
    <w:p w:rsidR="0073176E" w:rsidRPr="00AF2E62" w:rsidRDefault="0073176E" w:rsidP="0073176E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73176E" w:rsidRPr="00AF2E62" w:rsidRDefault="0073176E" w:rsidP="0073176E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73176E" w:rsidRPr="00AF2E62" w:rsidRDefault="0073176E" w:rsidP="0073176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73176E" w:rsidRPr="00AF2E62" w:rsidRDefault="0073176E" w:rsidP="0073176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73176E" w:rsidRPr="00AF2E62" w:rsidRDefault="0073176E" w:rsidP="0073176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Дмитришину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В.О.</w:t>
      </w:r>
    </w:p>
    <w:p w:rsidR="0073176E" w:rsidRPr="00AF2E62" w:rsidRDefault="0073176E" w:rsidP="0073176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73176E" w:rsidRPr="00AF2E62" w:rsidRDefault="0073176E" w:rsidP="0073176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73176E" w:rsidRPr="00AF2E62" w:rsidRDefault="0073176E" w:rsidP="0073176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р</w:t>
      </w:r>
      <w:r>
        <w:rPr>
          <w:rFonts w:ascii="Times New Roman" w:eastAsia="Calibri" w:hAnsi="Times New Roman" w:cs="Times New Roman"/>
          <w:sz w:val="24"/>
          <w:lang w:val="ru-RU" w:eastAsia="en-US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Дмитришина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В.О.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73176E" w:rsidRPr="00AF2E62" w:rsidRDefault="0073176E" w:rsidP="0073176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73176E" w:rsidRPr="00AF2E62" w:rsidRDefault="0073176E" w:rsidP="0073176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3176E" w:rsidRPr="00AF2E62" w:rsidRDefault="0073176E" w:rsidP="0073176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Дмитришину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Василю Олександровичу,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DE23E7">
        <w:rPr>
          <w:rFonts w:ascii="Times New Roman" w:eastAsia="Calibri" w:hAnsi="Times New Roman" w:cs="Times New Roman"/>
          <w:sz w:val="24"/>
          <w:lang w:eastAsia="en-US"/>
        </w:rPr>
        <w:t>___________</w:t>
      </w:r>
      <w:bookmarkStart w:id="0" w:name="_GoBack"/>
      <w:bookmarkEnd w:id="0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</w:t>
      </w:r>
      <w:r>
        <w:rPr>
          <w:rFonts w:ascii="Times New Roman" w:eastAsia="Calibri" w:hAnsi="Times New Roman" w:cs="Times New Roman"/>
          <w:sz w:val="24"/>
          <w:lang w:eastAsia="en-US"/>
        </w:rPr>
        <w:t>єнтовною площею 0,24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00га, для </w:t>
      </w:r>
      <w:r w:rsidRPr="00CA6548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 яка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розташована 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с.Стригани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73176E" w:rsidRPr="00AF2E62" w:rsidRDefault="0073176E" w:rsidP="0073176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Дмитришину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В.О.,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розробити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73176E" w:rsidRPr="00AF2E62" w:rsidRDefault="0073176E" w:rsidP="007317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2E6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73176E" w:rsidRPr="00AF2E62" w:rsidRDefault="0073176E" w:rsidP="0073176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3176E" w:rsidRPr="00AF2E62" w:rsidRDefault="0073176E" w:rsidP="0073176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3176E" w:rsidRPr="00AF2E62" w:rsidRDefault="0073176E" w:rsidP="0073176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3176E" w:rsidRDefault="0073176E" w:rsidP="007317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3176E" w:rsidRDefault="0073176E" w:rsidP="007317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3176E" w:rsidRDefault="0073176E" w:rsidP="007317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3176E" w:rsidRDefault="0073176E" w:rsidP="007317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F020D" w:rsidRPr="0073176E" w:rsidRDefault="0073176E" w:rsidP="0073176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lastRenderedPageBreak/>
        <w:t>Сільський   голова                                                                         Валерій   МИХАЛЮК</w:t>
      </w:r>
    </w:p>
    <w:sectPr w:rsidR="004F020D" w:rsidRPr="0073176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76E"/>
    <w:rsid w:val="004F020D"/>
    <w:rsid w:val="0073176E"/>
    <w:rsid w:val="00DE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76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76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2</Pages>
  <Words>236</Words>
  <Characters>1347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2021-06-22T07:59:00Z</dcterms:created>
  <dcterms:modified xsi:type="dcterms:W3CDTF">2021-06-22T12:54:00Z</dcterms:modified>
</cp:coreProperties>
</file>