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3B7" w:rsidRDefault="005A43B7" w:rsidP="005A43B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3B7" w:rsidRDefault="005A43B7" w:rsidP="005A4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3B7" w:rsidRDefault="005A43B7" w:rsidP="005A4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3B7" w:rsidRDefault="005A43B7" w:rsidP="005A4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3B7" w:rsidRDefault="005A43B7" w:rsidP="005A4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3B7" w:rsidRDefault="005A43B7" w:rsidP="005A4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3B7" w:rsidRDefault="005A43B7" w:rsidP="005A4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3B7" w:rsidRDefault="005A43B7" w:rsidP="005A4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3B7" w:rsidRDefault="005A43B7" w:rsidP="005A4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3B7" w:rsidRDefault="005A43B7" w:rsidP="005A4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3B7" w:rsidRDefault="005A43B7" w:rsidP="005A4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3B7" w:rsidRDefault="005A43B7" w:rsidP="005A4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3B7" w:rsidRDefault="005A43B7" w:rsidP="005A4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3B7" w:rsidRDefault="005A43B7" w:rsidP="005A4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3B7" w:rsidRDefault="005A43B7" w:rsidP="005A4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3B7" w:rsidRDefault="005A43B7" w:rsidP="005A4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3B7" w:rsidRDefault="005A43B7" w:rsidP="005A4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3B7" w:rsidRDefault="005A43B7" w:rsidP="005A4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3B7" w:rsidRDefault="005A43B7" w:rsidP="005A4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3B7" w:rsidRDefault="005A43B7" w:rsidP="005A4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43B7" w:rsidRDefault="005A43B7" w:rsidP="005A4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3B7" w:rsidRDefault="005A43B7" w:rsidP="005A4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3B7" w:rsidRDefault="005A43B7" w:rsidP="005A4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3B7" w:rsidRDefault="005A43B7" w:rsidP="005A4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3B7" w:rsidRDefault="005A43B7" w:rsidP="005A4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3B7" w:rsidRDefault="005A43B7" w:rsidP="005A4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3B7" w:rsidRDefault="005A43B7" w:rsidP="005A4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3B7" w:rsidRDefault="005A43B7" w:rsidP="005A4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3B7" w:rsidRDefault="005A43B7" w:rsidP="005A4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3B7" w:rsidRDefault="005A43B7" w:rsidP="005A4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43B7" w:rsidRDefault="005A43B7" w:rsidP="005A43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A43B7" w:rsidRDefault="005A43B7" w:rsidP="005A4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A43B7" w:rsidRDefault="005A43B7" w:rsidP="005A4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A43B7" w:rsidRDefault="005A43B7" w:rsidP="005A4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A43B7" w:rsidRDefault="005A43B7" w:rsidP="005A4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A43B7" w:rsidRDefault="005A43B7" w:rsidP="005A4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A43B7" w:rsidRDefault="005A43B7" w:rsidP="005A4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A43B7" w:rsidRDefault="005A43B7" w:rsidP="005A4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A43B7" w:rsidRDefault="005A43B7" w:rsidP="005A4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A43B7" w:rsidRDefault="005A43B7" w:rsidP="005A4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A43B7" w:rsidRDefault="005A43B7" w:rsidP="005A4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A43B7" w:rsidRDefault="005A43B7" w:rsidP="005A4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A43B7" w:rsidRDefault="005A43B7" w:rsidP="005A4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A43B7" w:rsidRDefault="005A43B7" w:rsidP="005A4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A43B7" w:rsidRDefault="005A43B7" w:rsidP="005A4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A43B7" w:rsidRDefault="005A43B7" w:rsidP="005A4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A43B7" w:rsidRDefault="005A43B7" w:rsidP="005A4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A43B7" w:rsidRDefault="005A43B7" w:rsidP="005A4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A43B7" w:rsidRDefault="005A43B7" w:rsidP="005A4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A43B7" w:rsidRDefault="005A43B7" w:rsidP="005A4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A43B7" w:rsidRDefault="005A43B7" w:rsidP="005A4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A43B7" w:rsidRDefault="005A43B7" w:rsidP="005A4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A43B7" w:rsidRDefault="005A43B7" w:rsidP="005A4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A43B7" w:rsidRDefault="005A43B7" w:rsidP="005A4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A43B7" w:rsidRDefault="005A43B7" w:rsidP="005A4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A43B7" w:rsidRDefault="005A43B7" w:rsidP="005A4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A43B7" w:rsidRDefault="005A43B7" w:rsidP="005A4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A43B7" w:rsidRDefault="005A43B7" w:rsidP="005A4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A43B7" w:rsidRDefault="005A43B7" w:rsidP="005A4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A43B7" w:rsidRDefault="005A43B7" w:rsidP="005A4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A43B7" w:rsidRDefault="005A43B7" w:rsidP="005A43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A43B7" w:rsidRDefault="005A43B7" w:rsidP="005A43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43B7" w:rsidRDefault="005A43B7" w:rsidP="005A43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43B7" w:rsidRDefault="005A43B7" w:rsidP="005A43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43B7" w:rsidRDefault="005A43B7" w:rsidP="005A43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43B7" w:rsidRDefault="005A43B7" w:rsidP="005A43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A43B7" w:rsidRDefault="005A43B7" w:rsidP="005A43B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A43B7" w:rsidRDefault="005A43B7" w:rsidP="005A43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A43B7" w:rsidRDefault="005A43B7" w:rsidP="005A43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A43B7" w:rsidRDefault="005A43B7" w:rsidP="005A43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43B7" w:rsidRDefault="005A43B7" w:rsidP="005A43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A43B7" w:rsidRDefault="005A43B7" w:rsidP="005A43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43B7" w:rsidRDefault="005A43B7" w:rsidP="005A43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A43B7" w:rsidRDefault="005A43B7" w:rsidP="005A43B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A43B7" w:rsidRDefault="005A43B7" w:rsidP="005A43B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№6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5A43B7" w:rsidRPr="005A43B7" w:rsidRDefault="005A43B7" w:rsidP="005A43B7">
      <w:pPr>
        <w:pStyle w:val="23"/>
        <w:shd w:val="clear" w:color="auto" w:fill="auto"/>
        <w:tabs>
          <w:tab w:val="left" w:pos="708"/>
        </w:tabs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  <w:lang w:val="ru-RU"/>
        </w:rPr>
      </w:pPr>
    </w:p>
    <w:p w:rsidR="005A43B7" w:rsidRDefault="005A43B7" w:rsidP="005A43B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5A43B7" w:rsidRDefault="005A43B7" w:rsidP="005A43B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43B7" w:rsidRDefault="005A43B7" w:rsidP="005A43B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ст.25 Закону України «Про місцеве самоврядування в Україні» в зв’язку із поданими  заявами  громадян - жителів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4 від 23.12.2020 року «Про сільський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рік», та рішення сесії сільської ради № 9 від 27.11.2020 року «Про затвердження  Програми  надання одноразової матеріальної допомоги жителям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– 2023 роки » ,  сільська рада</w:t>
      </w:r>
    </w:p>
    <w:p w:rsidR="005A43B7" w:rsidRDefault="005A43B7" w:rsidP="005A43B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5A43B7" w:rsidRDefault="005A43B7" w:rsidP="005A43B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матеріальну допомогу  на лікування  жителям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:</w:t>
      </w:r>
    </w:p>
    <w:p w:rsidR="005A43B7" w:rsidRDefault="005A43B7" w:rsidP="005A43B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1.1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Гловацькому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Анатолію Андрійовичу в розмірі 1000.00 ( одна тисяча ) грн;</w:t>
      </w:r>
    </w:p>
    <w:p w:rsidR="005A43B7" w:rsidRDefault="005A43B7" w:rsidP="005A43B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1.2 Кравчук Тамарі Іванівні  в розмірі 500.00 (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Pr="00BE0535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sz w:val="24"/>
          <w:szCs w:val="24"/>
        </w:rPr>
        <w:t>ятсот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грн;</w:t>
      </w:r>
    </w:p>
    <w:p w:rsidR="005A43B7" w:rsidRDefault="005A43B7" w:rsidP="005A43B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1.3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Нікітчук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Ніні Олександрівні в розмірі 1000.00 ( одна тисяча ) грн;</w:t>
      </w:r>
    </w:p>
    <w:p w:rsidR="005A43B7" w:rsidRDefault="005A43B7" w:rsidP="005A43B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1.4 Кондратюк Людмилі Володимирівні в розмірі 1000.00 ( одна тисяча ) грн;</w:t>
      </w:r>
    </w:p>
    <w:p w:rsidR="005A43B7" w:rsidRDefault="005A43B7" w:rsidP="005A43B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1.5 Коренюк Ніні Іванівні в розмірі 500.00 ( </w:t>
      </w:r>
      <w:proofErr w:type="spellStart"/>
      <w:r>
        <w:rPr>
          <w:rFonts w:ascii="Times New Roman" w:hAnsi="Times New Roman" w:cs="Times New Roman"/>
          <w:sz w:val="24"/>
          <w:szCs w:val="24"/>
        </w:rPr>
        <w:t>п</w:t>
      </w:r>
      <w:r w:rsidRPr="00BE0535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sz w:val="24"/>
          <w:szCs w:val="24"/>
        </w:rPr>
        <w:t>ятсот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грн;</w:t>
      </w:r>
    </w:p>
    <w:p w:rsidR="005A43B7" w:rsidRDefault="005A43B7" w:rsidP="005A43B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1.6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Простопчук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Юлії Олександрівні в розмірі 2000.00 ( дві тисячі) грн на лікування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Простопчук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Дарії Олександрівни;</w:t>
      </w:r>
    </w:p>
    <w:p w:rsidR="005A43B7" w:rsidRDefault="005A43B7" w:rsidP="005A43B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1.7 Пісковому Ігорю </w:t>
      </w:r>
      <w:proofErr w:type="spellStart"/>
      <w:r>
        <w:rPr>
          <w:rFonts w:ascii="Times New Roman" w:hAnsi="Times New Roman" w:cs="Times New Roman"/>
          <w:sz w:val="24"/>
          <w:szCs w:val="24"/>
        </w:rPr>
        <w:t>Вячеславовичу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розмірі 1000.00 ( одна тисяча ) грн</w:t>
      </w:r>
    </w:p>
    <w:p w:rsidR="005A43B7" w:rsidRDefault="005A43B7" w:rsidP="005A43B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1.8Михальчук Тетяні Анатоліївні в розмірі 2000.00 ( дві тисячі) грн на лікування Михальчук Ольги Кузьмівни;</w:t>
      </w:r>
    </w:p>
    <w:p w:rsidR="005A43B7" w:rsidRDefault="005A43B7" w:rsidP="005A43B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1.9 </w:t>
      </w:r>
      <w:proofErr w:type="spellStart"/>
      <w:r>
        <w:rPr>
          <w:rFonts w:ascii="Times New Roman" w:hAnsi="Times New Roman" w:cs="Times New Roman"/>
          <w:sz w:val="24"/>
          <w:szCs w:val="24"/>
        </w:rPr>
        <w:t>Зощук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Андрію Івановичу в розмірі 1000.00 ( одна тисяча ) грн;</w:t>
      </w:r>
    </w:p>
    <w:p w:rsidR="005A43B7" w:rsidRDefault="005A43B7" w:rsidP="005A43B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1.10 Степанюк Раїсі Миколаївні в розмірі 1000.00 ( одна тисяча ) грн на лікування Шпак Любові Іванівни;</w:t>
      </w:r>
    </w:p>
    <w:p w:rsidR="005A43B7" w:rsidRDefault="005A43B7" w:rsidP="005A43B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1.11 Шпак Вікторії Вікторівні в розмірі 2000.00 ( дві тисячі) грн;</w:t>
      </w:r>
    </w:p>
    <w:p w:rsidR="005A43B7" w:rsidRDefault="005A43B7" w:rsidP="005A43B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1.12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Вусікер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Наталії Юріївні в розмірі 1000.00 ( одна тисяча ) грн на лікування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Вусікер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Богдана Андрійовича; </w:t>
      </w:r>
    </w:p>
    <w:p w:rsidR="005A43B7" w:rsidRDefault="005A43B7" w:rsidP="005A43B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1.13 Іванюк Людмилі Сидорівні в розмірі 2000.00 ( дві тисячі) грн;</w:t>
      </w:r>
    </w:p>
    <w:p w:rsidR="005A43B7" w:rsidRDefault="005A43B7" w:rsidP="005A43B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43B7" w:rsidRDefault="005A43B7" w:rsidP="005A43B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1.14 Гуменюк Вірі Григорівні в розмірі 1000.00 ( одна тисяча ) грн;</w:t>
      </w:r>
    </w:p>
    <w:p w:rsidR="005A43B7" w:rsidRDefault="005A43B7" w:rsidP="005A43B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1.15 Поліщук Галині Олексіївні в розмірі 1000.00 ( одна тисяча ) грн;</w:t>
      </w:r>
    </w:p>
    <w:p w:rsidR="005A43B7" w:rsidRDefault="005A43B7" w:rsidP="005A43B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1.16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Гомон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Андрію Адамовичу в розмірі 1000.00 ( одна тисяча ) грн;</w:t>
      </w:r>
    </w:p>
    <w:p w:rsidR="005A43B7" w:rsidRDefault="005A43B7" w:rsidP="005A43B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1.17 </w:t>
      </w:r>
      <w:proofErr w:type="spellStart"/>
      <w:r>
        <w:rPr>
          <w:rFonts w:ascii="Times New Roman" w:hAnsi="Times New Roman" w:cs="Times New Roman"/>
          <w:sz w:val="24"/>
          <w:szCs w:val="24"/>
        </w:rPr>
        <w:t>Вдовіченко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Галині Василівні в розмірі 1000.00 ( одна тисяча ) грн;</w:t>
      </w:r>
    </w:p>
    <w:p w:rsidR="005A43B7" w:rsidRDefault="005A43B7" w:rsidP="005A43B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1.18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Ковба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Валентині Миколаївні в розмірі 2000.00 ( дві тисячі) грн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Подзерука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Дмитра Вікторовича.</w:t>
      </w:r>
    </w:p>
    <w:p w:rsidR="005A43B7" w:rsidRDefault="005A43B7" w:rsidP="005A43B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2.Відділу бухгалтерського обліку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здійснити виплату матеріальної допомоги вищеназваним  громадянам .</w:t>
      </w:r>
    </w:p>
    <w:p w:rsidR="005A43B7" w:rsidRDefault="005A43B7" w:rsidP="005A43B7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5A43B7" w:rsidRDefault="005A43B7" w:rsidP="005A43B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43B7" w:rsidRDefault="005A43B7" w:rsidP="005A43B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43B7" w:rsidRDefault="005A43B7" w:rsidP="005A43B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43B7" w:rsidRDefault="005A43B7" w:rsidP="005A43B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43B7" w:rsidRDefault="005A43B7" w:rsidP="005A43B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43B7" w:rsidRDefault="005A43B7" w:rsidP="005A43B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Валерій МИХАЛЮК</w:t>
      </w:r>
    </w:p>
    <w:p w:rsidR="0075636F" w:rsidRDefault="0075636F">
      <w:bookmarkStart w:id="0" w:name="_GoBack"/>
      <w:bookmarkEnd w:id="0"/>
    </w:p>
    <w:sectPr w:rsidR="0075636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3B7"/>
    <w:rsid w:val="005A43B7"/>
    <w:rsid w:val="00756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3B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5A43B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A43B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5A43B7"/>
    <w:rPr>
      <w:rFonts w:ascii="Consolas" w:hAnsi="Consolas"/>
      <w:sz w:val="20"/>
      <w:szCs w:val="20"/>
      <w:lang w:val="uk-UA" w:eastAsia="uk-UA"/>
    </w:rPr>
  </w:style>
  <w:style w:type="character" w:customStyle="1" w:styleId="af3">
    <w:name w:val="Основной текст_"/>
    <w:link w:val="23"/>
    <w:locked/>
    <w:rsid w:val="005A43B7"/>
    <w:rPr>
      <w:spacing w:val="8"/>
      <w:shd w:val="clear" w:color="auto" w:fill="FFFFFF"/>
    </w:rPr>
  </w:style>
  <w:style w:type="paragraph" w:customStyle="1" w:styleId="23">
    <w:name w:val="Основной текст2"/>
    <w:basedOn w:val="a"/>
    <w:link w:val="af3"/>
    <w:rsid w:val="005A43B7"/>
    <w:pPr>
      <w:widowControl w:val="0"/>
      <w:shd w:val="clear" w:color="auto" w:fill="FFFFFF"/>
      <w:spacing w:before="300" w:after="0" w:line="315" w:lineRule="exact"/>
      <w:jc w:val="both"/>
    </w:pPr>
    <w:rPr>
      <w:spacing w:val="8"/>
      <w:lang w:val="en-US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3B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5A43B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A43B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5A43B7"/>
    <w:rPr>
      <w:rFonts w:ascii="Consolas" w:hAnsi="Consolas"/>
      <w:sz w:val="20"/>
      <w:szCs w:val="20"/>
      <w:lang w:val="uk-UA" w:eastAsia="uk-UA"/>
    </w:rPr>
  </w:style>
  <w:style w:type="character" w:customStyle="1" w:styleId="af3">
    <w:name w:val="Основной текст_"/>
    <w:link w:val="23"/>
    <w:locked/>
    <w:rsid w:val="005A43B7"/>
    <w:rPr>
      <w:spacing w:val="8"/>
      <w:shd w:val="clear" w:color="auto" w:fill="FFFFFF"/>
    </w:rPr>
  </w:style>
  <w:style w:type="paragraph" w:customStyle="1" w:styleId="23">
    <w:name w:val="Основной текст2"/>
    <w:basedOn w:val="a"/>
    <w:link w:val="af3"/>
    <w:rsid w:val="005A43B7"/>
    <w:pPr>
      <w:widowControl w:val="0"/>
      <w:shd w:val="clear" w:color="auto" w:fill="FFFFFF"/>
      <w:spacing w:before="300" w:after="0" w:line="315" w:lineRule="exact"/>
      <w:jc w:val="both"/>
    </w:pPr>
    <w:rPr>
      <w:spacing w:val="8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455</Words>
  <Characters>2595</Characters>
  <Application>Microsoft Office Word</Application>
  <DocSecurity>0</DocSecurity>
  <Lines>21</Lines>
  <Paragraphs>6</Paragraphs>
  <ScaleCrop>false</ScaleCrop>
  <Company>SPecialiST RePack</Company>
  <LinksUpToDate>false</LinksUpToDate>
  <CharactersWithSpaces>3044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2021-07-07T06:00:00Z</dcterms:created>
  <dcterms:modified xsi:type="dcterms:W3CDTF">2021-07-07T06:00:00Z</dcterms:modified>
</cp:coreProperties>
</file>