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C91" w:rsidRPr="00CA5B65" w:rsidRDefault="001A3C91" w:rsidP="001A3C91">
      <w:pPr>
        <w:tabs>
          <w:tab w:val="left" w:pos="2160"/>
        </w:tabs>
        <w:spacing w:after="0" w:line="240" w:lineRule="auto"/>
        <w:jc w:val="right"/>
        <w:rPr>
          <w:rFonts w:ascii="Times New Roman" w:eastAsia="Times New Roman" w:hAnsi="Times New Roman"/>
          <w:b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2799715</wp:posOffset>
                </wp:positionH>
                <wp:positionV relativeFrom="paragraph">
                  <wp:posOffset>104775</wp:posOffset>
                </wp:positionV>
                <wp:extent cx="401955" cy="716915"/>
                <wp:effectExtent l="0" t="0" r="0" b="6985"/>
                <wp:wrapNone/>
                <wp:docPr id="9312" name="Группа 9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1955" cy="716915"/>
                          <a:chOff x="3834" y="994"/>
                          <a:chExt cx="1142" cy="1718"/>
                        </a:xfrm>
                      </wpg:grpSpPr>
                      <wps:wsp>
                        <wps:cNvPr id="9313" name="Freeform 158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14" name="Freeform 159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15" name="Freeform 160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16" name="Freeform 161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17" name="Freeform 162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18" name="Freeform 163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19" name="Freeform 164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20" name="Freeform 165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21" name="Freeform 166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22" name="Freeform 167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23" name="Freeform 168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24" name="Freeform 169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25" name="Freeform 170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26" name="Freeform 171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27" name="Freeform 172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28" name="Freeform 173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29" name="Freeform 174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30" name="Freeform 175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31" name="Freeform 176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32" name="Freeform 177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95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96" name="Freeform 179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97" name="Freeform 180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98" name="Freeform 181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99" name="Freeform 182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00" name="Freeform 183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01" name="Freeform 184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02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03" name="Freeform 186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04" name="Freeform 187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333" o:spid="_x0000_s1026" style="position:absolute;margin-left:220.45pt;margin-top:8.25pt;width:31.65pt;height:56.45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">
                <v:shape id="Freeform 158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CtBcUA&#10;AADdAAAADwAAAGRycy9kb3ducmV2LnhtbESPT2vCQBTE7wW/w/KE3urGBKxGVxGlpeCp/sPjI/tM&#10;gtm3YXcb02/vFgoeh5n5DbNY9aYRHTlfW1YwHiUgiAuray4VHA8fb1MQPiBrbCyTgl/ysFoOXhaY&#10;a3vnb+r2oRQRwj5HBVUIbS6lLyoy6Ee2JY7e1TqDIUpXSu3wHuGmkWmSTKTBmuNChS1tKipu+x+j&#10;YNelk/Plc2sOWZm+uyI7bdO6Uep12K/nIAL14Rn+b39pBbNsnMHfm/gE5P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K0F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59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1iQsYA&#10;AADdAAAADwAAAGRycy9kb3ducmV2LnhtbESPQWvCQBSE7wX/w/IEL6KbtEVtdJUiCFpBMBG8PrKv&#10;STT7NmRXTf99tyD0OMzMN8xi1Zla3Kl1lWUF8TgCQZxbXXGh4JRtRjMQziNrrC2Tgh9ysFr2XhaY&#10;aPvgI91TX4gAYZeggtL7JpHS5SUZdGPbEAfv27YGfZBtIXWLjwA3tXyNook0WHFYKLGhdUn5Nb0Z&#10;BTJLd343rcww/jofuthe1vv8otSg333OQXjq/H/42d5qBR9v8Tv8vQ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C1iQs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60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ztkcgA&#10;AADdAAAADwAAAGRycy9kb3ducmV2LnhtbESPT2sCMRTE74V+h/AKvRTN2lbRrVFUsIgHwX/35+Z1&#10;d3Xzsiapbv30jVDocZiZ3zDDcWMqcSHnS8sKOu0EBHFmdcm5gt123uqD8AFZY2WZFPyQh/Ho8WGI&#10;qbZXXtNlE3IRIexTVFCEUKdS+qwgg75ta+LofVlnMETpcqkdXiPcVPI1SXrSYMlxocCaZgVlp823&#10;UTBf0Gmwr8+f7zfXzfvHw2o53b4o9fzUTD5ABGrCf/ivvdAKBm+dLtzfxCcgR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PbO2R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61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8UycUA&#10;AADdAAAADwAAAGRycy9kb3ducmV2LnhtbESPT4vCMBTE74LfITzBm6ZdWdFqFHFxWfDkH/T6bJ5t&#10;tXkpTdZ2v/1GEDwOM/MbZr5sTSkeVLvCsoJ4GIEgTq0uOFNwPGwGExDOI2ssLZOCP3KwXHQ7c0y0&#10;bXhHj73PRICwS1BB7n2VSOnSnAy6oa2Ig3e1tUEfZJ1JXWMT4KaUH1E0lgYLDgs5VrTOKb3vf42C&#10;aPtZXq4nbifnr+/0fms23BSxUv1eu5qB8NT6d/jV/tEKpqN4DM834Qn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LxTJxQAAAN0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62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LWfckA&#10;AADdAAAADwAAAGRycy9kb3ducmV2LnhtbESPW2sCMRSE3wX/QzhCX4pmbettaxRbsIgPhXp5P25O&#10;d1c3J9sk1a2/vikUfBxm5htmOm9MJc7kfGlZQb+XgCDOrC45V7DbLrtjED4ga6wsk4If8jCftVtT&#10;TLW98AedNyEXEcI+RQVFCHUqpc8KMuh7tiaO3qd1BkOULpfa4SXCTSUfkmQoDZYcFwqs6bWg7LT5&#10;NgqWKzpN9vXX29PVDfLx8fC+ftneK3XXaRbPIAI14Rb+b6+0gsljfwR/b+ITkLN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EPLWfckAAADdAAAADwAAAAAAAAAAAAAAAACYAgAA&#10;ZHJzL2Rvd25yZXYueG1sUEsFBgAAAAAEAAQA9QAAAI4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63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wlIMMA&#10;AADdAAAADwAAAGRycy9kb3ducmV2LnhtbERPTWvCQBC9F/oflil4q5soLRpdgyiRQk+1Ra9jdkxi&#10;srMhuybpv+8eCh4f73udjqYRPXWusqwgnkYgiHOrKy4U/HxnrwsQziNrbCyTgl9ykG6en9aYaDvw&#10;F/VHX4gQwi5BBaX3bSKly0sy6Ka2JQ7c1XYGfYBdIXWHQwg3jZxF0bs0WHFoKLGlXUl5fbwbBdHn&#10;W3O5nnhcnPeHvL4NGQ9VrNTkZdyuQHga/UP87/7QCpbzOMwNb8IT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wlIMMAAADdAAAADwAAAAAAAAAAAAAAAACYAgAAZHJzL2Rv&#10;d25yZXYueG1sUEsFBgAAAAAEAAQA9QAAAIg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64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UhM8UA&#10;AADdAAAADwAAAGRycy9kb3ducmV2LnhtbESPQWvCQBSE74L/YXkFb7rRgJjUVUqs4FWbHnp7zT6T&#10;kOzbkN3G2F/fFYQeh5n5htnuR9OKgXpXW1awXEQgiAuray4V5B/H+QaE88gaW8uk4E4O9rvpZIup&#10;tjc+03DxpQgQdikqqLzvUildUZFBt7AdcfCutjfog+xLqXu8Bbhp5SqK1tJgzWGhwo6yiorm8mMU&#10;fB6aJk44in+/hmzjsu88X13flZq9jG+vIDyN/j/8bJ+0giReJvB4E56A3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FSEzxQAAAN0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65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9FvsYA&#10;AADdAAAADwAAAGRycy9kb3ducmV2LnhtbERPy2rCQBTdC/7DcIVupE58UNrUiYi0UEEX2lLt7pK5&#10;eWDmTpqZxujXOwuhy8N5zxedqURLjSstKxiPIhDEqdUl5wq+Pt8fn0E4j6yxskwKLuRgkfR7c4y1&#10;PfOO2r3PRQhhF6OCwvs6ltKlBRl0I1sTBy6zjUEfYJNL3eA5hJtKTqLoSRosOTQUWNOqoPS0/zMK&#10;ZtQel5vrz/b7+PvmbTY8rN34oNTDoFu+gvDU+X/x3f2hFbxMJ2F/eBOegEx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+9Fvs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66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/niMUA&#10;AADdAAAADwAAAGRycy9kb3ducmV2LnhtbESPQWvCQBSE74L/YXkFb7oxAdHUVUqs4FWbHnp7zT6T&#10;kOzbkN3G2F/fFYQeh5n5htnuR9OKgXpXW1awXEQgiAuray4V5B/H+RqE88gaW8uk4E4O9rvpZIup&#10;tjc+03DxpQgQdikqqLzvUildUZFBt7AdcfCutjfog+xLqXu8BbhpZRxFK2mw5rBQYUdZRUVz+TEK&#10;Pg9Nk2w4Sn6/hmztsu88j6/vSs1exrdXEJ5G/x9+tk9awSaJl/B4E56A3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D+eIxQAAAN0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67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F+UsgA&#10;AADdAAAADwAAAGRycy9kb3ducmV2LnhtbESPQWvCQBSE74L/YXlCL6Ib0yIaXUVKCxX0oC1Vb4/s&#10;Mwlm36bZbYz99V2h0OMwM98w82VrStFQ7QrLCkbDCARxanXBmYKP99fBBITzyBpLy6TgRg6Wi25n&#10;jom2V95Rs/eZCBB2CSrIva8SKV2ak0E3tBVx8M62NuiDrDOpa7wGuCllHEVjabDgsJBjRc85pZf9&#10;t1HwRM1xtfk5bT+PXy/envuHtRsdlHrotasZCE+t/w//td+0guljHMP9TXgCcvE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cX5SyAAAAN0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68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ekf8gA&#10;AADdAAAADwAAAGRycy9kb3ducmV2LnhtbESPQUvDQBSE74L/YXmCN7uxKbXGbEupaAsFoano9ZF9&#10;ZmOzb9Pston+elcQPA4z8w2TLwbbiDN1vnas4HaUgCAuna65UvC6f7qZgfABWWPjmBR8kYfF/PIi&#10;x0y7nnd0LkIlIoR9hgpMCG0mpS8NWfQj1xJH78N1FkOUXSV1h32E20aOk2QqLdYcFwy2tDJUHoqT&#10;VfA+SV+cWRfu1D8+fx92x7vPt9VWqeurYfkAItAQ/sN/7Y1WcJ+OU/h9E5+AnP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E96R/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69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wflsUA&#10;AADdAAAADwAAAGRycy9kb3ducmV2LnhtbESPzW7CMBCE70h9B2srcQOn/FQ0xSBAgBA9lbb3Vbwk&#10;UeN1iE0wb4+RkDiOZuYbzXQeTCVaalxpWcFbPwFBnFldcq7g92fTm4BwHlljZZkUXMnBfPbSmWKq&#10;7YW/qT34XEQIuxQVFN7XqZQuK8ig69uaOHpH2xj0UTa51A1eItxUcpAk79JgyXGhwJpWBWX/h7NR&#10;MNyPT1u9zNdtNdm6r91xE8rwp1T3NSw+QXgK/hl+tHdawcdwMIL7m/gE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XB+W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70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YAUcYA&#10;AADdAAAADwAAAGRycy9kb3ducmV2LnhtbESPQWvCQBSE7wX/w/IEb3UTpalJ3YgoQqD0UNuDx0f2&#10;NRvMvg3ZNab/vlso9DjMzDfMdjfZTow0+NaxgnSZgCCunW65UfD5cXrcgPABWWPnmBR8k4ddOXvY&#10;YqHdnd9pPIdGRAj7AhWYEPpCSl8bsuiXrieO3pcbLIYoh0bqAe8Rbju5SpJMWmw5Lhjs6WCovp5v&#10;VsElf8vTyRyT1/F5X4WaEa9jptRiPu1fQASawn/4r11pBfl69QS/b+ITk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xYAUcYAAADd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1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tUh8cA&#10;AADdAAAADwAAAGRycy9kb3ducmV2LnhtbESPQWvCQBSE7wX/w/KE3uomEUKNrkEEi5ce1Gp7fGSf&#10;Sdrs25jdavTXu0Khx2FmvmFmeW8acabO1ZYVxKMIBHFhdc2lgo/d6uUVhPPIGhvLpOBKDvL54GmG&#10;mbYX3tB560sRIOwyVFB532ZSuqIig25kW+LgHW1n0AfZlVJ3eAlw08gkilJpsOawUGFLy4qKn+2v&#10;UfAZv98m7bjfJ1/+tP5O3k7F6pAq9TzsF1MQnnr/H/5rr7WCyThJ4fEmPAE5v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E7VIfHAAAA3Q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2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OnacQA&#10;AADdAAAADwAAAGRycy9kb3ducmV2LnhtbESPUWvCMBSF3wX/Q7iCb5rqRLfOKMUhOPZktx9wae7a&#10;anMTkmi7f78Igz0ezjnf4Wz3g+nEnXxoLStYzDMQxJXVLdcKvj6Ps2cQISJr7CyTgh8KsN+NR1vM&#10;te35TPcy1iJBOOSooInR5VKGqiGDYW4dcfK+rTcYk/S11B77BDedXGbZWhpsOS006OjQUHUtb0YB&#10;erd5c6Xsz+vLB54u7wWtbKHUdDIUryAiDfE//Nc+aQUvT8sNPN6kJy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zp2nEAAAA3Q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73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oiHcUA&#10;AADdAAAADwAAAGRycy9kb3ducmV2LnhtbERPTWvCQBC9F/wPywje6qYJ2DR1FVsNSJtL1R68Ddlp&#10;EszOhuyq0V/fPRR6fLzv+XIwrbhQ7xrLCp6mEQji0uqGKwWHff6YgnAeWWNrmRTcyMFyMXqYY6bt&#10;lb/osvOVCCHsMlRQe99lUrqyJoNuajviwP3Y3qAPsK+k7vEawk0r4yiaSYMNh4YaO3qvqTztzkZB&#10;kRdd8cmb9Lg+vyXH7f37mT9ypSbjYfUKwtPg/8V/7q1W8JLEYW54E5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yiIdxQAAAN0AAAAPAAAAAAAAAAAAAAAAAJgCAABkcnMv&#10;ZG93bnJldi54bWxQSwUGAAAAAAQABAD1AAAAig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74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5ixcYA&#10;AADdAAAADwAAAGRycy9kb3ducmV2LnhtbESPQWvCQBSE70L/w/IKvemmFsREVxFB2kItaAU9PrPP&#10;JJh9G3fXmP57tyD0OMzMN8x03platOR8ZVnB6yABQZxbXXGhYPez6o9B+ICssbZMCn7Jw3z21Jti&#10;pu2NN9RuQyEihH2GCsoQmkxKn5dk0A9sQxy9k3UGQ5SukNrhLcJNLYdJMpIGK44LJTa0LCk/b69G&#10;wfdldP1q94f3o+tWzaX+XK51Win18twtJiACdeE//Gh/aAXp2zCFvzfxCcjZ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g5ixcYAAADd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75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8zMcEA&#10;AADdAAAADwAAAGRycy9kb3ducmV2LnhtbERPzYrCMBC+C75DGMHbmqrs6naNIoKuiCB2fYChmW2K&#10;zaQ0UatPbw6Cx4/vf7ZobSWu1PjSsYLhIAFBnDtdcqHg9Lf+mILwAVlj5ZgU3MnDYt7tzDDV7sZH&#10;umahEDGEfYoKTAh1KqXPDVn0A1cTR+7fNRZDhE0hdYO3GG4rOUqSL2mx5NhgsKaVofycXawCTuT6&#10;sM8rLTeP02T3a7Ld5yVTqt9rlz8gArXhLX65t1rB93gc98c38Qn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/MzHBAAAA3Q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76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gt0scA&#10;AADdAAAADwAAAGRycy9kb3ducmV2LnhtbESPT2vCQBTE74V+h+UVvNWNphaNrlL/QfXWKIi3R/aZ&#10;hGbfhuyqqZ/eLQgeh5n5DTOZtaYSF2pcaVlBrxuBIM6sLjlXsN+t34cgnEfWWFkmBX/kYDZ9fZlg&#10;ou2Vf+iS+lwECLsEFRTe14mULivIoOvamjh4J9sY9EE2udQNXgPcVLIfRZ/SYMlhocCaFgVlv+nZ&#10;KEhPx6Oe8+pjMxy4xXYb30aH9VKpzlv7NQbhqfXP8KP9rRWM4rgH/2/CE5DT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ILdLHAAAA3QAAAA8AAAAAAAAAAAAAAAAAmAIAAGRy&#10;cy9kb3ducmV2LnhtbFBLBQYAAAAABAAEAPUAAACM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177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I6eMQA&#10;AADdAAAADwAAAGRycy9kb3ducmV2LnhtbESP3YrCMBSE74V9h3CEvbOpLYh2jSKi4IUX/j3AoTk2&#10;dZuTbhO1+/ZmYcHLYWa+YebL3jbiQZ2vHSsYJykI4tLpmisFl/N2NAXhA7LGxjEp+CUPy8XHYI6F&#10;dk8+0uMUKhEh7AtUYEJoCyl9aciiT1xLHL2r6yyGKLtK6g6fEW4bmaXpRFqsOS4YbGltqPw+3a2C&#10;7LK6ra+HfH/7yVPeWNNv7kej1OewX32BCNSHd/i/vdMKZnmewd+b+ATk4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yOnjEAAAA3Q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178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6jRccA&#10;AADdAAAADwAAAGRycy9kb3ducmV2LnhtbESPQWsCMRSE74L/IbxCb5qt1eKuRtGC4KWgtod6e26e&#10;u4ubl20SdeuvNwWhx2FmvmGm89bU4kLOV5YVvPQTEMS51RUXCr4+V70xCB+QNdaWScEveZjPup0p&#10;ZtpeeUuXXShEhLDPUEEZQpNJ6fOSDPq+bYijd7TOYIjSFVI7vEa4qeUgSd6kwYrjQokNvZeUn3Zn&#10;o2CZjpc/myF/3LaHPe2/D6fRwCVKPT+1iwmIQG34Dz/aa60gfU1H8PcmPgE5u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4Oo0XHAAAA3QAAAA8AAAAAAAAAAAAAAAAAmAIAAGRy&#10;cy9kb3ducmV2LnhtbFBLBQYAAAAABAAEAPUAAACMAwAAAAA=&#10;" fillcolor="black" stroked="f"/>
                <v:shape id="Freeform 179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6msMcA&#10;AADdAAAADwAAAGRycy9kb3ducmV2LnhtbESPT2vCQBTE7wW/w/IKXorZRCWY1FWktKBexH/Q4yP7&#10;mgSzb0N2G9Nv3xUKPQ4z8xtmuR5MI3rqXG1ZQRLFIIgLq2suFVzOH5MFCOeRNTaWScEPOVivRk9L&#10;zLW985H6ky9FgLDLUUHlfZtL6YqKDLrItsTB+7KdQR9kV0rd4T3ATSOncZxKgzWHhQpbequouJ2+&#10;jYK9LPqX3ZySQ9l/3t4Pi6tJj4lS4+dh8wrC0+D/w3/trVaQzbIUHm/CE5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SeprDHAAAA3QAAAA8AAAAAAAAAAAAAAAAAmAIAAGRy&#10;cy9kb3ducmV2LnhtbFBLBQYAAAAABAAEAPUAAACM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180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t6QsYA&#10;AADdAAAADwAAAGRycy9kb3ducmV2LnhtbESP3UrDQBSE7wXfYTmCd3ZjpbZJuy1FFCwI0p8HOOye&#10;JsHs2ZA9baJP3y0UvBxm5htmsRp8o87UxTqwgedRBorYBldzaeCw/3iagYqC7LAJTAZ+KcJqeX+3&#10;wMKFnrd03kmpEoRjgQYqkbbQOtqKPMZRaImTdwydR0myK7XrsE9w3+hxlr1qjzWnhQpbeqvI/uxO&#10;3sD4ZMX6fPP39X6Qyfe+7bPJbG3M48OwnoMSGuQ/fGt/OgP5Sz6F65v0BPTy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Dt6QsYAAADdAAAADwAAAAAAAAAAAAAAAACYAgAAZHJz&#10;L2Rvd25yZXYueG1sUEsFBgAAAAAEAAQA9QAAAIs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181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oRl8QA&#10;AADdAAAADwAAAGRycy9kb3ducmV2LnhtbERPz2vCMBS+D/Y/hDfYbaZTEK2NMoaODepEt4u3R/La&#10;lDUvpYla/3tzEHb8+H4Xq8G14kx9aDwreB1lIIi1Nw3XCn5/Ni8zECEiG2w9k4IrBVgtHx8KzI2/&#10;8J7Oh1iLFMIhRwU2xi6XMmhLDsPId8SJq3zvMCbY19L0eEnhrpXjLJtKhw2nBosdvVvSf4eTU6A/&#10;JuX6qzxafRrvtnXzvSvdvlLq+Wl4W4CINMR/8d39aRTMJ/M0N71JT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6EZfEAAAA3QAAAA8AAAAAAAAAAAAAAAAAmAIAAGRycy9k&#10;b3ducmV2LnhtbFBLBQYAAAAABAAEAPUAAACJAwAAAAA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182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ZiXMUA&#10;AADdAAAADwAAAGRycy9kb3ducmV2LnhtbESPQWvCQBSE7wX/w/IEb3VjhGBSVykBob0UjJb2+Mi+&#10;JsHs25Bdk7S/visIHoeZ+YbZ7ifTioF611hWsFpGIIhLqxuuFJxPh+cNCOeRNbaWScEvOdjvZk9b&#10;zLQd+UhD4SsRIOwyVFB732VSurImg25pO+Lg/djeoA+yr6TucQxw08o4ihJpsOGwUGNHeU3lpbga&#10;BZ35+zx/v38M0eoLYz3mPF4SVmoxn15fQHia/CN8b79pBek6TeH2JjwBu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JmJcxQAAAN0AAAAPAAAAAAAAAAAAAAAAAJgCAABkcnMv&#10;ZG93bnJldi54bWxQSwUGAAAAAAQABAD1AAAAig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183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RZLcEA&#10;AADdAAAADwAAAGRycy9kb3ducmV2LnhtbERPTYvCMBC9C/6HMMLeNF0RsdUoIrh4ErRC9TY0s22x&#10;mZQmavXXm4Pg8fG+F6vO1OJOrassK/gdRSCIc6srLhSc0u1wBsJ5ZI21ZVLwJAerZb+3wETbBx/o&#10;fvSFCCHsElRQet8kUrq8JINuZBviwP3b1qAPsC2kbvERwk0tx1E0lQYrDg0lNrQpKb8eb0bB5Byv&#10;04wur2v2ZzO5S/d2v70p9TPo1nMQnjr/FX/cO60gnkRhf3gTnoBc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EWS3BAAAA3QAAAA8AAAAAAAAAAAAAAAAAmAIAAGRycy9kb3du&#10;cmV2LnhtbFBLBQYAAAAABAAEAPUAAACG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184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+4YcYA&#10;AADdAAAADwAAAGRycy9kb3ducmV2LnhtbESPQWvCQBSE74X+h+UVeqsbbQk2uopYCkqhoBa8PrPP&#10;JCb7Nu6uGv+9KxQ8DjPzDTOedqYRZ3K+sqyg30tAEOdWV1wo+Nt8vw1B+ICssbFMCq7kYTp5fhpj&#10;pu2FV3Reh0JECPsMFZQhtJmUPi/JoO/Zljh6e+sMhihdIbXDS4SbRg6SJJUGK44LJbY0Lymv1yej&#10;4Pj+Vf+63faw+1kOr2mdHwdymSr1+tLNRiACdeER/m8vtILPj6QP9zfxCcjJ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b+4YcYAAADdAAAADwAAAAAAAAAAAAAAAACYAgAAZHJz&#10;L2Rvd25yZXYueG1sUEsFBgAAAAAEAAQA9QAAAIsDAAAAAA=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185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dj08cA&#10;AADdAAAADwAAAGRycy9kb3ducmV2LnhtbESPQWsCMRSE70L/Q3hCb5q42KKrUWqh4KVQrQe9PTfP&#10;3cXNyzaJuu2vbwpCj8PMfMPMl51txJV8qB1rGA0VCOLCmZpLDbvPt8EERIjIBhvHpOGbAiwXD705&#10;5sbdeEPXbSxFgnDIUUMVY5tLGYqKLIaha4mTd3LeYkzSl9J4vCW4bWSm1LO0WHNaqLCl14qK8/Zi&#10;Naymk9XXx5jffzbHAx32x/NT5pXWj/3uZQYiUhf/w/f22miYjlUGf2/SE5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lHY9PHAAAA3QAAAA8AAAAAAAAAAAAAAAAAmAIAAGRy&#10;cy9kb3ducmV2LnhtbFBLBQYAAAAABAAEAPUAAACMAwAAAAA=&#10;" fillcolor="black" stroked="f"/>
                <v:shape id="Freeform 186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Qge8YA&#10;AADdAAAADwAAAGRycy9kb3ducmV2LnhtbESPUUvDMBSF3wX/Q7iCL2ITp4ity4aMDSYWips/4K65&#10;tsXkpiRxq//eCMIeD+ec73Dmy8lZcaQQB88a7goFgrj1ZuBOw8d+c/sEIiZkg9YzafihCMvF5cUc&#10;K+NP/E7HXepEhnCsUEOf0lhJGdueHMbCj8TZ+/TBYcoydNIEPGW4s3Km1KN0OHBe6HGkVU/t1+7b&#10;aVjPDqE54Jtt1b6z9WtT35RNrfX11fTyDCLRlM7h//bWaCgf1D38vclP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/Qge8YAAADdAAAADwAAAAAAAAAAAAAAAACYAgAAZHJz&#10;L2Rvd25yZXYueG1sUEsFBgAAAAAEAAQA9QAAAIsDAAAAAA=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187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BvJcYA&#10;AADdAAAADwAAAGRycy9kb3ducmV2LnhtbESPQWvCQBSE74X+h+UJvelGK1Kjm2ALAUGore2hx2f2&#10;mQ1m38bsVuO/7wpCj8PMfMMs89424kydrx0rGI8SEMSl0zVXCr6/iuELCB+QNTaOScGVPOTZ48MS&#10;U+0u/EnnXahEhLBPUYEJoU2l9KUhi37kWuLoHVxnMUTZVVJ3eIlw28hJksykxZrjgsGW3gyVx92v&#10;VWAl/uyrWVG+r5432828fv04FUapp0G/WoAI1If/8L291grm02QKtzfxCcj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eBvJcYAAADdAAAADwAAAAAAAAAAAAAAAACYAgAAZHJz&#10;L2Rvd25yZXYueG1sUEsFBgAAAAAEAAQA9QAAAIsDAAAAAA=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  <w:r w:rsidRPr="00CA5B65">
        <w:rPr>
          <w:rFonts w:ascii="Times New Roman" w:eastAsia="Times New Roman" w:hAnsi="Times New Roman"/>
          <w:b/>
          <w:lang w:val="ru-RU"/>
        </w:rPr>
        <w:t>ПРОЕКТ</w:t>
      </w:r>
    </w:p>
    <w:p w:rsidR="001A3C91" w:rsidRPr="00CA5B65" w:rsidRDefault="001A3C91" w:rsidP="001A3C91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lang w:val="ru-RU"/>
        </w:rPr>
      </w:pPr>
    </w:p>
    <w:p w:rsidR="001A3C91" w:rsidRPr="00CA5B65" w:rsidRDefault="001A3C91" w:rsidP="001A3C91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1A3C91" w:rsidRPr="00CA5B65" w:rsidRDefault="001A3C91" w:rsidP="001A3C91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1A3C91" w:rsidRPr="00CA5B65" w:rsidRDefault="001A3C91" w:rsidP="001A3C91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1A3C91" w:rsidRPr="00CA5B65" w:rsidRDefault="001A3C91" w:rsidP="001A3C91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1A3C91" w:rsidRPr="00CA5B65" w:rsidRDefault="001A3C91" w:rsidP="001A3C91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lang w:val="ru-RU"/>
        </w:rPr>
      </w:pPr>
      <w:r w:rsidRPr="00CA5B65">
        <w:rPr>
          <w:rFonts w:ascii="Times New Roman" w:eastAsia="Times New Roman" w:hAnsi="Times New Roman"/>
          <w:b/>
          <w:lang w:val="ru-RU"/>
        </w:rPr>
        <w:t>УКРАЇНА</w:t>
      </w:r>
    </w:p>
    <w:p w:rsidR="001A3C91" w:rsidRPr="00CA5B65" w:rsidRDefault="001A3C91" w:rsidP="001A3C91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  <w:r w:rsidRPr="00CA5B65">
        <w:rPr>
          <w:rFonts w:ascii="Times New Roman" w:eastAsia="Times New Roman" w:hAnsi="Times New Roman"/>
          <w:b/>
          <w:lang w:val="ru-RU"/>
        </w:rPr>
        <w:t>КРУПЕЦЬКА СІЛЬСЬКА РАДА</w:t>
      </w:r>
    </w:p>
    <w:p w:rsidR="001A3C91" w:rsidRPr="00CA5B65" w:rsidRDefault="001A3C91" w:rsidP="001A3C91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  <w:r w:rsidRPr="00CA5B65">
        <w:rPr>
          <w:rFonts w:ascii="Times New Roman" w:eastAsia="Times New Roman" w:hAnsi="Times New Roman"/>
          <w:b/>
          <w:lang w:val="ru-RU"/>
        </w:rPr>
        <w:t>СЛАВУТСЬКОГО РАЙОНУ</w:t>
      </w:r>
    </w:p>
    <w:p w:rsidR="001A3C91" w:rsidRPr="00CA5B65" w:rsidRDefault="001A3C91" w:rsidP="001A3C91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  <w:r w:rsidRPr="00CA5B65">
        <w:rPr>
          <w:rFonts w:ascii="Times New Roman" w:eastAsia="Times New Roman" w:hAnsi="Times New Roman"/>
          <w:b/>
          <w:lang w:val="ru-RU"/>
        </w:rPr>
        <w:t>ХМЕЛЬНИЦЬКОЇ ОБЛАСТІ</w:t>
      </w:r>
    </w:p>
    <w:p w:rsidR="001A3C91" w:rsidRPr="00CA5B65" w:rsidRDefault="001A3C91" w:rsidP="001A3C91">
      <w:pPr>
        <w:spacing w:after="0" w:line="240" w:lineRule="auto"/>
        <w:rPr>
          <w:rFonts w:ascii="Times New Roman" w:eastAsia="Times New Roman" w:hAnsi="Times New Roman"/>
          <w:lang w:val="ru-RU"/>
        </w:rPr>
      </w:pPr>
      <w:r w:rsidRPr="00CA5B65">
        <w:rPr>
          <w:rFonts w:ascii="Times New Roman" w:eastAsia="Times New Roman" w:hAnsi="Times New Roman"/>
          <w:lang w:val="ru-RU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46990" b="0"/>
                <wp:wrapNone/>
                <wp:docPr id="1" name="Группа 9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359 w 8096"/>
                              <a:gd name="T5" fmla="*/ 1425 h 14546"/>
                              <a:gd name="T6" fmla="*/ 309 w 8096"/>
                              <a:gd name="T7" fmla="*/ 1378 h 14546"/>
                              <a:gd name="T8" fmla="*/ 266 w 8096"/>
                              <a:gd name="T9" fmla="*/ 1316 h 14546"/>
                              <a:gd name="T10" fmla="*/ 236 w 8096"/>
                              <a:gd name="T11" fmla="*/ 1239 h 14546"/>
                              <a:gd name="T12" fmla="*/ 27 w 8096"/>
                              <a:gd name="T13" fmla="*/ 1169 h 14546"/>
                              <a:gd name="T14" fmla="*/ 13 w 8096"/>
                              <a:gd name="T15" fmla="*/ 1162 h 14546"/>
                              <a:gd name="T16" fmla="*/ 0 w 8096"/>
                              <a:gd name="T17" fmla="*/ 1012 h 14546"/>
                              <a:gd name="T18" fmla="*/ 0 w 8096"/>
                              <a:gd name="T19" fmla="*/ 107 h 14546"/>
                              <a:gd name="T20" fmla="*/ 6 w 8096"/>
                              <a:gd name="T21" fmla="*/ 100 h 14546"/>
                              <a:gd name="T22" fmla="*/ 28 w 8096"/>
                              <a:gd name="T23" fmla="*/ 102 h 14546"/>
                              <a:gd name="T24" fmla="*/ 104 w 8096"/>
                              <a:gd name="T25" fmla="*/ 174 h 14546"/>
                              <a:gd name="T26" fmla="*/ 170 w 8096"/>
                              <a:gd name="T27" fmla="*/ 303 h 14546"/>
                              <a:gd name="T28" fmla="*/ 209 w 8096"/>
                              <a:gd name="T29" fmla="*/ 454 h 14546"/>
                              <a:gd name="T30" fmla="*/ 226 w 8096"/>
                              <a:gd name="T31" fmla="*/ 608 h 14546"/>
                              <a:gd name="T32" fmla="*/ 221 w 8096"/>
                              <a:gd name="T33" fmla="*/ 735 h 14546"/>
                              <a:gd name="T34" fmla="*/ 174 w 8096"/>
                              <a:gd name="T35" fmla="*/ 777 h 14546"/>
                              <a:gd name="T36" fmla="*/ 156 w 8096"/>
                              <a:gd name="T37" fmla="*/ 827 h 14546"/>
                              <a:gd name="T38" fmla="*/ 166 w 8096"/>
                              <a:gd name="T39" fmla="*/ 877 h 14546"/>
                              <a:gd name="T40" fmla="*/ 202 w 8096"/>
                              <a:gd name="T41" fmla="*/ 919 h 14546"/>
                              <a:gd name="T42" fmla="*/ 237 w 8096"/>
                              <a:gd name="T43" fmla="*/ 932 h 14546"/>
                              <a:gd name="T44" fmla="*/ 257 w 8096"/>
                              <a:gd name="T45" fmla="*/ 928 h 14546"/>
                              <a:gd name="T46" fmla="*/ 286 w 8096"/>
                              <a:gd name="T47" fmla="*/ 875 h 14546"/>
                              <a:gd name="T48" fmla="*/ 339 w 8096"/>
                              <a:gd name="T49" fmla="*/ 731 h 14546"/>
                              <a:gd name="T50" fmla="*/ 364 w 8096"/>
                              <a:gd name="T51" fmla="*/ 583 h 14546"/>
                              <a:gd name="T52" fmla="*/ 368 w 8096"/>
                              <a:gd name="T53" fmla="*/ 415 h 14546"/>
                              <a:gd name="T54" fmla="*/ 360 w 8096"/>
                              <a:gd name="T55" fmla="*/ 209 h 14546"/>
                              <a:gd name="T56" fmla="*/ 369 w 8096"/>
                              <a:gd name="T57" fmla="*/ 60 h 14546"/>
                              <a:gd name="T58" fmla="*/ 387 w 8096"/>
                              <a:gd name="T59" fmla="*/ 4 h 14546"/>
                              <a:gd name="T60" fmla="*/ 399 w 8096"/>
                              <a:gd name="T61" fmla="*/ 1 h 14546"/>
                              <a:gd name="T62" fmla="*/ 421 w 8096"/>
                              <a:gd name="T63" fmla="*/ 3 h 14546"/>
                              <a:gd name="T64" fmla="*/ 434 w 8096"/>
                              <a:gd name="T65" fmla="*/ 26 h 14546"/>
                              <a:gd name="T66" fmla="*/ 455 w 8096"/>
                              <a:gd name="T67" fmla="*/ 141 h 14546"/>
                              <a:gd name="T68" fmla="*/ 443 w 8096"/>
                              <a:gd name="T69" fmla="*/ 360 h 14546"/>
                              <a:gd name="T70" fmla="*/ 443 w 8096"/>
                              <a:gd name="T71" fmla="*/ 537 h 14546"/>
                              <a:gd name="T72" fmla="*/ 462 w 8096"/>
                              <a:gd name="T73" fmla="*/ 689 h 14546"/>
                              <a:gd name="T74" fmla="*/ 506 w 8096"/>
                              <a:gd name="T75" fmla="*/ 833 h 14546"/>
                              <a:gd name="T76" fmla="*/ 550 w 8096"/>
                              <a:gd name="T77" fmla="*/ 924 h 14546"/>
                              <a:gd name="T78" fmla="*/ 566 w 8096"/>
                              <a:gd name="T79" fmla="*/ 931 h 14546"/>
                              <a:gd name="T80" fmla="*/ 593 w 8096"/>
                              <a:gd name="T81" fmla="*/ 927 h 14546"/>
                              <a:gd name="T82" fmla="*/ 637 w 8096"/>
                              <a:gd name="T83" fmla="*/ 890 h 14546"/>
                              <a:gd name="T84" fmla="*/ 654 w 8096"/>
                              <a:gd name="T85" fmla="*/ 842 h 14546"/>
                              <a:gd name="T86" fmla="*/ 644 w 8096"/>
                              <a:gd name="T87" fmla="*/ 791 h 14546"/>
                              <a:gd name="T88" fmla="*/ 606 w 8096"/>
                              <a:gd name="T89" fmla="*/ 745 h 14546"/>
                              <a:gd name="T90" fmla="*/ 582 w 8096"/>
                              <a:gd name="T91" fmla="*/ 650 h 14546"/>
                              <a:gd name="T92" fmla="*/ 594 w 8096"/>
                              <a:gd name="T93" fmla="*/ 498 h 14546"/>
                              <a:gd name="T94" fmla="*/ 626 w 8096"/>
                              <a:gd name="T95" fmla="*/ 345 h 14546"/>
                              <a:gd name="T96" fmla="*/ 684 w 8096"/>
                              <a:gd name="T97" fmla="*/ 207 h 14546"/>
                              <a:gd name="T98" fmla="*/ 774 w 8096"/>
                              <a:gd name="T99" fmla="*/ 104 h 14546"/>
                              <a:gd name="T100" fmla="*/ 799 w 8096"/>
                              <a:gd name="T101" fmla="*/ 99 h 14546"/>
                              <a:gd name="T102" fmla="*/ 808 w 8096"/>
                              <a:gd name="T103" fmla="*/ 105 h 14546"/>
                              <a:gd name="T104" fmla="*/ 810 w 8096"/>
                              <a:gd name="T105" fmla="*/ 754 h 14546"/>
                              <a:gd name="T106" fmla="*/ 799 w 8096"/>
                              <a:gd name="T107" fmla="*/ 1159 h 14546"/>
                              <a:gd name="T108" fmla="*/ 791 w 8096"/>
                              <a:gd name="T109" fmla="*/ 1166 h 14546"/>
                              <a:gd name="T110" fmla="*/ 581 w 8096"/>
                              <a:gd name="T111" fmla="*/ 1213 h 14546"/>
                              <a:gd name="T112" fmla="*/ 554 w 8096"/>
                              <a:gd name="T113" fmla="*/ 1296 h 14546"/>
                              <a:gd name="T114" fmla="*/ 514 w 8096"/>
                              <a:gd name="T115" fmla="*/ 1362 h 14546"/>
                              <a:gd name="T116" fmla="*/ 465 w 8096"/>
                              <a:gd name="T117" fmla="*/ 1413 h 14546"/>
                              <a:gd name="T118" fmla="*/ 412 w 8096"/>
                              <a:gd name="T119" fmla="*/ 1450 h 1454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w 8096"/>
                              <a:gd name="T179" fmla="*/ 0 h 14546"/>
                              <a:gd name="T180" fmla="*/ 8096 w 8096"/>
                              <a:gd name="T181" fmla="*/ 14546 h 14546"/>
                            </a:gdLst>
                            <a:ahLst/>
                            <a:cxnLst>
                              <a:cxn ang="T120">
                                <a:pos x="T4" y="T5"/>
                              </a:cxn>
                              <a:cxn ang="T121">
                                <a:pos x="T6" y="T7"/>
                              </a:cxn>
                              <a:cxn ang="T122">
                                <a:pos x="T8" y="T9"/>
                              </a:cxn>
                              <a:cxn ang="T123">
                                <a:pos x="T10" y="T11"/>
                              </a:cxn>
                              <a:cxn ang="T124">
                                <a:pos x="T12" y="T13"/>
                              </a:cxn>
                              <a:cxn ang="T125">
                                <a:pos x="T14" y="T15"/>
                              </a:cxn>
                              <a:cxn ang="T126">
                                <a:pos x="T16" y="T17"/>
                              </a:cxn>
                              <a:cxn ang="T127">
                                <a:pos x="T18" y="T19"/>
                              </a:cxn>
                              <a:cxn ang="T128">
                                <a:pos x="T20" y="T21"/>
                              </a:cxn>
                              <a:cxn ang="T129">
                                <a:pos x="T22" y="T23"/>
                              </a:cxn>
                              <a:cxn ang="T130">
                                <a:pos x="T24" y="T25"/>
                              </a:cxn>
                              <a:cxn ang="T131">
                                <a:pos x="T26" y="T27"/>
                              </a:cxn>
                              <a:cxn ang="T132">
                                <a:pos x="T28" y="T29"/>
                              </a:cxn>
                              <a:cxn ang="T133">
                                <a:pos x="T30" y="T31"/>
                              </a:cxn>
                              <a:cxn ang="T134">
                                <a:pos x="T32" y="T33"/>
                              </a:cxn>
                              <a:cxn ang="T135">
                                <a:pos x="T34" y="T35"/>
                              </a:cxn>
                              <a:cxn ang="T136">
                                <a:pos x="T36" y="T37"/>
                              </a:cxn>
                              <a:cxn ang="T137">
                                <a:pos x="T38" y="T39"/>
                              </a:cxn>
                              <a:cxn ang="T138">
                                <a:pos x="T40" y="T41"/>
                              </a:cxn>
                              <a:cxn ang="T139">
                                <a:pos x="T42" y="T43"/>
                              </a:cxn>
                              <a:cxn ang="T140">
                                <a:pos x="T44" y="T45"/>
                              </a:cxn>
                              <a:cxn ang="T141">
                                <a:pos x="T46" y="T47"/>
                              </a:cxn>
                              <a:cxn ang="T142">
                                <a:pos x="T48" y="T49"/>
                              </a:cxn>
                              <a:cxn ang="T143">
                                <a:pos x="T50" y="T51"/>
                              </a:cxn>
                              <a:cxn ang="T144">
                                <a:pos x="T52" y="T53"/>
                              </a:cxn>
                              <a:cxn ang="T145">
                                <a:pos x="T54" y="T55"/>
                              </a:cxn>
                              <a:cxn ang="T146">
                                <a:pos x="T56" y="T57"/>
                              </a:cxn>
                              <a:cxn ang="T147">
                                <a:pos x="T58" y="T59"/>
                              </a:cxn>
                              <a:cxn ang="T148">
                                <a:pos x="T60" y="T61"/>
                              </a:cxn>
                              <a:cxn ang="T149">
                                <a:pos x="T62" y="T63"/>
                              </a:cxn>
                              <a:cxn ang="T150">
                                <a:pos x="T64" y="T65"/>
                              </a:cxn>
                              <a:cxn ang="T151">
                                <a:pos x="T66" y="T67"/>
                              </a:cxn>
                              <a:cxn ang="T152">
                                <a:pos x="T68" y="T69"/>
                              </a:cxn>
                              <a:cxn ang="T153">
                                <a:pos x="T70" y="T71"/>
                              </a:cxn>
                              <a:cxn ang="T154">
                                <a:pos x="T72" y="T73"/>
                              </a:cxn>
                              <a:cxn ang="T155">
                                <a:pos x="T74" y="T75"/>
                              </a:cxn>
                              <a:cxn ang="T156">
                                <a:pos x="T76" y="T77"/>
                              </a:cxn>
                              <a:cxn ang="T157">
                                <a:pos x="T78" y="T79"/>
                              </a:cxn>
                              <a:cxn ang="T158">
                                <a:pos x="T80" y="T81"/>
                              </a:cxn>
                              <a:cxn ang="T159">
                                <a:pos x="T82" y="T83"/>
                              </a:cxn>
                              <a:cxn ang="T160">
                                <a:pos x="T84" y="T85"/>
                              </a:cxn>
                              <a:cxn ang="T161">
                                <a:pos x="T86" y="T87"/>
                              </a:cxn>
                              <a:cxn ang="T162">
                                <a:pos x="T88" y="T89"/>
                              </a:cxn>
                              <a:cxn ang="T163">
                                <a:pos x="T90" y="T91"/>
                              </a:cxn>
                              <a:cxn ang="T164">
                                <a:pos x="T92" y="T93"/>
                              </a:cxn>
                              <a:cxn ang="T165">
                                <a:pos x="T94" y="T95"/>
                              </a:cxn>
                              <a:cxn ang="T166">
                                <a:pos x="T96" y="T97"/>
                              </a:cxn>
                              <a:cxn ang="T167">
                                <a:pos x="T98" y="T99"/>
                              </a:cxn>
                              <a:cxn ang="T168">
                                <a:pos x="T100" y="T101"/>
                              </a:cxn>
                              <a:cxn ang="T169">
                                <a:pos x="T102" y="T103"/>
                              </a:cxn>
                              <a:cxn ang="T170">
                                <a:pos x="T104" y="T105"/>
                              </a:cxn>
                              <a:cxn ang="T171">
                                <a:pos x="T106" y="T107"/>
                              </a:cxn>
                              <a:cxn ang="T172">
                                <a:pos x="T108" y="T109"/>
                              </a:cxn>
                              <a:cxn ang="T173">
                                <a:pos x="T110" y="T111"/>
                              </a:cxn>
                              <a:cxn ang="T174">
                                <a:pos x="T112" y="T113"/>
                              </a:cxn>
                              <a:cxn ang="T175">
                                <a:pos x="T114" y="T115"/>
                              </a:cxn>
                              <a:cxn ang="T176">
                                <a:pos x="T116" y="T117"/>
                              </a:cxn>
                              <a:cxn ang="T177">
                                <a:pos x="T118" y="T119"/>
                              </a:cxn>
                            </a:cxnLst>
                            <a:rect l="T178" t="T179" r="T180" b="T181"/>
                            <a:pathLst>
                              <a:path w="8096" h="14546">
                                <a:moveTo>
                                  <a:pt x="8010" y="14530"/>
                                </a:moveTo>
                                <a:cubicBezTo>
                                  <a:pt x="8010" y="14512"/>
                                  <a:pt x="8010" y="14493"/>
                                  <a:pt x="8010" y="14475"/>
                                </a:cubicBezTo>
                                <a:lnTo>
                                  <a:pt x="7552" y="14392"/>
                                </a:lnTo>
                                <a:cubicBezTo>
                                  <a:pt x="7552" y="14373"/>
                                  <a:pt x="7552" y="14355"/>
                                  <a:pt x="7552" y="14337"/>
                                </a:cubicBez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3C91" w:rsidRDefault="001A3C91" w:rsidP="001A3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359 w 8096"/>
                              <a:gd name="T5" fmla="*/ 1425 h 14546"/>
                              <a:gd name="T6" fmla="*/ 309 w 8096"/>
                              <a:gd name="T7" fmla="*/ 1378 h 14546"/>
                              <a:gd name="T8" fmla="*/ 266 w 8096"/>
                              <a:gd name="T9" fmla="*/ 1316 h 14546"/>
                              <a:gd name="T10" fmla="*/ 236 w 8096"/>
                              <a:gd name="T11" fmla="*/ 1239 h 14546"/>
                              <a:gd name="T12" fmla="*/ 27 w 8096"/>
                              <a:gd name="T13" fmla="*/ 1169 h 14546"/>
                              <a:gd name="T14" fmla="*/ 13 w 8096"/>
                              <a:gd name="T15" fmla="*/ 1162 h 14546"/>
                              <a:gd name="T16" fmla="*/ 0 w 8096"/>
                              <a:gd name="T17" fmla="*/ 1012 h 14546"/>
                              <a:gd name="T18" fmla="*/ 0 w 8096"/>
                              <a:gd name="T19" fmla="*/ 107 h 14546"/>
                              <a:gd name="T20" fmla="*/ 6 w 8096"/>
                              <a:gd name="T21" fmla="*/ 100 h 14546"/>
                              <a:gd name="T22" fmla="*/ 28 w 8096"/>
                              <a:gd name="T23" fmla="*/ 102 h 14546"/>
                              <a:gd name="T24" fmla="*/ 104 w 8096"/>
                              <a:gd name="T25" fmla="*/ 174 h 14546"/>
                              <a:gd name="T26" fmla="*/ 170 w 8096"/>
                              <a:gd name="T27" fmla="*/ 303 h 14546"/>
                              <a:gd name="T28" fmla="*/ 209 w 8096"/>
                              <a:gd name="T29" fmla="*/ 454 h 14546"/>
                              <a:gd name="T30" fmla="*/ 226 w 8096"/>
                              <a:gd name="T31" fmla="*/ 608 h 14546"/>
                              <a:gd name="T32" fmla="*/ 221 w 8096"/>
                              <a:gd name="T33" fmla="*/ 735 h 14546"/>
                              <a:gd name="T34" fmla="*/ 174 w 8096"/>
                              <a:gd name="T35" fmla="*/ 777 h 14546"/>
                              <a:gd name="T36" fmla="*/ 156 w 8096"/>
                              <a:gd name="T37" fmla="*/ 827 h 14546"/>
                              <a:gd name="T38" fmla="*/ 166 w 8096"/>
                              <a:gd name="T39" fmla="*/ 877 h 14546"/>
                              <a:gd name="T40" fmla="*/ 202 w 8096"/>
                              <a:gd name="T41" fmla="*/ 919 h 14546"/>
                              <a:gd name="T42" fmla="*/ 237 w 8096"/>
                              <a:gd name="T43" fmla="*/ 932 h 14546"/>
                              <a:gd name="T44" fmla="*/ 257 w 8096"/>
                              <a:gd name="T45" fmla="*/ 928 h 14546"/>
                              <a:gd name="T46" fmla="*/ 286 w 8096"/>
                              <a:gd name="T47" fmla="*/ 875 h 14546"/>
                              <a:gd name="T48" fmla="*/ 339 w 8096"/>
                              <a:gd name="T49" fmla="*/ 731 h 14546"/>
                              <a:gd name="T50" fmla="*/ 364 w 8096"/>
                              <a:gd name="T51" fmla="*/ 583 h 14546"/>
                              <a:gd name="T52" fmla="*/ 368 w 8096"/>
                              <a:gd name="T53" fmla="*/ 415 h 14546"/>
                              <a:gd name="T54" fmla="*/ 360 w 8096"/>
                              <a:gd name="T55" fmla="*/ 209 h 14546"/>
                              <a:gd name="T56" fmla="*/ 369 w 8096"/>
                              <a:gd name="T57" fmla="*/ 60 h 14546"/>
                              <a:gd name="T58" fmla="*/ 387 w 8096"/>
                              <a:gd name="T59" fmla="*/ 4 h 14546"/>
                              <a:gd name="T60" fmla="*/ 399 w 8096"/>
                              <a:gd name="T61" fmla="*/ 1 h 14546"/>
                              <a:gd name="T62" fmla="*/ 421 w 8096"/>
                              <a:gd name="T63" fmla="*/ 3 h 14546"/>
                              <a:gd name="T64" fmla="*/ 434 w 8096"/>
                              <a:gd name="T65" fmla="*/ 26 h 14546"/>
                              <a:gd name="T66" fmla="*/ 455 w 8096"/>
                              <a:gd name="T67" fmla="*/ 141 h 14546"/>
                              <a:gd name="T68" fmla="*/ 443 w 8096"/>
                              <a:gd name="T69" fmla="*/ 360 h 14546"/>
                              <a:gd name="T70" fmla="*/ 443 w 8096"/>
                              <a:gd name="T71" fmla="*/ 537 h 14546"/>
                              <a:gd name="T72" fmla="*/ 462 w 8096"/>
                              <a:gd name="T73" fmla="*/ 689 h 14546"/>
                              <a:gd name="T74" fmla="*/ 506 w 8096"/>
                              <a:gd name="T75" fmla="*/ 833 h 14546"/>
                              <a:gd name="T76" fmla="*/ 550 w 8096"/>
                              <a:gd name="T77" fmla="*/ 924 h 14546"/>
                              <a:gd name="T78" fmla="*/ 566 w 8096"/>
                              <a:gd name="T79" fmla="*/ 931 h 14546"/>
                              <a:gd name="T80" fmla="*/ 593 w 8096"/>
                              <a:gd name="T81" fmla="*/ 927 h 14546"/>
                              <a:gd name="T82" fmla="*/ 637 w 8096"/>
                              <a:gd name="T83" fmla="*/ 890 h 14546"/>
                              <a:gd name="T84" fmla="*/ 654 w 8096"/>
                              <a:gd name="T85" fmla="*/ 842 h 14546"/>
                              <a:gd name="T86" fmla="*/ 644 w 8096"/>
                              <a:gd name="T87" fmla="*/ 791 h 14546"/>
                              <a:gd name="T88" fmla="*/ 606 w 8096"/>
                              <a:gd name="T89" fmla="*/ 745 h 14546"/>
                              <a:gd name="T90" fmla="*/ 582 w 8096"/>
                              <a:gd name="T91" fmla="*/ 650 h 14546"/>
                              <a:gd name="T92" fmla="*/ 594 w 8096"/>
                              <a:gd name="T93" fmla="*/ 498 h 14546"/>
                              <a:gd name="T94" fmla="*/ 626 w 8096"/>
                              <a:gd name="T95" fmla="*/ 345 h 14546"/>
                              <a:gd name="T96" fmla="*/ 684 w 8096"/>
                              <a:gd name="T97" fmla="*/ 207 h 14546"/>
                              <a:gd name="T98" fmla="*/ 774 w 8096"/>
                              <a:gd name="T99" fmla="*/ 104 h 14546"/>
                              <a:gd name="T100" fmla="*/ 799 w 8096"/>
                              <a:gd name="T101" fmla="*/ 99 h 14546"/>
                              <a:gd name="T102" fmla="*/ 808 w 8096"/>
                              <a:gd name="T103" fmla="*/ 105 h 14546"/>
                              <a:gd name="T104" fmla="*/ 810 w 8096"/>
                              <a:gd name="T105" fmla="*/ 754 h 14546"/>
                              <a:gd name="T106" fmla="*/ 799 w 8096"/>
                              <a:gd name="T107" fmla="*/ 1159 h 14546"/>
                              <a:gd name="T108" fmla="*/ 791 w 8096"/>
                              <a:gd name="T109" fmla="*/ 1166 h 14546"/>
                              <a:gd name="T110" fmla="*/ 581 w 8096"/>
                              <a:gd name="T111" fmla="*/ 1213 h 14546"/>
                              <a:gd name="T112" fmla="*/ 554 w 8096"/>
                              <a:gd name="T113" fmla="*/ 1296 h 14546"/>
                              <a:gd name="T114" fmla="*/ 514 w 8096"/>
                              <a:gd name="T115" fmla="*/ 1362 h 14546"/>
                              <a:gd name="T116" fmla="*/ 465 w 8096"/>
                              <a:gd name="T117" fmla="*/ 1413 h 14546"/>
                              <a:gd name="T118" fmla="*/ 412 w 8096"/>
                              <a:gd name="T119" fmla="*/ 1450 h 1454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w 8096"/>
                              <a:gd name="T179" fmla="*/ 0 h 14546"/>
                              <a:gd name="T180" fmla="*/ 8096 w 8096"/>
                              <a:gd name="T181" fmla="*/ 14546 h 14546"/>
                            </a:gdLst>
                            <a:ahLst/>
                            <a:cxnLst>
                              <a:cxn ang="T120">
                                <a:pos x="T4" y="T5"/>
                              </a:cxn>
                              <a:cxn ang="T121">
                                <a:pos x="T6" y="T7"/>
                              </a:cxn>
                              <a:cxn ang="T122">
                                <a:pos x="T8" y="T9"/>
                              </a:cxn>
                              <a:cxn ang="T123">
                                <a:pos x="T10" y="T11"/>
                              </a:cxn>
                              <a:cxn ang="T124">
                                <a:pos x="T12" y="T13"/>
                              </a:cxn>
                              <a:cxn ang="T125">
                                <a:pos x="T14" y="T15"/>
                              </a:cxn>
                              <a:cxn ang="T126">
                                <a:pos x="T16" y="T17"/>
                              </a:cxn>
                              <a:cxn ang="T127">
                                <a:pos x="T18" y="T19"/>
                              </a:cxn>
                              <a:cxn ang="T128">
                                <a:pos x="T20" y="T21"/>
                              </a:cxn>
                              <a:cxn ang="T129">
                                <a:pos x="T22" y="T23"/>
                              </a:cxn>
                              <a:cxn ang="T130">
                                <a:pos x="T24" y="T25"/>
                              </a:cxn>
                              <a:cxn ang="T131">
                                <a:pos x="T26" y="T27"/>
                              </a:cxn>
                              <a:cxn ang="T132">
                                <a:pos x="T28" y="T29"/>
                              </a:cxn>
                              <a:cxn ang="T133">
                                <a:pos x="T30" y="T31"/>
                              </a:cxn>
                              <a:cxn ang="T134">
                                <a:pos x="T32" y="T33"/>
                              </a:cxn>
                              <a:cxn ang="T135">
                                <a:pos x="T34" y="T35"/>
                              </a:cxn>
                              <a:cxn ang="T136">
                                <a:pos x="T36" y="T37"/>
                              </a:cxn>
                              <a:cxn ang="T137">
                                <a:pos x="T38" y="T39"/>
                              </a:cxn>
                              <a:cxn ang="T138">
                                <a:pos x="T40" y="T41"/>
                              </a:cxn>
                              <a:cxn ang="T139">
                                <a:pos x="T42" y="T43"/>
                              </a:cxn>
                              <a:cxn ang="T140">
                                <a:pos x="T44" y="T45"/>
                              </a:cxn>
                              <a:cxn ang="T141">
                                <a:pos x="T46" y="T47"/>
                              </a:cxn>
                              <a:cxn ang="T142">
                                <a:pos x="T48" y="T49"/>
                              </a:cxn>
                              <a:cxn ang="T143">
                                <a:pos x="T50" y="T51"/>
                              </a:cxn>
                              <a:cxn ang="T144">
                                <a:pos x="T52" y="T53"/>
                              </a:cxn>
                              <a:cxn ang="T145">
                                <a:pos x="T54" y="T55"/>
                              </a:cxn>
                              <a:cxn ang="T146">
                                <a:pos x="T56" y="T57"/>
                              </a:cxn>
                              <a:cxn ang="T147">
                                <a:pos x="T58" y="T59"/>
                              </a:cxn>
                              <a:cxn ang="T148">
                                <a:pos x="T60" y="T61"/>
                              </a:cxn>
                              <a:cxn ang="T149">
                                <a:pos x="T62" y="T63"/>
                              </a:cxn>
                              <a:cxn ang="T150">
                                <a:pos x="T64" y="T65"/>
                              </a:cxn>
                              <a:cxn ang="T151">
                                <a:pos x="T66" y="T67"/>
                              </a:cxn>
                              <a:cxn ang="T152">
                                <a:pos x="T68" y="T69"/>
                              </a:cxn>
                              <a:cxn ang="T153">
                                <a:pos x="T70" y="T71"/>
                              </a:cxn>
                              <a:cxn ang="T154">
                                <a:pos x="T72" y="T73"/>
                              </a:cxn>
                              <a:cxn ang="T155">
                                <a:pos x="T74" y="T75"/>
                              </a:cxn>
                              <a:cxn ang="T156">
                                <a:pos x="T76" y="T77"/>
                              </a:cxn>
                              <a:cxn ang="T157">
                                <a:pos x="T78" y="T79"/>
                              </a:cxn>
                              <a:cxn ang="T158">
                                <a:pos x="T80" y="T81"/>
                              </a:cxn>
                              <a:cxn ang="T159">
                                <a:pos x="T82" y="T83"/>
                              </a:cxn>
                              <a:cxn ang="T160">
                                <a:pos x="T84" y="T85"/>
                              </a:cxn>
                              <a:cxn ang="T161">
                                <a:pos x="T86" y="T87"/>
                              </a:cxn>
                              <a:cxn ang="T162">
                                <a:pos x="T88" y="T89"/>
                              </a:cxn>
                              <a:cxn ang="T163">
                                <a:pos x="T90" y="T91"/>
                              </a:cxn>
                              <a:cxn ang="T164">
                                <a:pos x="T92" y="T93"/>
                              </a:cxn>
                              <a:cxn ang="T165">
                                <a:pos x="T94" y="T95"/>
                              </a:cxn>
                              <a:cxn ang="T166">
                                <a:pos x="T96" y="T97"/>
                              </a:cxn>
                              <a:cxn ang="T167">
                                <a:pos x="T98" y="T99"/>
                              </a:cxn>
                              <a:cxn ang="T168">
                                <a:pos x="T100" y="T101"/>
                              </a:cxn>
                              <a:cxn ang="T169">
                                <a:pos x="T102" y="T103"/>
                              </a:cxn>
                              <a:cxn ang="T170">
                                <a:pos x="T104" y="T105"/>
                              </a:cxn>
                              <a:cxn ang="T171">
                                <a:pos x="T106" y="T107"/>
                              </a:cxn>
                              <a:cxn ang="T172">
                                <a:pos x="T108" y="T109"/>
                              </a:cxn>
                              <a:cxn ang="T173">
                                <a:pos x="T110" y="T111"/>
                              </a:cxn>
                              <a:cxn ang="T174">
                                <a:pos x="T112" y="T113"/>
                              </a:cxn>
                              <a:cxn ang="T175">
                                <a:pos x="T114" y="T115"/>
                              </a:cxn>
                              <a:cxn ang="T176">
                                <a:pos x="T116" y="T117"/>
                              </a:cxn>
                              <a:cxn ang="T177">
                                <a:pos x="T118" y="T119"/>
                              </a:cxn>
                            </a:cxnLst>
                            <a:rect l="T178" t="T179" r="T180" b="T181"/>
                            <a:pathLst>
                              <a:path w="8096" h="14546">
                                <a:moveTo>
                                  <a:pt x="8010" y="14530"/>
                                </a:moveTo>
                                <a:cubicBezTo>
                                  <a:pt x="8010" y="14512"/>
                                  <a:pt x="8010" y="14493"/>
                                  <a:pt x="8010" y="14475"/>
                                </a:cubicBezTo>
                                <a:lnTo>
                                  <a:pt x="7552" y="14392"/>
                                </a:lnTo>
                                <a:cubicBezTo>
                                  <a:pt x="7552" y="14373"/>
                                  <a:pt x="7552" y="14355"/>
                                  <a:pt x="7552" y="14337"/>
                                </a:cubicBez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3C91" w:rsidRDefault="001A3C91" w:rsidP="001A3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71 w 710"/>
                              <a:gd name="T5" fmla="*/ 31 h 1491"/>
                              <a:gd name="T6" fmla="*/ 71 w 710"/>
                              <a:gd name="T7" fmla="*/ 25 h 1491"/>
                              <a:gd name="T8" fmla="*/ 71 w 710"/>
                              <a:gd name="T9" fmla="*/ 19 h 1491"/>
                              <a:gd name="T10" fmla="*/ 71 w 710"/>
                              <a:gd name="T11" fmla="*/ 12 h 1491"/>
                              <a:gd name="T12" fmla="*/ 70 w 710"/>
                              <a:gd name="T13" fmla="*/ 7 h 1491"/>
                              <a:gd name="T14" fmla="*/ 68 w 710"/>
                              <a:gd name="T15" fmla="*/ 5 h 1491"/>
                              <a:gd name="T16" fmla="*/ 64 w 710"/>
                              <a:gd name="T17" fmla="*/ 3 h 1491"/>
                              <a:gd name="T18" fmla="*/ 61 w 710"/>
                              <a:gd name="T19" fmla="*/ 1 h 1491"/>
                              <a:gd name="T20" fmla="*/ 53 w 710"/>
                              <a:gd name="T21" fmla="*/ 0 h 1491"/>
                              <a:gd name="T22" fmla="*/ 41 w 710"/>
                              <a:gd name="T23" fmla="*/ 0 h 1491"/>
                              <a:gd name="T24" fmla="*/ 28 w 710"/>
                              <a:gd name="T25" fmla="*/ 0 h 1491"/>
                              <a:gd name="T26" fmla="*/ 16 w 710"/>
                              <a:gd name="T27" fmla="*/ 0 h 1491"/>
                              <a:gd name="T28" fmla="*/ 9 w 710"/>
                              <a:gd name="T29" fmla="*/ 1 h 1491"/>
                              <a:gd name="T30" fmla="*/ 7 w 710"/>
                              <a:gd name="T31" fmla="*/ 3 h 1491"/>
                              <a:gd name="T32" fmla="*/ 4 w 710"/>
                              <a:gd name="T33" fmla="*/ 5 h 1491"/>
                              <a:gd name="T34" fmla="*/ 2 w 710"/>
                              <a:gd name="T35" fmla="*/ 9 h 1491"/>
                              <a:gd name="T36" fmla="*/ 0 w 710"/>
                              <a:gd name="T37" fmla="*/ 149 h 1491"/>
                              <a:gd name="T38" fmla="*/ 7 w 710"/>
                              <a:gd name="T39" fmla="*/ 146 h 1491"/>
                              <a:gd name="T40" fmla="*/ 13 w 710"/>
                              <a:gd name="T41" fmla="*/ 142 h 1491"/>
                              <a:gd name="T42" fmla="*/ 19 w 710"/>
                              <a:gd name="T43" fmla="*/ 137 h 1491"/>
                              <a:gd name="T44" fmla="*/ 25 w 710"/>
                              <a:gd name="T45" fmla="*/ 132 h 1491"/>
                              <a:gd name="T46" fmla="*/ 30 w 710"/>
                              <a:gd name="T47" fmla="*/ 127 h 1491"/>
                              <a:gd name="T48" fmla="*/ 35 w 710"/>
                              <a:gd name="T49" fmla="*/ 121 h 1491"/>
                              <a:gd name="T50" fmla="*/ 39 w 710"/>
                              <a:gd name="T51" fmla="*/ 115 h 1491"/>
                              <a:gd name="T52" fmla="*/ 44 w 710"/>
                              <a:gd name="T53" fmla="*/ 108 h 1491"/>
                              <a:gd name="T54" fmla="*/ 48 w 710"/>
                              <a:gd name="T55" fmla="*/ 101 h 1491"/>
                              <a:gd name="T56" fmla="*/ 52 w 710"/>
                              <a:gd name="T57" fmla="*/ 93 h 1491"/>
                              <a:gd name="T58" fmla="*/ 55 w 710"/>
                              <a:gd name="T59" fmla="*/ 85 h 1491"/>
                              <a:gd name="T60" fmla="*/ 59 w 710"/>
                              <a:gd name="T61" fmla="*/ 76 h 1491"/>
                              <a:gd name="T62" fmla="*/ 62 w 710"/>
                              <a:gd name="T63" fmla="*/ 66 h 1491"/>
                              <a:gd name="T64" fmla="*/ 65 w 710"/>
                              <a:gd name="T65" fmla="*/ 56 h 1491"/>
                              <a:gd name="T66" fmla="*/ 68 w 710"/>
                              <a:gd name="T67" fmla="*/ 45 h 1491"/>
                              <a:gd name="T68" fmla="*/ 71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1419" y="339"/>
                                </a:moveTo>
                                <a:cubicBezTo>
                                  <a:pt x="1419" y="339"/>
                                  <a:pt x="1419" y="339"/>
                                  <a:pt x="1419" y="339"/>
                                </a:cubicBezTo>
                                <a:lnTo>
                                  <a:pt x="1419" y="249"/>
                                </a:lnTo>
                                <a:cubicBezTo>
                                  <a:pt x="1419" y="249"/>
                                  <a:pt x="1419" y="249"/>
                                  <a:pt x="1419" y="249"/>
                                </a:cubicBez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3C91" w:rsidRDefault="001A3C91" w:rsidP="001A3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71 w 710"/>
                              <a:gd name="T5" fmla="*/ 31 h 1491"/>
                              <a:gd name="T6" fmla="*/ 71 w 710"/>
                              <a:gd name="T7" fmla="*/ 25 h 1491"/>
                              <a:gd name="T8" fmla="*/ 71 w 710"/>
                              <a:gd name="T9" fmla="*/ 19 h 1491"/>
                              <a:gd name="T10" fmla="*/ 71 w 710"/>
                              <a:gd name="T11" fmla="*/ 12 h 1491"/>
                              <a:gd name="T12" fmla="*/ 70 w 710"/>
                              <a:gd name="T13" fmla="*/ 7 h 1491"/>
                              <a:gd name="T14" fmla="*/ 68 w 710"/>
                              <a:gd name="T15" fmla="*/ 5 h 1491"/>
                              <a:gd name="T16" fmla="*/ 64 w 710"/>
                              <a:gd name="T17" fmla="*/ 3 h 1491"/>
                              <a:gd name="T18" fmla="*/ 61 w 710"/>
                              <a:gd name="T19" fmla="*/ 1 h 1491"/>
                              <a:gd name="T20" fmla="*/ 53 w 710"/>
                              <a:gd name="T21" fmla="*/ 0 h 1491"/>
                              <a:gd name="T22" fmla="*/ 41 w 710"/>
                              <a:gd name="T23" fmla="*/ 0 h 1491"/>
                              <a:gd name="T24" fmla="*/ 28 w 710"/>
                              <a:gd name="T25" fmla="*/ 0 h 1491"/>
                              <a:gd name="T26" fmla="*/ 16 w 710"/>
                              <a:gd name="T27" fmla="*/ 0 h 1491"/>
                              <a:gd name="T28" fmla="*/ 9 w 710"/>
                              <a:gd name="T29" fmla="*/ 1 h 1491"/>
                              <a:gd name="T30" fmla="*/ 7 w 710"/>
                              <a:gd name="T31" fmla="*/ 3 h 1491"/>
                              <a:gd name="T32" fmla="*/ 4 w 710"/>
                              <a:gd name="T33" fmla="*/ 5 h 1491"/>
                              <a:gd name="T34" fmla="*/ 2 w 710"/>
                              <a:gd name="T35" fmla="*/ 9 h 1491"/>
                              <a:gd name="T36" fmla="*/ 0 w 710"/>
                              <a:gd name="T37" fmla="*/ 149 h 1491"/>
                              <a:gd name="T38" fmla="*/ 7 w 710"/>
                              <a:gd name="T39" fmla="*/ 146 h 1491"/>
                              <a:gd name="T40" fmla="*/ 13 w 710"/>
                              <a:gd name="T41" fmla="*/ 142 h 1491"/>
                              <a:gd name="T42" fmla="*/ 19 w 710"/>
                              <a:gd name="T43" fmla="*/ 137 h 1491"/>
                              <a:gd name="T44" fmla="*/ 25 w 710"/>
                              <a:gd name="T45" fmla="*/ 132 h 1491"/>
                              <a:gd name="T46" fmla="*/ 30 w 710"/>
                              <a:gd name="T47" fmla="*/ 127 h 1491"/>
                              <a:gd name="T48" fmla="*/ 35 w 710"/>
                              <a:gd name="T49" fmla="*/ 121 h 1491"/>
                              <a:gd name="T50" fmla="*/ 39 w 710"/>
                              <a:gd name="T51" fmla="*/ 115 h 1491"/>
                              <a:gd name="T52" fmla="*/ 44 w 710"/>
                              <a:gd name="T53" fmla="*/ 108 h 1491"/>
                              <a:gd name="T54" fmla="*/ 48 w 710"/>
                              <a:gd name="T55" fmla="*/ 101 h 1491"/>
                              <a:gd name="T56" fmla="*/ 52 w 710"/>
                              <a:gd name="T57" fmla="*/ 93 h 1491"/>
                              <a:gd name="T58" fmla="*/ 55 w 710"/>
                              <a:gd name="T59" fmla="*/ 85 h 1491"/>
                              <a:gd name="T60" fmla="*/ 59 w 710"/>
                              <a:gd name="T61" fmla="*/ 76 h 1491"/>
                              <a:gd name="T62" fmla="*/ 62 w 710"/>
                              <a:gd name="T63" fmla="*/ 66 h 1491"/>
                              <a:gd name="T64" fmla="*/ 65 w 710"/>
                              <a:gd name="T65" fmla="*/ 56 h 1491"/>
                              <a:gd name="T66" fmla="*/ 68 w 710"/>
                              <a:gd name="T67" fmla="*/ 45 h 1491"/>
                              <a:gd name="T68" fmla="*/ 71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1419" y="339"/>
                                </a:moveTo>
                                <a:cubicBezTo>
                                  <a:pt x="1419" y="339"/>
                                  <a:pt x="1419" y="339"/>
                                  <a:pt x="1419" y="339"/>
                                </a:cubicBezTo>
                                <a:lnTo>
                                  <a:pt x="1419" y="249"/>
                                </a:lnTo>
                                <a:cubicBezTo>
                                  <a:pt x="1419" y="249"/>
                                  <a:pt x="1419" y="249"/>
                                  <a:pt x="1419" y="249"/>
                                </a:cubicBez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3C91" w:rsidRDefault="001A3C91" w:rsidP="001A3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0 w 710"/>
                              <a:gd name="T5" fmla="*/ 31 h 1491"/>
                              <a:gd name="T6" fmla="*/ 0 w 710"/>
                              <a:gd name="T7" fmla="*/ 25 h 1491"/>
                              <a:gd name="T8" fmla="*/ 0 w 710"/>
                              <a:gd name="T9" fmla="*/ 19 h 1491"/>
                              <a:gd name="T10" fmla="*/ 0 w 710"/>
                              <a:gd name="T11" fmla="*/ 12 h 1491"/>
                              <a:gd name="T12" fmla="*/ 1 w 710"/>
                              <a:gd name="T13" fmla="*/ 7 h 1491"/>
                              <a:gd name="T14" fmla="*/ 4 w 710"/>
                              <a:gd name="T15" fmla="*/ 5 h 1491"/>
                              <a:gd name="T16" fmla="*/ 7 w 710"/>
                              <a:gd name="T17" fmla="*/ 3 h 1491"/>
                              <a:gd name="T18" fmla="*/ 10 w 710"/>
                              <a:gd name="T19" fmla="*/ 1 h 1491"/>
                              <a:gd name="T20" fmla="*/ 18 w 710"/>
                              <a:gd name="T21" fmla="*/ 0 h 1491"/>
                              <a:gd name="T22" fmla="*/ 30 w 710"/>
                              <a:gd name="T23" fmla="*/ 0 h 1491"/>
                              <a:gd name="T24" fmla="*/ 43 w 710"/>
                              <a:gd name="T25" fmla="*/ 0 h 1491"/>
                              <a:gd name="T26" fmla="*/ 55 w 710"/>
                              <a:gd name="T27" fmla="*/ 0 h 1491"/>
                              <a:gd name="T28" fmla="*/ 62 w 710"/>
                              <a:gd name="T29" fmla="*/ 1 h 1491"/>
                              <a:gd name="T30" fmla="*/ 64 w 710"/>
                              <a:gd name="T31" fmla="*/ 3 h 1491"/>
                              <a:gd name="T32" fmla="*/ 67 w 710"/>
                              <a:gd name="T33" fmla="*/ 5 h 1491"/>
                              <a:gd name="T34" fmla="*/ 69 w 710"/>
                              <a:gd name="T35" fmla="*/ 9 h 1491"/>
                              <a:gd name="T36" fmla="*/ 71 w 710"/>
                              <a:gd name="T37" fmla="*/ 149 h 1491"/>
                              <a:gd name="T38" fmla="*/ 64 w 710"/>
                              <a:gd name="T39" fmla="*/ 146 h 1491"/>
                              <a:gd name="T40" fmla="*/ 58 w 710"/>
                              <a:gd name="T41" fmla="*/ 142 h 1491"/>
                              <a:gd name="T42" fmla="*/ 52 w 710"/>
                              <a:gd name="T43" fmla="*/ 137 h 1491"/>
                              <a:gd name="T44" fmla="*/ 46 w 710"/>
                              <a:gd name="T45" fmla="*/ 132 h 1491"/>
                              <a:gd name="T46" fmla="*/ 41 w 710"/>
                              <a:gd name="T47" fmla="*/ 127 h 1491"/>
                              <a:gd name="T48" fmla="*/ 36 w 710"/>
                              <a:gd name="T49" fmla="*/ 121 h 1491"/>
                              <a:gd name="T50" fmla="*/ 32 w 710"/>
                              <a:gd name="T51" fmla="*/ 115 h 1491"/>
                              <a:gd name="T52" fmla="*/ 27 w 710"/>
                              <a:gd name="T53" fmla="*/ 108 h 1491"/>
                              <a:gd name="T54" fmla="*/ 23 w 710"/>
                              <a:gd name="T55" fmla="*/ 101 h 1491"/>
                              <a:gd name="T56" fmla="*/ 20 w 710"/>
                              <a:gd name="T57" fmla="*/ 93 h 1491"/>
                              <a:gd name="T58" fmla="*/ 16 w 710"/>
                              <a:gd name="T59" fmla="*/ 85 h 1491"/>
                              <a:gd name="T60" fmla="*/ 12 w 710"/>
                              <a:gd name="T61" fmla="*/ 76 h 1491"/>
                              <a:gd name="T62" fmla="*/ 9 w 710"/>
                              <a:gd name="T63" fmla="*/ 66 h 1491"/>
                              <a:gd name="T64" fmla="*/ 6 w 710"/>
                              <a:gd name="T65" fmla="*/ 56 h 1491"/>
                              <a:gd name="T66" fmla="*/ 3 w 710"/>
                              <a:gd name="T67" fmla="*/ 45 h 1491"/>
                              <a:gd name="T68" fmla="*/ 0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0" y="340"/>
                                </a:moveTo>
                                <a:cubicBezTo>
                                  <a:pt x="0" y="339"/>
                                  <a:pt x="0" y="339"/>
                                  <a:pt x="0" y="339"/>
                                </a:cubicBezTo>
                                <a:lnTo>
                                  <a:pt x="0" y="250"/>
                                </a:lnTo>
                                <a:cubicBezTo>
                                  <a:pt x="0" y="249"/>
                                  <a:pt x="0" y="249"/>
                                  <a:pt x="0" y="249"/>
                                </a:cubicBez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3C91" w:rsidRDefault="001A3C91" w:rsidP="001A3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0 w 710"/>
                              <a:gd name="T5" fmla="*/ 31 h 1491"/>
                              <a:gd name="T6" fmla="*/ 0 w 710"/>
                              <a:gd name="T7" fmla="*/ 25 h 1491"/>
                              <a:gd name="T8" fmla="*/ 0 w 710"/>
                              <a:gd name="T9" fmla="*/ 19 h 1491"/>
                              <a:gd name="T10" fmla="*/ 0 w 710"/>
                              <a:gd name="T11" fmla="*/ 12 h 1491"/>
                              <a:gd name="T12" fmla="*/ 1 w 710"/>
                              <a:gd name="T13" fmla="*/ 7 h 1491"/>
                              <a:gd name="T14" fmla="*/ 4 w 710"/>
                              <a:gd name="T15" fmla="*/ 5 h 1491"/>
                              <a:gd name="T16" fmla="*/ 7 w 710"/>
                              <a:gd name="T17" fmla="*/ 3 h 1491"/>
                              <a:gd name="T18" fmla="*/ 10 w 710"/>
                              <a:gd name="T19" fmla="*/ 1 h 1491"/>
                              <a:gd name="T20" fmla="*/ 18 w 710"/>
                              <a:gd name="T21" fmla="*/ 0 h 1491"/>
                              <a:gd name="T22" fmla="*/ 30 w 710"/>
                              <a:gd name="T23" fmla="*/ 0 h 1491"/>
                              <a:gd name="T24" fmla="*/ 43 w 710"/>
                              <a:gd name="T25" fmla="*/ 0 h 1491"/>
                              <a:gd name="T26" fmla="*/ 55 w 710"/>
                              <a:gd name="T27" fmla="*/ 0 h 1491"/>
                              <a:gd name="T28" fmla="*/ 62 w 710"/>
                              <a:gd name="T29" fmla="*/ 1 h 1491"/>
                              <a:gd name="T30" fmla="*/ 64 w 710"/>
                              <a:gd name="T31" fmla="*/ 3 h 1491"/>
                              <a:gd name="T32" fmla="*/ 67 w 710"/>
                              <a:gd name="T33" fmla="*/ 5 h 1491"/>
                              <a:gd name="T34" fmla="*/ 69 w 710"/>
                              <a:gd name="T35" fmla="*/ 9 h 1491"/>
                              <a:gd name="T36" fmla="*/ 71 w 710"/>
                              <a:gd name="T37" fmla="*/ 149 h 1491"/>
                              <a:gd name="T38" fmla="*/ 64 w 710"/>
                              <a:gd name="T39" fmla="*/ 146 h 1491"/>
                              <a:gd name="T40" fmla="*/ 58 w 710"/>
                              <a:gd name="T41" fmla="*/ 142 h 1491"/>
                              <a:gd name="T42" fmla="*/ 52 w 710"/>
                              <a:gd name="T43" fmla="*/ 137 h 1491"/>
                              <a:gd name="T44" fmla="*/ 46 w 710"/>
                              <a:gd name="T45" fmla="*/ 132 h 1491"/>
                              <a:gd name="T46" fmla="*/ 41 w 710"/>
                              <a:gd name="T47" fmla="*/ 127 h 1491"/>
                              <a:gd name="T48" fmla="*/ 36 w 710"/>
                              <a:gd name="T49" fmla="*/ 121 h 1491"/>
                              <a:gd name="T50" fmla="*/ 32 w 710"/>
                              <a:gd name="T51" fmla="*/ 115 h 1491"/>
                              <a:gd name="T52" fmla="*/ 27 w 710"/>
                              <a:gd name="T53" fmla="*/ 108 h 1491"/>
                              <a:gd name="T54" fmla="*/ 23 w 710"/>
                              <a:gd name="T55" fmla="*/ 101 h 1491"/>
                              <a:gd name="T56" fmla="*/ 20 w 710"/>
                              <a:gd name="T57" fmla="*/ 93 h 1491"/>
                              <a:gd name="T58" fmla="*/ 16 w 710"/>
                              <a:gd name="T59" fmla="*/ 85 h 1491"/>
                              <a:gd name="T60" fmla="*/ 12 w 710"/>
                              <a:gd name="T61" fmla="*/ 76 h 1491"/>
                              <a:gd name="T62" fmla="*/ 9 w 710"/>
                              <a:gd name="T63" fmla="*/ 66 h 1491"/>
                              <a:gd name="T64" fmla="*/ 6 w 710"/>
                              <a:gd name="T65" fmla="*/ 56 h 1491"/>
                              <a:gd name="T66" fmla="*/ 3 w 710"/>
                              <a:gd name="T67" fmla="*/ 45 h 1491"/>
                              <a:gd name="T68" fmla="*/ 0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0" y="340"/>
                                </a:moveTo>
                                <a:cubicBezTo>
                                  <a:pt x="0" y="339"/>
                                  <a:pt x="0" y="339"/>
                                  <a:pt x="0" y="339"/>
                                </a:cubicBezTo>
                                <a:lnTo>
                                  <a:pt x="0" y="250"/>
                                </a:lnTo>
                                <a:cubicBezTo>
                                  <a:pt x="0" y="249"/>
                                  <a:pt x="0" y="249"/>
                                  <a:pt x="0" y="249"/>
                                </a:cubicBez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3C91" w:rsidRDefault="001A3C91" w:rsidP="001A3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53 w 1740"/>
                              <a:gd name="T5" fmla="*/ 232 h 2349"/>
                              <a:gd name="T6" fmla="*/ 160 w 1740"/>
                              <a:gd name="T7" fmla="*/ 231 h 2349"/>
                              <a:gd name="T8" fmla="*/ 164 w 1740"/>
                              <a:gd name="T9" fmla="*/ 229 h 2349"/>
                              <a:gd name="T10" fmla="*/ 166 w 1740"/>
                              <a:gd name="T11" fmla="*/ 228 h 2349"/>
                              <a:gd name="T12" fmla="*/ 167 w 1740"/>
                              <a:gd name="T13" fmla="*/ 227 h 2349"/>
                              <a:gd name="T14" fmla="*/ 169 w 1740"/>
                              <a:gd name="T15" fmla="*/ 225 h 2349"/>
                              <a:gd name="T16" fmla="*/ 170 w 1740"/>
                              <a:gd name="T17" fmla="*/ 224 h 2349"/>
                              <a:gd name="T18" fmla="*/ 171 w 1740"/>
                              <a:gd name="T19" fmla="*/ 221 h 2349"/>
                              <a:gd name="T20" fmla="*/ 173 w 1740"/>
                              <a:gd name="T21" fmla="*/ 216 h 2349"/>
                              <a:gd name="T22" fmla="*/ 174 w 1740"/>
                              <a:gd name="T23" fmla="*/ 16 h 2349"/>
                              <a:gd name="T24" fmla="*/ 171 w 1740"/>
                              <a:gd name="T25" fmla="*/ 12 h 2349"/>
                              <a:gd name="T26" fmla="*/ 168 w 1740"/>
                              <a:gd name="T27" fmla="*/ 8 h 2349"/>
                              <a:gd name="T28" fmla="*/ 164 w 1740"/>
                              <a:gd name="T29" fmla="*/ 4 h 2349"/>
                              <a:gd name="T30" fmla="*/ 160 w 1740"/>
                              <a:gd name="T31" fmla="*/ 0 h 2349"/>
                              <a:gd name="T32" fmla="*/ 151 w 1740"/>
                              <a:gd name="T33" fmla="*/ 0 h 2349"/>
                              <a:gd name="T34" fmla="*/ 142 w 1740"/>
                              <a:gd name="T35" fmla="*/ 0 h 2349"/>
                              <a:gd name="T36" fmla="*/ 133 w 1740"/>
                              <a:gd name="T37" fmla="*/ 0 h 2349"/>
                              <a:gd name="T38" fmla="*/ 124 w 1740"/>
                              <a:gd name="T39" fmla="*/ 0 h 2349"/>
                              <a:gd name="T40" fmla="*/ 121 w 1740"/>
                              <a:gd name="T41" fmla="*/ 8 h 2349"/>
                              <a:gd name="T42" fmla="*/ 117 w 1740"/>
                              <a:gd name="T43" fmla="*/ 16 h 2349"/>
                              <a:gd name="T44" fmla="*/ 114 w 1740"/>
                              <a:gd name="T45" fmla="*/ 24 h 2349"/>
                              <a:gd name="T46" fmla="*/ 110 w 1740"/>
                              <a:gd name="T47" fmla="*/ 31 h 2349"/>
                              <a:gd name="T48" fmla="*/ 105 w 1740"/>
                              <a:gd name="T49" fmla="*/ 40 h 2349"/>
                              <a:gd name="T50" fmla="*/ 100 w 1740"/>
                              <a:gd name="T51" fmla="*/ 48 h 2349"/>
                              <a:gd name="T52" fmla="*/ 94 w 1740"/>
                              <a:gd name="T53" fmla="*/ 55 h 2349"/>
                              <a:gd name="T54" fmla="*/ 89 w 1740"/>
                              <a:gd name="T55" fmla="*/ 62 h 2349"/>
                              <a:gd name="T56" fmla="*/ 84 w 1740"/>
                              <a:gd name="T57" fmla="*/ 68 h 2349"/>
                              <a:gd name="T58" fmla="*/ 78 w 1740"/>
                              <a:gd name="T59" fmla="*/ 74 h 2349"/>
                              <a:gd name="T60" fmla="*/ 72 w 1740"/>
                              <a:gd name="T61" fmla="*/ 79 h 2349"/>
                              <a:gd name="T62" fmla="*/ 66 w 1740"/>
                              <a:gd name="T63" fmla="*/ 84 h 2349"/>
                              <a:gd name="T64" fmla="*/ 60 w 1740"/>
                              <a:gd name="T65" fmla="*/ 89 h 2349"/>
                              <a:gd name="T66" fmla="*/ 53 w 1740"/>
                              <a:gd name="T67" fmla="*/ 93 h 2349"/>
                              <a:gd name="T68" fmla="*/ 45 w 1740"/>
                              <a:gd name="T69" fmla="*/ 97 h 2349"/>
                              <a:gd name="T70" fmla="*/ 37 w 1740"/>
                              <a:gd name="T71" fmla="*/ 100 h 2349"/>
                              <a:gd name="T72" fmla="*/ 29 w 1740"/>
                              <a:gd name="T73" fmla="*/ 103 h 2349"/>
                              <a:gd name="T74" fmla="*/ 20 w 1740"/>
                              <a:gd name="T75" fmla="*/ 106 h 2349"/>
                              <a:gd name="T76" fmla="*/ 10 w 1740"/>
                              <a:gd name="T77" fmla="*/ 109 h 2349"/>
                              <a:gd name="T78" fmla="*/ 0 w 1740"/>
                              <a:gd name="T79" fmla="*/ 111 h 2349"/>
                              <a:gd name="T80" fmla="*/ 3 w 1740"/>
                              <a:gd name="T81" fmla="*/ 122 h 2349"/>
                              <a:gd name="T82" fmla="*/ 6 w 1740"/>
                              <a:gd name="T83" fmla="*/ 133 h 2349"/>
                              <a:gd name="T84" fmla="*/ 8 w 1740"/>
                              <a:gd name="T85" fmla="*/ 145 h 2349"/>
                              <a:gd name="T86" fmla="*/ 10 w 1740"/>
                              <a:gd name="T87" fmla="*/ 159 h 2349"/>
                              <a:gd name="T88" fmla="*/ 11 w 1740"/>
                              <a:gd name="T89" fmla="*/ 166 h 2349"/>
                              <a:gd name="T90" fmla="*/ 12 w 1740"/>
                              <a:gd name="T91" fmla="*/ 174 h 2349"/>
                              <a:gd name="T92" fmla="*/ 12 w 1740"/>
                              <a:gd name="T93" fmla="*/ 183 h 2349"/>
                              <a:gd name="T94" fmla="*/ 12 w 1740"/>
                              <a:gd name="T95" fmla="*/ 192 h 2349"/>
                              <a:gd name="T96" fmla="*/ 12 w 1740"/>
                              <a:gd name="T97" fmla="*/ 201 h 2349"/>
                              <a:gd name="T98" fmla="*/ 12 w 1740"/>
                              <a:gd name="T99" fmla="*/ 212 h 2349"/>
                              <a:gd name="T100" fmla="*/ 12 w 1740"/>
                              <a:gd name="T101" fmla="*/ 223 h 2349"/>
                              <a:gd name="T102" fmla="*/ 11 w 1740"/>
                              <a:gd name="T103" fmla="*/ 234 h 2349"/>
                              <a:gd name="T104" fmla="*/ 44 w 1740"/>
                              <a:gd name="T105" fmla="*/ 235 h 2349"/>
                              <a:gd name="T106" fmla="*/ 79 w 1740"/>
                              <a:gd name="T107" fmla="*/ 235 h 2349"/>
                              <a:gd name="T108" fmla="*/ 97 w 1740"/>
                              <a:gd name="T109" fmla="*/ 235 h 2349"/>
                              <a:gd name="T110" fmla="*/ 115 w 1740"/>
                              <a:gd name="T111" fmla="*/ 235 h 2349"/>
                              <a:gd name="T112" fmla="*/ 132 w 1740"/>
                              <a:gd name="T113" fmla="*/ 234 h 2349"/>
                              <a:gd name="T114" fmla="*/ 148 w 1740"/>
                              <a:gd name="T115" fmla="*/ 233 h 2349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w 1740"/>
                              <a:gd name="T173" fmla="*/ 0 h 2349"/>
                              <a:gd name="T174" fmla="*/ 1740 w 1740"/>
                              <a:gd name="T175" fmla="*/ 2349 h 2349"/>
                            </a:gdLst>
                            <a:ahLst/>
                            <a:cxnLst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  <a:cxn ang="T171">
                                <a:pos x="T114" y="T115"/>
                              </a:cxn>
                            </a:cxnLst>
                            <a:rect l="T172" t="T173" r="T174" b="T175"/>
                            <a:pathLst>
                              <a:path w="1740" h="2349">
                                <a:moveTo>
                                  <a:pt x="3009" y="2329"/>
                                </a:moveTo>
                                <a:cubicBezTo>
                                  <a:pt x="3009" y="2328"/>
                                  <a:pt x="3009" y="2328"/>
                                  <a:pt x="3009" y="2327"/>
                                </a:cubicBezTo>
                                <a:lnTo>
                                  <a:pt x="3214" y="2303"/>
                                </a:lnTo>
                                <a:cubicBezTo>
                                  <a:pt x="3214" y="2303"/>
                                  <a:pt x="3214" y="2303"/>
                                  <a:pt x="3214" y="2302"/>
                                </a:cubicBez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3C91" w:rsidRDefault="001A3C91" w:rsidP="001A3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53 w 1740"/>
                              <a:gd name="T5" fmla="*/ 232 h 2349"/>
                              <a:gd name="T6" fmla="*/ 160 w 1740"/>
                              <a:gd name="T7" fmla="*/ 231 h 2349"/>
                              <a:gd name="T8" fmla="*/ 164 w 1740"/>
                              <a:gd name="T9" fmla="*/ 229 h 2349"/>
                              <a:gd name="T10" fmla="*/ 166 w 1740"/>
                              <a:gd name="T11" fmla="*/ 228 h 2349"/>
                              <a:gd name="T12" fmla="*/ 167 w 1740"/>
                              <a:gd name="T13" fmla="*/ 227 h 2349"/>
                              <a:gd name="T14" fmla="*/ 169 w 1740"/>
                              <a:gd name="T15" fmla="*/ 225 h 2349"/>
                              <a:gd name="T16" fmla="*/ 170 w 1740"/>
                              <a:gd name="T17" fmla="*/ 224 h 2349"/>
                              <a:gd name="T18" fmla="*/ 171 w 1740"/>
                              <a:gd name="T19" fmla="*/ 221 h 2349"/>
                              <a:gd name="T20" fmla="*/ 173 w 1740"/>
                              <a:gd name="T21" fmla="*/ 216 h 2349"/>
                              <a:gd name="T22" fmla="*/ 174 w 1740"/>
                              <a:gd name="T23" fmla="*/ 16 h 2349"/>
                              <a:gd name="T24" fmla="*/ 171 w 1740"/>
                              <a:gd name="T25" fmla="*/ 12 h 2349"/>
                              <a:gd name="T26" fmla="*/ 168 w 1740"/>
                              <a:gd name="T27" fmla="*/ 8 h 2349"/>
                              <a:gd name="T28" fmla="*/ 164 w 1740"/>
                              <a:gd name="T29" fmla="*/ 4 h 2349"/>
                              <a:gd name="T30" fmla="*/ 160 w 1740"/>
                              <a:gd name="T31" fmla="*/ 0 h 2349"/>
                              <a:gd name="T32" fmla="*/ 151 w 1740"/>
                              <a:gd name="T33" fmla="*/ 0 h 2349"/>
                              <a:gd name="T34" fmla="*/ 142 w 1740"/>
                              <a:gd name="T35" fmla="*/ 0 h 2349"/>
                              <a:gd name="T36" fmla="*/ 133 w 1740"/>
                              <a:gd name="T37" fmla="*/ 0 h 2349"/>
                              <a:gd name="T38" fmla="*/ 124 w 1740"/>
                              <a:gd name="T39" fmla="*/ 0 h 2349"/>
                              <a:gd name="T40" fmla="*/ 121 w 1740"/>
                              <a:gd name="T41" fmla="*/ 8 h 2349"/>
                              <a:gd name="T42" fmla="*/ 117 w 1740"/>
                              <a:gd name="T43" fmla="*/ 16 h 2349"/>
                              <a:gd name="T44" fmla="*/ 114 w 1740"/>
                              <a:gd name="T45" fmla="*/ 24 h 2349"/>
                              <a:gd name="T46" fmla="*/ 110 w 1740"/>
                              <a:gd name="T47" fmla="*/ 31 h 2349"/>
                              <a:gd name="T48" fmla="*/ 105 w 1740"/>
                              <a:gd name="T49" fmla="*/ 40 h 2349"/>
                              <a:gd name="T50" fmla="*/ 100 w 1740"/>
                              <a:gd name="T51" fmla="*/ 48 h 2349"/>
                              <a:gd name="T52" fmla="*/ 94 w 1740"/>
                              <a:gd name="T53" fmla="*/ 55 h 2349"/>
                              <a:gd name="T54" fmla="*/ 89 w 1740"/>
                              <a:gd name="T55" fmla="*/ 62 h 2349"/>
                              <a:gd name="T56" fmla="*/ 84 w 1740"/>
                              <a:gd name="T57" fmla="*/ 68 h 2349"/>
                              <a:gd name="T58" fmla="*/ 78 w 1740"/>
                              <a:gd name="T59" fmla="*/ 74 h 2349"/>
                              <a:gd name="T60" fmla="*/ 72 w 1740"/>
                              <a:gd name="T61" fmla="*/ 79 h 2349"/>
                              <a:gd name="T62" fmla="*/ 66 w 1740"/>
                              <a:gd name="T63" fmla="*/ 84 h 2349"/>
                              <a:gd name="T64" fmla="*/ 60 w 1740"/>
                              <a:gd name="T65" fmla="*/ 89 h 2349"/>
                              <a:gd name="T66" fmla="*/ 53 w 1740"/>
                              <a:gd name="T67" fmla="*/ 93 h 2349"/>
                              <a:gd name="T68" fmla="*/ 45 w 1740"/>
                              <a:gd name="T69" fmla="*/ 97 h 2349"/>
                              <a:gd name="T70" fmla="*/ 37 w 1740"/>
                              <a:gd name="T71" fmla="*/ 100 h 2349"/>
                              <a:gd name="T72" fmla="*/ 29 w 1740"/>
                              <a:gd name="T73" fmla="*/ 103 h 2349"/>
                              <a:gd name="T74" fmla="*/ 20 w 1740"/>
                              <a:gd name="T75" fmla="*/ 106 h 2349"/>
                              <a:gd name="T76" fmla="*/ 10 w 1740"/>
                              <a:gd name="T77" fmla="*/ 109 h 2349"/>
                              <a:gd name="T78" fmla="*/ 0 w 1740"/>
                              <a:gd name="T79" fmla="*/ 111 h 2349"/>
                              <a:gd name="T80" fmla="*/ 3 w 1740"/>
                              <a:gd name="T81" fmla="*/ 122 h 2349"/>
                              <a:gd name="T82" fmla="*/ 6 w 1740"/>
                              <a:gd name="T83" fmla="*/ 133 h 2349"/>
                              <a:gd name="T84" fmla="*/ 8 w 1740"/>
                              <a:gd name="T85" fmla="*/ 145 h 2349"/>
                              <a:gd name="T86" fmla="*/ 10 w 1740"/>
                              <a:gd name="T87" fmla="*/ 159 h 2349"/>
                              <a:gd name="T88" fmla="*/ 11 w 1740"/>
                              <a:gd name="T89" fmla="*/ 166 h 2349"/>
                              <a:gd name="T90" fmla="*/ 12 w 1740"/>
                              <a:gd name="T91" fmla="*/ 174 h 2349"/>
                              <a:gd name="T92" fmla="*/ 12 w 1740"/>
                              <a:gd name="T93" fmla="*/ 183 h 2349"/>
                              <a:gd name="T94" fmla="*/ 12 w 1740"/>
                              <a:gd name="T95" fmla="*/ 192 h 2349"/>
                              <a:gd name="T96" fmla="*/ 12 w 1740"/>
                              <a:gd name="T97" fmla="*/ 201 h 2349"/>
                              <a:gd name="T98" fmla="*/ 12 w 1740"/>
                              <a:gd name="T99" fmla="*/ 212 h 2349"/>
                              <a:gd name="T100" fmla="*/ 12 w 1740"/>
                              <a:gd name="T101" fmla="*/ 223 h 2349"/>
                              <a:gd name="T102" fmla="*/ 11 w 1740"/>
                              <a:gd name="T103" fmla="*/ 234 h 2349"/>
                              <a:gd name="T104" fmla="*/ 44 w 1740"/>
                              <a:gd name="T105" fmla="*/ 235 h 2349"/>
                              <a:gd name="T106" fmla="*/ 79 w 1740"/>
                              <a:gd name="T107" fmla="*/ 235 h 2349"/>
                              <a:gd name="T108" fmla="*/ 97 w 1740"/>
                              <a:gd name="T109" fmla="*/ 235 h 2349"/>
                              <a:gd name="T110" fmla="*/ 115 w 1740"/>
                              <a:gd name="T111" fmla="*/ 235 h 2349"/>
                              <a:gd name="T112" fmla="*/ 132 w 1740"/>
                              <a:gd name="T113" fmla="*/ 234 h 2349"/>
                              <a:gd name="T114" fmla="*/ 148 w 1740"/>
                              <a:gd name="T115" fmla="*/ 233 h 2349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w 1740"/>
                              <a:gd name="T173" fmla="*/ 0 h 2349"/>
                              <a:gd name="T174" fmla="*/ 1740 w 1740"/>
                              <a:gd name="T175" fmla="*/ 2349 h 2349"/>
                            </a:gdLst>
                            <a:ahLst/>
                            <a:cxnLst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  <a:cxn ang="T171">
                                <a:pos x="T114" y="T115"/>
                              </a:cxn>
                            </a:cxnLst>
                            <a:rect l="T172" t="T173" r="T174" b="T175"/>
                            <a:pathLst>
                              <a:path w="1740" h="2349">
                                <a:moveTo>
                                  <a:pt x="3009" y="2329"/>
                                </a:moveTo>
                                <a:cubicBezTo>
                                  <a:pt x="3009" y="2328"/>
                                  <a:pt x="3009" y="2328"/>
                                  <a:pt x="3009" y="2327"/>
                                </a:cubicBezTo>
                                <a:lnTo>
                                  <a:pt x="3214" y="2303"/>
                                </a:lnTo>
                                <a:cubicBezTo>
                                  <a:pt x="3214" y="2303"/>
                                  <a:pt x="3214" y="2303"/>
                                  <a:pt x="3214" y="2302"/>
                                </a:cubicBez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3C91" w:rsidRDefault="001A3C91" w:rsidP="001A3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1 w 1740"/>
                              <a:gd name="T5" fmla="*/ 232 h 2349"/>
                              <a:gd name="T6" fmla="*/ 14 w 1740"/>
                              <a:gd name="T7" fmla="*/ 231 h 2349"/>
                              <a:gd name="T8" fmla="*/ 10 w 1740"/>
                              <a:gd name="T9" fmla="*/ 229 h 2349"/>
                              <a:gd name="T10" fmla="*/ 8 w 1740"/>
                              <a:gd name="T11" fmla="*/ 228 h 2349"/>
                              <a:gd name="T12" fmla="*/ 7 w 1740"/>
                              <a:gd name="T13" fmla="*/ 227 h 2349"/>
                              <a:gd name="T14" fmla="*/ 5 w 1740"/>
                              <a:gd name="T15" fmla="*/ 225 h 2349"/>
                              <a:gd name="T16" fmla="*/ 4 w 1740"/>
                              <a:gd name="T17" fmla="*/ 224 h 2349"/>
                              <a:gd name="T18" fmla="*/ 3 w 1740"/>
                              <a:gd name="T19" fmla="*/ 221 h 2349"/>
                              <a:gd name="T20" fmla="*/ 1 w 1740"/>
                              <a:gd name="T21" fmla="*/ 216 h 2349"/>
                              <a:gd name="T22" fmla="*/ 0 w 1740"/>
                              <a:gd name="T23" fmla="*/ 16 h 2349"/>
                              <a:gd name="T24" fmla="*/ 3 w 1740"/>
                              <a:gd name="T25" fmla="*/ 12 h 2349"/>
                              <a:gd name="T26" fmla="*/ 6 w 1740"/>
                              <a:gd name="T27" fmla="*/ 8 h 2349"/>
                              <a:gd name="T28" fmla="*/ 10 w 1740"/>
                              <a:gd name="T29" fmla="*/ 4 h 2349"/>
                              <a:gd name="T30" fmla="*/ 12 w 1740"/>
                              <a:gd name="T31" fmla="*/ 2 h 2349"/>
                              <a:gd name="T32" fmla="*/ 14 w 1740"/>
                              <a:gd name="T33" fmla="*/ 0 h 2349"/>
                              <a:gd name="T34" fmla="*/ 23 w 1740"/>
                              <a:gd name="T35" fmla="*/ 0 h 2349"/>
                              <a:gd name="T36" fmla="*/ 32 w 1740"/>
                              <a:gd name="T37" fmla="*/ 0 h 2349"/>
                              <a:gd name="T38" fmla="*/ 41 w 1740"/>
                              <a:gd name="T39" fmla="*/ 0 h 2349"/>
                              <a:gd name="T40" fmla="*/ 50 w 1740"/>
                              <a:gd name="T41" fmla="*/ 0 h 2349"/>
                              <a:gd name="T42" fmla="*/ 54 w 1740"/>
                              <a:gd name="T43" fmla="*/ 8 h 2349"/>
                              <a:gd name="T44" fmla="*/ 57 w 1740"/>
                              <a:gd name="T45" fmla="*/ 16 h 2349"/>
                              <a:gd name="T46" fmla="*/ 61 w 1740"/>
                              <a:gd name="T47" fmla="*/ 24 h 2349"/>
                              <a:gd name="T48" fmla="*/ 64 w 1740"/>
                              <a:gd name="T49" fmla="*/ 31 h 2349"/>
                              <a:gd name="T50" fmla="*/ 69 w 1740"/>
                              <a:gd name="T51" fmla="*/ 40 h 2349"/>
                              <a:gd name="T52" fmla="*/ 74 w 1740"/>
                              <a:gd name="T53" fmla="*/ 48 h 2349"/>
                              <a:gd name="T54" fmla="*/ 80 w 1740"/>
                              <a:gd name="T55" fmla="*/ 55 h 2349"/>
                              <a:gd name="T56" fmla="*/ 85 w 1740"/>
                              <a:gd name="T57" fmla="*/ 62 h 2349"/>
                              <a:gd name="T58" fmla="*/ 90 w 1740"/>
                              <a:gd name="T59" fmla="*/ 68 h 2349"/>
                              <a:gd name="T60" fmla="*/ 96 w 1740"/>
                              <a:gd name="T61" fmla="*/ 74 h 2349"/>
                              <a:gd name="T62" fmla="*/ 102 w 1740"/>
                              <a:gd name="T63" fmla="*/ 79 h 2349"/>
                              <a:gd name="T64" fmla="*/ 108 w 1740"/>
                              <a:gd name="T65" fmla="*/ 84 h 2349"/>
                              <a:gd name="T66" fmla="*/ 114 w 1740"/>
                              <a:gd name="T67" fmla="*/ 89 h 2349"/>
                              <a:gd name="T68" fmla="*/ 121 w 1740"/>
                              <a:gd name="T69" fmla="*/ 93 h 2349"/>
                              <a:gd name="T70" fmla="*/ 129 w 1740"/>
                              <a:gd name="T71" fmla="*/ 97 h 2349"/>
                              <a:gd name="T72" fmla="*/ 137 w 1740"/>
                              <a:gd name="T73" fmla="*/ 100 h 2349"/>
                              <a:gd name="T74" fmla="*/ 145 w 1740"/>
                              <a:gd name="T75" fmla="*/ 104 h 2349"/>
                              <a:gd name="T76" fmla="*/ 154 w 1740"/>
                              <a:gd name="T77" fmla="*/ 106 h 2349"/>
                              <a:gd name="T78" fmla="*/ 164 w 1740"/>
                              <a:gd name="T79" fmla="*/ 109 h 2349"/>
                              <a:gd name="T80" fmla="*/ 174 w 1740"/>
                              <a:gd name="T81" fmla="*/ 111 h 2349"/>
                              <a:gd name="T82" fmla="*/ 171 w 1740"/>
                              <a:gd name="T83" fmla="*/ 122 h 2349"/>
                              <a:gd name="T84" fmla="*/ 168 w 1740"/>
                              <a:gd name="T85" fmla="*/ 133 h 2349"/>
                              <a:gd name="T86" fmla="*/ 166 w 1740"/>
                              <a:gd name="T87" fmla="*/ 145 h 2349"/>
                              <a:gd name="T88" fmla="*/ 164 w 1740"/>
                              <a:gd name="T89" fmla="*/ 159 h 2349"/>
                              <a:gd name="T90" fmla="*/ 163 w 1740"/>
                              <a:gd name="T91" fmla="*/ 166 h 2349"/>
                              <a:gd name="T92" fmla="*/ 162 w 1740"/>
                              <a:gd name="T93" fmla="*/ 174 h 2349"/>
                              <a:gd name="T94" fmla="*/ 162 w 1740"/>
                              <a:gd name="T95" fmla="*/ 183 h 2349"/>
                              <a:gd name="T96" fmla="*/ 162 w 1740"/>
                              <a:gd name="T97" fmla="*/ 192 h 2349"/>
                              <a:gd name="T98" fmla="*/ 162 w 1740"/>
                              <a:gd name="T99" fmla="*/ 201 h 2349"/>
                              <a:gd name="T100" fmla="*/ 162 w 1740"/>
                              <a:gd name="T101" fmla="*/ 212 h 2349"/>
                              <a:gd name="T102" fmla="*/ 163 w 1740"/>
                              <a:gd name="T103" fmla="*/ 223 h 2349"/>
                              <a:gd name="T104" fmla="*/ 163 w 1740"/>
                              <a:gd name="T105" fmla="*/ 234 h 2349"/>
                              <a:gd name="T106" fmla="*/ 130 w 1740"/>
                              <a:gd name="T107" fmla="*/ 235 h 2349"/>
                              <a:gd name="T108" fmla="*/ 95 w 1740"/>
                              <a:gd name="T109" fmla="*/ 235 h 2349"/>
                              <a:gd name="T110" fmla="*/ 77 w 1740"/>
                              <a:gd name="T111" fmla="*/ 235 h 2349"/>
                              <a:gd name="T112" fmla="*/ 59 w 1740"/>
                              <a:gd name="T113" fmla="*/ 235 h 2349"/>
                              <a:gd name="T114" fmla="*/ 42 w 1740"/>
                              <a:gd name="T115" fmla="*/ 234 h 2349"/>
                              <a:gd name="T116" fmla="*/ 26 w 1740"/>
                              <a:gd name="T117" fmla="*/ 233 h 2349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w 1740"/>
                              <a:gd name="T176" fmla="*/ 0 h 2349"/>
                              <a:gd name="T177" fmla="*/ 1740 w 1740"/>
                              <a:gd name="T178" fmla="*/ 2349 h 2349"/>
                            </a:gdLst>
                            <a:ahLst/>
                            <a:cxnLst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  <a:cxn ang="T174">
                                <a:pos x="T116" y="T117"/>
                              </a:cxn>
                            </a:cxnLst>
                            <a:rect l="T175" t="T176" r="T177" b="T178"/>
                            <a:pathLst>
                              <a:path w="1740" h="2349">
                                <a:moveTo>
                                  <a:pt x="469" y="2330"/>
                                </a:moveTo>
                                <a:cubicBezTo>
                                  <a:pt x="469" y="2330"/>
                                  <a:pt x="469" y="2329"/>
                                  <a:pt x="469" y="2329"/>
                                </a:cubicBezTo>
                                <a:lnTo>
                                  <a:pt x="264" y="2304"/>
                                </a:lnTo>
                                <a:cubicBezTo>
                                  <a:pt x="264" y="2304"/>
                                  <a:pt x="264" y="2304"/>
                                  <a:pt x="264" y="2303"/>
                                </a:cubicBez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3C91" w:rsidRDefault="001A3C91" w:rsidP="001A3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1 w 1740"/>
                              <a:gd name="T5" fmla="*/ 232 h 2349"/>
                              <a:gd name="T6" fmla="*/ 14 w 1740"/>
                              <a:gd name="T7" fmla="*/ 231 h 2349"/>
                              <a:gd name="T8" fmla="*/ 10 w 1740"/>
                              <a:gd name="T9" fmla="*/ 229 h 2349"/>
                              <a:gd name="T10" fmla="*/ 8 w 1740"/>
                              <a:gd name="T11" fmla="*/ 228 h 2349"/>
                              <a:gd name="T12" fmla="*/ 7 w 1740"/>
                              <a:gd name="T13" fmla="*/ 227 h 2349"/>
                              <a:gd name="T14" fmla="*/ 5 w 1740"/>
                              <a:gd name="T15" fmla="*/ 225 h 2349"/>
                              <a:gd name="T16" fmla="*/ 4 w 1740"/>
                              <a:gd name="T17" fmla="*/ 224 h 2349"/>
                              <a:gd name="T18" fmla="*/ 3 w 1740"/>
                              <a:gd name="T19" fmla="*/ 221 h 2349"/>
                              <a:gd name="T20" fmla="*/ 1 w 1740"/>
                              <a:gd name="T21" fmla="*/ 216 h 2349"/>
                              <a:gd name="T22" fmla="*/ 0 w 1740"/>
                              <a:gd name="T23" fmla="*/ 16 h 2349"/>
                              <a:gd name="T24" fmla="*/ 3 w 1740"/>
                              <a:gd name="T25" fmla="*/ 12 h 2349"/>
                              <a:gd name="T26" fmla="*/ 6 w 1740"/>
                              <a:gd name="T27" fmla="*/ 8 h 2349"/>
                              <a:gd name="T28" fmla="*/ 10 w 1740"/>
                              <a:gd name="T29" fmla="*/ 4 h 2349"/>
                              <a:gd name="T30" fmla="*/ 12 w 1740"/>
                              <a:gd name="T31" fmla="*/ 2 h 2349"/>
                              <a:gd name="T32" fmla="*/ 14 w 1740"/>
                              <a:gd name="T33" fmla="*/ 0 h 2349"/>
                              <a:gd name="T34" fmla="*/ 23 w 1740"/>
                              <a:gd name="T35" fmla="*/ 0 h 2349"/>
                              <a:gd name="T36" fmla="*/ 32 w 1740"/>
                              <a:gd name="T37" fmla="*/ 0 h 2349"/>
                              <a:gd name="T38" fmla="*/ 41 w 1740"/>
                              <a:gd name="T39" fmla="*/ 0 h 2349"/>
                              <a:gd name="T40" fmla="*/ 50 w 1740"/>
                              <a:gd name="T41" fmla="*/ 0 h 2349"/>
                              <a:gd name="T42" fmla="*/ 54 w 1740"/>
                              <a:gd name="T43" fmla="*/ 8 h 2349"/>
                              <a:gd name="T44" fmla="*/ 57 w 1740"/>
                              <a:gd name="T45" fmla="*/ 16 h 2349"/>
                              <a:gd name="T46" fmla="*/ 61 w 1740"/>
                              <a:gd name="T47" fmla="*/ 24 h 2349"/>
                              <a:gd name="T48" fmla="*/ 64 w 1740"/>
                              <a:gd name="T49" fmla="*/ 31 h 2349"/>
                              <a:gd name="T50" fmla="*/ 69 w 1740"/>
                              <a:gd name="T51" fmla="*/ 40 h 2349"/>
                              <a:gd name="T52" fmla="*/ 74 w 1740"/>
                              <a:gd name="T53" fmla="*/ 48 h 2349"/>
                              <a:gd name="T54" fmla="*/ 80 w 1740"/>
                              <a:gd name="T55" fmla="*/ 55 h 2349"/>
                              <a:gd name="T56" fmla="*/ 85 w 1740"/>
                              <a:gd name="T57" fmla="*/ 62 h 2349"/>
                              <a:gd name="T58" fmla="*/ 90 w 1740"/>
                              <a:gd name="T59" fmla="*/ 68 h 2349"/>
                              <a:gd name="T60" fmla="*/ 96 w 1740"/>
                              <a:gd name="T61" fmla="*/ 74 h 2349"/>
                              <a:gd name="T62" fmla="*/ 102 w 1740"/>
                              <a:gd name="T63" fmla="*/ 79 h 2349"/>
                              <a:gd name="T64" fmla="*/ 108 w 1740"/>
                              <a:gd name="T65" fmla="*/ 84 h 2349"/>
                              <a:gd name="T66" fmla="*/ 114 w 1740"/>
                              <a:gd name="T67" fmla="*/ 89 h 2349"/>
                              <a:gd name="T68" fmla="*/ 121 w 1740"/>
                              <a:gd name="T69" fmla="*/ 93 h 2349"/>
                              <a:gd name="T70" fmla="*/ 129 w 1740"/>
                              <a:gd name="T71" fmla="*/ 97 h 2349"/>
                              <a:gd name="T72" fmla="*/ 137 w 1740"/>
                              <a:gd name="T73" fmla="*/ 100 h 2349"/>
                              <a:gd name="T74" fmla="*/ 145 w 1740"/>
                              <a:gd name="T75" fmla="*/ 104 h 2349"/>
                              <a:gd name="T76" fmla="*/ 154 w 1740"/>
                              <a:gd name="T77" fmla="*/ 106 h 2349"/>
                              <a:gd name="T78" fmla="*/ 164 w 1740"/>
                              <a:gd name="T79" fmla="*/ 109 h 2349"/>
                              <a:gd name="T80" fmla="*/ 174 w 1740"/>
                              <a:gd name="T81" fmla="*/ 111 h 2349"/>
                              <a:gd name="T82" fmla="*/ 171 w 1740"/>
                              <a:gd name="T83" fmla="*/ 122 h 2349"/>
                              <a:gd name="T84" fmla="*/ 168 w 1740"/>
                              <a:gd name="T85" fmla="*/ 133 h 2349"/>
                              <a:gd name="T86" fmla="*/ 166 w 1740"/>
                              <a:gd name="T87" fmla="*/ 145 h 2349"/>
                              <a:gd name="T88" fmla="*/ 164 w 1740"/>
                              <a:gd name="T89" fmla="*/ 159 h 2349"/>
                              <a:gd name="T90" fmla="*/ 163 w 1740"/>
                              <a:gd name="T91" fmla="*/ 166 h 2349"/>
                              <a:gd name="T92" fmla="*/ 162 w 1740"/>
                              <a:gd name="T93" fmla="*/ 174 h 2349"/>
                              <a:gd name="T94" fmla="*/ 162 w 1740"/>
                              <a:gd name="T95" fmla="*/ 183 h 2349"/>
                              <a:gd name="T96" fmla="*/ 162 w 1740"/>
                              <a:gd name="T97" fmla="*/ 192 h 2349"/>
                              <a:gd name="T98" fmla="*/ 162 w 1740"/>
                              <a:gd name="T99" fmla="*/ 201 h 2349"/>
                              <a:gd name="T100" fmla="*/ 162 w 1740"/>
                              <a:gd name="T101" fmla="*/ 212 h 2349"/>
                              <a:gd name="T102" fmla="*/ 163 w 1740"/>
                              <a:gd name="T103" fmla="*/ 223 h 2349"/>
                              <a:gd name="T104" fmla="*/ 163 w 1740"/>
                              <a:gd name="T105" fmla="*/ 234 h 2349"/>
                              <a:gd name="T106" fmla="*/ 130 w 1740"/>
                              <a:gd name="T107" fmla="*/ 235 h 2349"/>
                              <a:gd name="T108" fmla="*/ 95 w 1740"/>
                              <a:gd name="T109" fmla="*/ 235 h 2349"/>
                              <a:gd name="T110" fmla="*/ 77 w 1740"/>
                              <a:gd name="T111" fmla="*/ 235 h 2349"/>
                              <a:gd name="T112" fmla="*/ 59 w 1740"/>
                              <a:gd name="T113" fmla="*/ 235 h 2349"/>
                              <a:gd name="T114" fmla="*/ 42 w 1740"/>
                              <a:gd name="T115" fmla="*/ 234 h 2349"/>
                              <a:gd name="T116" fmla="*/ 26 w 1740"/>
                              <a:gd name="T117" fmla="*/ 233 h 2349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w 1740"/>
                              <a:gd name="T176" fmla="*/ 0 h 2349"/>
                              <a:gd name="T177" fmla="*/ 1740 w 1740"/>
                              <a:gd name="T178" fmla="*/ 2349 h 2349"/>
                            </a:gdLst>
                            <a:ahLst/>
                            <a:cxnLst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  <a:cxn ang="T174">
                                <a:pos x="T116" y="T117"/>
                              </a:cxn>
                            </a:cxnLst>
                            <a:rect l="T175" t="T176" r="T177" b="T178"/>
                            <a:pathLst>
                              <a:path w="1740" h="2349">
                                <a:moveTo>
                                  <a:pt x="469" y="2330"/>
                                </a:moveTo>
                                <a:cubicBezTo>
                                  <a:pt x="469" y="2330"/>
                                  <a:pt x="469" y="2329"/>
                                  <a:pt x="469" y="2329"/>
                                </a:cubicBezTo>
                                <a:lnTo>
                                  <a:pt x="264" y="2304"/>
                                </a:lnTo>
                                <a:cubicBezTo>
                                  <a:pt x="264" y="2304"/>
                                  <a:pt x="264" y="2304"/>
                                  <a:pt x="264" y="2303"/>
                                </a:cubicBez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3C91" w:rsidRDefault="001A3C91" w:rsidP="001A3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5 w 872"/>
                              <a:gd name="T5" fmla="*/ 89 h 1094"/>
                              <a:gd name="T6" fmla="*/ 86 w 872"/>
                              <a:gd name="T7" fmla="*/ 77 h 1094"/>
                              <a:gd name="T8" fmla="*/ 87 w 872"/>
                              <a:gd name="T9" fmla="*/ 65 h 1094"/>
                              <a:gd name="T10" fmla="*/ 87 w 872"/>
                              <a:gd name="T11" fmla="*/ 52 h 1094"/>
                              <a:gd name="T12" fmla="*/ 87 w 872"/>
                              <a:gd name="T13" fmla="*/ 42 h 1094"/>
                              <a:gd name="T14" fmla="*/ 86 w 872"/>
                              <a:gd name="T15" fmla="*/ 36 h 1094"/>
                              <a:gd name="T16" fmla="*/ 86 w 872"/>
                              <a:gd name="T17" fmla="*/ 30 h 1094"/>
                              <a:gd name="T18" fmla="*/ 84 w 872"/>
                              <a:gd name="T19" fmla="*/ 24 h 1094"/>
                              <a:gd name="T20" fmla="*/ 83 w 872"/>
                              <a:gd name="T21" fmla="*/ 18 h 1094"/>
                              <a:gd name="T22" fmla="*/ 81 w 872"/>
                              <a:gd name="T23" fmla="*/ 13 h 1094"/>
                              <a:gd name="T24" fmla="*/ 78 w 872"/>
                              <a:gd name="T25" fmla="*/ 7 h 1094"/>
                              <a:gd name="T26" fmla="*/ 74 w 872"/>
                              <a:gd name="T27" fmla="*/ 2 h 1094"/>
                              <a:gd name="T28" fmla="*/ 70 w 872"/>
                              <a:gd name="T29" fmla="*/ 0 h 1094"/>
                              <a:gd name="T30" fmla="*/ 65 w 872"/>
                              <a:gd name="T31" fmla="*/ 0 h 1094"/>
                              <a:gd name="T32" fmla="*/ 59 w 872"/>
                              <a:gd name="T33" fmla="*/ 1 h 1094"/>
                              <a:gd name="T34" fmla="*/ 54 w 872"/>
                              <a:gd name="T35" fmla="*/ 2 h 1094"/>
                              <a:gd name="T36" fmla="*/ 49 w 872"/>
                              <a:gd name="T37" fmla="*/ 3 h 1094"/>
                              <a:gd name="T38" fmla="*/ 44 w 872"/>
                              <a:gd name="T39" fmla="*/ 4 h 1094"/>
                              <a:gd name="T40" fmla="*/ 38 w 872"/>
                              <a:gd name="T41" fmla="*/ 6 h 1094"/>
                              <a:gd name="T42" fmla="*/ 33 w 872"/>
                              <a:gd name="T43" fmla="*/ 8 h 1094"/>
                              <a:gd name="T44" fmla="*/ 28 w 872"/>
                              <a:gd name="T45" fmla="*/ 10 h 1094"/>
                              <a:gd name="T46" fmla="*/ 24 w 872"/>
                              <a:gd name="T47" fmla="*/ 13 h 1094"/>
                              <a:gd name="T48" fmla="*/ 19 w 872"/>
                              <a:gd name="T49" fmla="*/ 15 h 1094"/>
                              <a:gd name="T50" fmla="*/ 15 w 872"/>
                              <a:gd name="T51" fmla="*/ 19 h 1094"/>
                              <a:gd name="T52" fmla="*/ 11 w 872"/>
                              <a:gd name="T53" fmla="*/ 22 h 1094"/>
                              <a:gd name="T54" fmla="*/ 7 w 872"/>
                              <a:gd name="T55" fmla="*/ 26 h 1094"/>
                              <a:gd name="T56" fmla="*/ 4 w 872"/>
                              <a:gd name="T57" fmla="*/ 29 h 1094"/>
                              <a:gd name="T58" fmla="*/ 1 w 872"/>
                              <a:gd name="T59" fmla="*/ 34 h 1094"/>
                              <a:gd name="T60" fmla="*/ 0 w 872"/>
                              <a:gd name="T61" fmla="*/ 108 h 1094"/>
                              <a:gd name="T62" fmla="*/ 11 w 872"/>
                              <a:gd name="T63" fmla="*/ 108 h 1094"/>
                              <a:gd name="T64" fmla="*/ 22 w 872"/>
                              <a:gd name="T65" fmla="*/ 109 h 1094"/>
                              <a:gd name="T66" fmla="*/ 34 w 872"/>
                              <a:gd name="T67" fmla="*/ 110 h 1094"/>
                              <a:gd name="T68" fmla="*/ 45 w 872"/>
                              <a:gd name="T69" fmla="*/ 110 h 1094"/>
                              <a:gd name="T70" fmla="*/ 51 w 872"/>
                              <a:gd name="T71" fmla="*/ 110 h 1094"/>
                              <a:gd name="T72" fmla="*/ 56 w 872"/>
                              <a:gd name="T73" fmla="*/ 109 h 1094"/>
                              <a:gd name="T74" fmla="*/ 62 w 872"/>
                              <a:gd name="T75" fmla="*/ 108 h 1094"/>
                              <a:gd name="T76" fmla="*/ 67 w 872"/>
                              <a:gd name="T77" fmla="*/ 106 h 1094"/>
                              <a:gd name="T78" fmla="*/ 72 w 872"/>
                              <a:gd name="T79" fmla="*/ 104 h 1094"/>
                              <a:gd name="T80" fmla="*/ 77 w 872"/>
                              <a:gd name="T81" fmla="*/ 102 h 1094"/>
                              <a:gd name="T82" fmla="*/ 81 w 872"/>
                              <a:gd name="T83" fmla="*/ 99 h 1094"/>
                              <a:gd name="T84" fmla="*/ 85 w 872"/>
                              <a:gd name="T85" fmla="*/ 95 h 10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4"/>
                              <a:gd name="T129" fmla="*/ 872 w 872"/>
                              <a:gd name="T130" fmla="*/ 1094 h 1094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4">
                                <a:moveTo>
                                  <a:pt x="1706" y="939"/>
                                </a:moveTo>
                                <a:cubicBezTo>
                                  <a:pt x="1706" y="939"/>
                                  <a:pt x="1706" y="939"/>
                                  <a:pt x="1706" y="939"/>
                                </a:cubicBezTo>
                                <a:lnTo>
                                  <a:pt x="1724" y="766"/>
                                </a:lnTo>
                                <a:cubicBezTo>
                                  <a:pt x="1724" y="766"/>
                                  <a:pt x="1724" y="766"/>
                                  <a:pt x="1724" y="766"/>
                                </a:cubicBez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3C91" w:rsidRDefault="001A3C91" w:rsidP="001A3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5 w 872"/>
                              <a:gd name="T5" fmla="*/ 89 h 1094"/>
                              <a:gd name="T6" fmla="*/ 86 w 872"/>
                              <a:gd name="T7" fmla="*/ 77 h 1094"/>
                              <a:gd name="T8" fmla="*/ 87 w 872"/>
                              <a:gd name="T9" fmla="*/ 65 h 1094"/>
                              <a:gd name="T10" fmla="*/ 87 w 872"/>
                              <a:gd name="T11" fmla="*/ 52 h 1094"/>
                              <a:gd name="T12" fmla="*/ 87 w 872"/>
                              <a:gd name="T13" fmla="*/ 42 h 1094"/>
                              <a:gd name="T14" fmla="*/ 86 w 872"/>
                              <a:gd name="T15" fmla="*/ 36 h 1094"/>
                              <a:gd name="T16" fmla="*/ 86 w 872"/>
                              <a:gd name="T17" fmla="*/ 30 h 1094"/>
                              <a:gd name="T18" fmla="*/ 84 w 872"/>
                              <a:gd name="T19" fmla="*/ 24 h 1094"/>
                              <a:gd name="T20" fmla="*/ 83 w 872"/>
                              <a:gd name="T21" fmla="*/ 18 h 1094"/>
                              <a:gd name="T22" fmla="*/ 81 w 872"/>
                              <a:gd name="T23" fmla="*/ 13 h 1094"/>
                              <a:gd name="T24" fmla="*/ 78 w 872"/>
                              <a:gd name="T25" fmla="*/ 7 h 1094"/>
                              <a:gd name="T26" fmla="*/ 74 w 872"/>
                              <a:gd name="T27" fmla="*/ 2 h 1094"/>
                              <a:gd name="T28" fmla="*/ 70 w 872"/>
                              <a:gd name="T29" fmla="*/ 0 h 1094"/>
                              <a:gd name="T30" fmla="*/ 65 w 872"/>
                              <a:gd name="T31" fmla="*/ 0 h 1094"/>
                              <a:gd name="T32" fmla="*/ 59 w 872"/>
                              <a:gd name="T33" fmla="*/ 1 h 1094"/>
                              <a:gd name="T34" fmla="*/ 54 w 872"/>
                              <a:gd name="T35" fmla="*/ 2 h 1094"/>
                              <a:gd name="T36" fmla="*/ 49 w 872"/>
                              <a:gd name="T37" fmla="*/ 3 h 1094"/>
                              <a:gd name="T38" fmla="*/ 44 w 872"/>
                              <a:gd name="T39" fmla="*/ 4 h 1094"/>
                              <a:gd name="T40" fmla="*/ 38 w 872"/>
                              <a:gd name="T41" fmla="*/ 6 h 1094"/>
                              <a:gd name="T42" fmla="*/ 33 w 872"/>
                              <a:gd name="T43" fmla="*/ 8 h 1094"/>
                              <a:gd name="T44" fmla="*/ 28 w 872"/>
                              <a:gd name="T45" fmla="*/ 10 h 1094"/>
                              <a:gd name="T46" fmla="*/ 24 w 872"/>
                              <a:gd name="T47" fmla="*/ 13 h 1094"/>
                              <a:gd name="T48" fmla="*/ 19 w 872"/>
                              <a:gd name="T49" fmla="*/ 15 h 1094"/>
                              <a:gd name="T50" fmla="*/ 15 w 872"/>
                              <a:gd name="T51" fmla="*/ 19 h 1094"/>
                              <a:gd name="T52" fmla="*/ 11 w 872"/>
                              <a:gd name="T53" fmla="*/ 22 h 1094"/>
                              <a:gd name="T54" fmla="*/ 7 w 872"/>
                              <a:gd name="T55" fmla="*/ 26 h 1094"/>
                              <a:gd name="T56" fmla="*/ 4 w 872"/>
                              <a:gd name="T57" fmla="*/ 29 h 1094"/>
                              <a:gd name="T58" fmla="*/ 1 w 872"/>
                              <a:gd name="T59" fmla="*/ 34 h 1094"/>
                              <a:gd name="T60" fmla="*/ 0 w 872"/>
                              <a:gd name="T61" fmla="*/ 108 h 1094"/>
                              <a:gd name="T62" fmla="*/ 11 w 872"/>
                              <a:gd name="T63" fmla="*/ 108 h 1094"/>
                              <a:gd name="T64" fmla="*/ 22 w 872"/>
                              <a:gd name="T65" fmla="*/ 109 h 1094"/>
                              <a:gd name="T66" fmla="*/ 34 w 872"/>
                              <a:gd name="T67" fmla="*/ 110 h 1094"/>
                              <a:gd name="T68" fmla="*/ 45 w 872"/>
                              <a:gd name="T69" fmla="*/ 110 h 1094"/>
                              <a:gd name="T70" fmla="*/ 51 w 872"/>
                              <a:gd name="T71" fmla="*/ 110 h 1094"/>
                              <a:gd name="T72" fmla="*/ 56 w 872"/>
                              <a:gd name="T73" fmla="*/ 109 h 1094"/>
                              <a:gd name="T74" fmla="*/ 62 w 872"/>
                              <a:gd name="T75" fmla="*/ 108 h 1094"/>
                              <a:gd name="T76" fmla="*/ 67 w 872"/>
                              <a:gd name="T77" fmla="*/ 106 h 1094"/>
                              <a:gd name="T78" fmla="*/ 72 w 872"/>
                              <a:gd name="T79" fmla="*/ 104 h 1094"/>
                              <a:gd name="T80" fmla="*/ 77 w 872"/>
                              <a:gd name="T81" fmla="*/ 102 h 1094"/>
                              <a:gd name="T82" fmla="*/ 81 w 872"/>
                              <a:gd name="T83" fmla="*/ 99 h 1094"/>
                              <a:gd name="T84" fmla="*/ 85 w 872"/>
                              <a:gd name="T85" fmla="*/ 95 h 10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4"/>
                              <a:gd name="T129" fmla="*/ 872 w 872"/>
                              <a:gd name="T130" fmla="*/ 1094 h 1094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4">
                                <a:moveTo>
                                  <a:pt x="1706" y="939"/>
                                </a:moveTo>
                                <a:cubicBezTo>
                                  <a:pt x="1706" y="939"/>
                                  <a:pt x="1706" y="939"/>
                                  <a:pt x="1706" y="939"/>
                                </a:cubicBezTo>
                                <a:lnTo>
                                  <a:pt x="1724" y="766"/>
                                </a:lnTo>
                                <a:cubicBezTo>
                                  <a:pt x="1724" y="766"/>
                                  <a:pt x="1724" y="766"/>
                                  <a:pt x="1724" y="766"/>
                                </a:cubicBez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3C91" w:rsidRDefault="001A3C91" w:rsidP="001A3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 w 872"/>
                              <a:gd name="T5" fmla="*/ 88 h 1093"/>
                              <a:gd name="T6" fmla="*/ 1 w 872"/>
                              <a:gd name="T7" fmla="*/ 76 h 1093"/>
                              <a:gd name="T8" fmla="*/ 0 w 872"/>
                              <a:gd name="T9" fmla="*/ 64 h 1093"/>
                              <a:gd name="T10" fmla="*/ 0 w 872"/>
                              <a:gd name="T11" fmla="*/ 51 h 1093"/>
                              <a:gd name="T12" fmla="*/ 0 w 872"/>
                              <a:gd name="T13" fmla="*/ 42 h 1093"/>
                              <a:gd name="T14" fmla="*/ 1 w 872"/>
                              <a:gd name="T15" fmla="*/ 36 h 1093"/>
                              <a:gd name="T16" fmla="*/ 1 w 872"/>
                              <a:gd name="T17" fmla="*/ 30 h 1093"/>
                              <a:gd name="T18" fmla="*/ 3 w 872"/>
                              <a:gd name="T19" fmla="*/ 24 h 1093"/>
                              <a:gd name="T20" fmla="*/ 4 w 872"/>
                              <a:gd name="T21" fmla="*/ 18 h 1093"/>
                              <a:gd name="T22" fmla="*/ 6 w 872"/>
                              <a:gd name="T23" fmla="*/ 13 h 1093"/>
                              <a:gd name="T24" fmla="*/ 9 w 872"/>
                              <a:gd name="T25" fmla="*/ 7 h 1093"/>
                              <a:gd name="T26" fmla="*/ 13 w 872"/>
                              <a:gd name="T27" fmla="*/ 2 h 1093"/>
                              <a:gd name="T28" fmla="*/ 17 w 872"/>
                              <a:gd name="T29" fmla="*/ 0 h 1093"/>
                              <a:gd name="T30" fmla="*/ 22 w 872"/>
                              <a:gd name="T31" fmla="*/ 0 h 1093"/>
                              <a:gd name="T32" fmla="*/ 28 w 872"/>
                              <a:gd name="T33" fmla="*/ 1 h 1093"/>
                              <a:gd name="T34" fmla="*/ 33 w 872"/>
                              <a:gd name="T35" fmla="*/ 2 h 1093"/>
                              <a:gd name="T36" fmla="*/ 38 w 872"/>
                              <a:gd name="T37" fmla="*/ 3 h 1093"/>
                              <a:gd name="T38" fmla="*/ 43 w 872"/>
                              <a:gd name="T39" fmla="*/ 4 h 1093"/>
                              <a:gd name="T40" fmla="*/ 49 w 872"/>
                              <a:gd name="T41" fmla="*/ 6 h 1093"/>
                              <a:gd name="T42" fmla="*/ 54 w 872"/>
                              <a:gd name="T43" fmla="*/ 8 h 1093"/>
                              <a:gd name="T44" fmla="*/ 59 w 872"/>
                              <a:gd name="T45" fmla="*/ 10 h 1093"/>
                              <a:gd name="T46" fmla="*/ 63 w 872"/>
                              <a:gd name="T47" fmla="*/ 13 h 1093"/>
                              <a:gd name="T48" fmla="*/ 68 w 872"/>
                              <a:gd name="T49" fmla="*/ 15 h 1093"/>
                              <a:gd name="T50" fmla="*/ 72 w 872"/>
                              <a:gd name="T51" fmla="*/ 18 h 1093"/>
                              <a:gd name="T52" fmla="*/ 76 w 872"/>
                              <a:gd name="T53" fmla="*/ 22 h 1093"/>
                              <a:gd name="T54" fmla="*/ 80 w 872"/>
                              <a:gd name="T55" fmla="*/ 25 h 1093"/>
                              <a:gd name="T56" fmla="*/ 83 w 872"/>
                              <a:gd name="T57" fmla="*/ 29 h 1093"/>
                              <a:gd name="T58" fmla="*/ 86 w 872"/>
                              <a:gd name="T59" fmla="*/ 33 h 1093"/>
                              <a:gd name="T60" fmla="*/ 87 w 872"/>
                              <a:gd name="T61" fmla="*/ 107 h 1093"/>
                              <a:gd name="T62" fmla="*/ 76 w 872"/>
                              <a:gd name="T63" fmla="*/ 107 h 1093"/>
                              <a:gd name="T64" fmla="*/ 65 w 872"/>
                              <a:gd name="T65" fmla="*/ 108 h 1093"/>
                              <a:gd name="T66" fmla="*/ 53 w 872"/>
                              <a:gd name="T67" fmla="*/ 109 h 1093"/>
                              <a:gd name="T68" fmla="*/ 42 w 872"/>
                              <a:gd name="T69" fmla="*/ 109 h 1093"/>
                              <a:gd name="T70" fmla="*/ 36 w 872"/>
                              <a:gd name="T71" fmla="*/ 109 h 1093"/>
                              <a:gd name="T72" fmla="*/ 31 w 872"/>
                              <a:gd name="T73" fmla="*/ 108 h 1093"/>
                              <a:gd name="T74" fmla="*/ 25 w 872"/>
                              <a:gd name="T75" fmla="*/ 107 h 1093"/>
                              <a:gd name="T76" fmla="*/ 20 w 872"/>
                              <a:gd name="T77" fmla="*/ 106 h 1093"/>
                              <a:gd name="T78" fmla="*/ 15 w 872"/>
                              <a:gd name="T79" fmla="*/ 104 h 1093"/>
                              <a:gd name="T80" fmla="*/ 10 w 872"/>
                              <a:gd name="T81" fmla="*/ 101 h 1093"/>
                              <a:gd name="T82" fmla="*/ 6 w 872"/>
                              <a:gd name="T83" fmla="*/ 98 h 1093"/>
                              <a:gd name="T84" fmla="*/ 2 w 872"/>
                              <a:gd name="T85" fmla="*/ 94 h 1093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3"/>
                              <a:gd name="T129" fmla="*/ 872 w 872"/>
                              <a:gd name="T130" fmla="*/ 1093 h 1093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3">
                                <a:moveTo>
                                  <a:pt x="35" y="939"/>
                                </a:moveTo>
                                <a:cubicBezTo>
                                  <a:pt x="35" y="939"/>
                                  <a:pt x="35" y="939"/>
                                  <a:pt x="35" y="939"/>
                                </a:cubicBezTo>
                                <a:lnTo>
                                  <a:pt x="18" y="766"/>
                                </a:lnTo>
                                <a:cubicBezTo>
                                  <a:pt x="18" y="766"/>
                                  <a:pt x="18" y="766"/>
                                  <a:pt x="18" y="766"/>
                                </a:cubicBez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3C91" w:rsidRDefault="001A3C91" w:rsidP="001A3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 w 872"/>
                              <a:gd name="T5" fmla="*/ 88 h 1093"/>
                              <a:gd name="T6" fmla="*/ 1 w 872"/>
                              <a:gd name="T7" fmla="*/ 76 h 1093"/>
                              <a:gd name="T8" fmla="*/ 0 w 872"/>
                              <a:gd name="T9" fmla="*/ 64 h 1093"/>
                              <a:gd name="T10" fmla="*/ 0 w 872"/>
                              <a:gd name="T11" fmla="*/ 51 h 1093"/>
                              <a:gd name="T12" fmla="*/ 0 w 872"/>
                              <a:gd name="T13" fmla="*/ 42 h 1093"/>
                              <a:gd name="T14" fmla="*/ 1 w 872"/>
                              <a:gd name="T15" fmla="*/ 36 h 1093"/>
                              <a:gd name="T16" fmla="*/ 1 w 872"/>
                              <a:gd name="T17" fmla="*/ 30 h 1093"/>
                              <a:gd name="T18" fmla="*/ 3 w 872"/>
                              <a:gd name="T19" fmla="*/ 24 h 1093"/>
                              <a:gd name="T20" fmla="*/ 4 w 872"/>
                              <a:gd name="T21" fmla="*/ 18 h 1093"/>
                              <a:gd name="T22" fmla="*/ 6 w 872"/>
                              <a:gd name="T23" fmla="*/ 13 h 1093"/>
                              <a:gd name="T24" fmla="*/ 9 w 872"/>
                              <a:gd name="T25" fmla="*/ 7 h 1093"/>
                              <a:gd name="T26" fmla="*/ 13 w 872"/>
                              <a:gd name="T27" fmla="*/ 2 h 1093"/>
                              <a:gd name="T28" fmla="*/ 17 w 872"/>
                              <a:gd name="T29" fmla="*/ 0 h 1093"/>
                              <a:gd name="T30" fmla="*/ 22 w 872"/>
                              <a:gd name="T31" fmla="*/ 0 h 1093"/>
                              <a:gd name="T32" fmla="*/ 28 w 872"/>
                              <a:gd name="T33" fmla="*/ 1 h 1093"/>
                              <a:gd name="T34" fmla="*/ 33 w 872"/>
                              <a:gd name="T35" fmla="*/ 2 h 1093"/>
                              <a:gd name="T36" fmla="*/ 38 w 872"/>
                              <a:gd name="T37" fmla="*/ 3 h 1093"/>
                              <a:gd name="T38" fmla="*/ 43 w 872"/>
                              <a:gd name="T39" fmla="*/ 4 h 1093"/>
                              <a:gd name="T40" fmla="*/ 49 w 872"/>
                              <a:gd name="T41" fmla="*/ 6 h 1093"/>
                              <a:gd name="T42" fmla="*/ 54 w 872"/>
                              <a:gd name="T43" fmla="*/ 8 h 1093"/>
                              <a:gd name="T44" fmla="*/ 59 w 872"/>
                              <a:gd name="T45" fmla="*/ 10 h 1093"/>
                              <a:gd name="T46" fmla="*/ 63 w 872"/>
                              <a:gd name="T47" fmla="*/ 13 h 1093"/>
                              <a:gd name="T48" fmla="*/ 68 w 872"/>
                              <a:gd name="T49" fmla="*/ 15 h 1093"/>
                              <a:gd name="T50" fmla="*/ 72 w 872"/>
                              <a:gd name="T51" fmla="*/ 18 h 1093"/>
                              <a:gd name="T52" fmla="*/ 76 w 872"/>
                              <a:gd name="T53" fmla="*/ 22 h 1093"/>
                              <a:gd name="T54" fmla="*/ 80 w 872"/>
                              <a:gd name="T55" fmla="*/ 25 h 1093"/>
                              <a:gd name="T56" fmla="*/ 83 w 872"/>
                              <a:gd name="T57" fmla="*/ 29 h 1093"/>
                              <a:gd name="T58" fmla="*/ 86 w 872"/>
                              <a:gd name="T59" fmla="*/ 33 h 1093"/>
                              <a:gd name="T60" fmla="*/ 87 w 872"/>
                              <a:gd name="T61" fmla="*/ 107 h 1093"/>
                              <a:gd name="T62" fmla="*/ 76 w 872"/>
                              <a:gd name="T63" fmla="*/ 107 h 1093"/>
                              <a:gd name="T64" fmla="*/ 65 w 872"/>
                              <a:gd name="T65" fmla="*/ 108 h 1093"/>
                              <a:gd name="T66" fmla="*/ 53 w 872"/>
                              <a:gd name="T67" fmla="*/ 109 h 1093"/>
                              <a:gd name="T68" fmla="*/ 42 w 872"/>
                              <a:gd name="T69" fmla="*/ 109 h 1093"/>
                              <a:gd name="T70" fmla="*/ 36 w 872"/>
                              <a:gd name="T71" fmla="*/ 109 h 1093"/>
                              <a:gd name="T72" fmla="*/ 31 w 872"/>
                              <a:gd name="T73" fmla="*/ 108 h 1093"/>
                              <a:gd name="T74" fmla="*/ 25 w 872"/>
                              <a:gd name="T75" fmla="*/ 107 h 1093"/>
                              <a:gd name="T76" fmla="*/ 20 w 872"/>
                              <a:gd name="T77" fmla="*/ 106 h 1093"/>
                              <a:gd name="T78" fmla="*/ 15 w 872"/>
                              <a:gd name="T79" fmla="*/ 104 h 1093"/>
                              <a:gd name="T80" fmla="*/ 10 w 872"/>
                              <a:gd name="T81" fmla="*/ 101 h 1093"/>
                              <a:gd name="T82" fmla="*/ 6 w 872"/>
                              <a:gd name="T83" fmla="*/ 98 h 1093"/>
                              <a:gd name="T84" fmla="*/ 2 w 872"/>
                              <a:gd name="T85" fmla="*/ 94 h 1093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3"/>
                              <a:gd name="T129" fmla="*/ 872 w 872"/>
                              <a:gd name="T130" fmla="*/ 1093 h 1093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3">
                                <a:moveTo>
                                  <a:pt x="35" y="939"/>
                                </a:moveTo>
                                <a:cubicBezTo>
                                  <a:pt x="35" y="939"/>
                                  <a:pt x="35" y="939"/>
                                  <a:pt x="35" y="939"/>
                                </a:cubicBezTo>
                                <a:lnTo>
                                  <a:pt x="18" y="766"/>
                                </a:lnTo>
                                <a:cubicBezTo>
                                  <a:pt x="18" y="766"/>
                                  <a:pt x="18" y="766"/>
                                  <a:pt x="18" y="766"/>
                                </a:cubicBez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3C91" w:rsidRDefault="001A3C91" w:rsidP="001A3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9 w 1854"/>
                              <a:gd name="T5" fmla="*/ 280 h 2824"/>
                              <a:gd name="T6" fmla="*/ 83 w 1854"/>
                              <a:gd name="T7" fmla="*/ 274 h 2824"/>
                              <a:gd name="T8" fmla="*/ 77 w 1854"/>
                              <a:gd name="T9" fmla="*/ 268 h 2824"/>
                              <a:gd name="T10" fmla="*/ 71 w 1854"/>
                              <a:gd name="T11" fmla="*/ 264 h 2824"/>
                              <a:gd name="T12" fmla="*/ 65 w 1854"/>
                              <a:gd name="T13" fmla="*/ 259 h 2824"/>
                              <a:gd name="T14" fmla="*/ 59 w 1854"/>
                              <a:gd name="T15" fmla="*/ 256 h 2824"/>
                              <a:gd name="T16" fmla="*/ 53 w 1854"/>
                              <a:gd name="T17" fmla="*/ 252 h 2824"/>
                              <a:gd name="T18" fmla="*/ 48 w 1854"/>
                              <a:gd name="T19" fmla="*/ 249 h 2824"/>
                              <a:gd name="T20" fmla="*/ 42 w 1854"/>
                              <a:gd name="T21" fmla="*/ 247 h 2824"/>
                              <a:gd name="T22" fmla="*/ 36 w 1854"/>
                              <a:gd name="T23" fmla="*/ 244 h 2824"/>
                              <a:gd name="T24" fmla="*/ 28 w 1854"/>
                              <a:gd name="T25" fmla="*/ 242 h 2824"/>
                              <a:gd name="T26" fmla="*/ 17 w 1854"/>
                              <a:gd name="T27" fmla="*/ 238 h 2824"/>
                              <a:gd name="T28" fmla="*/ 6 w 1854"/>
                              <a:gd name="T29" fmla="*/ 235 h 2824"/>
                              <a:gd name="T30" fmla="*/ 6 w 1854"/>
                              <a:gd name="T31" fmla="*/ 222 h 2824"/>
                              <a:gd name="T32" fmla="*/ 16 w 1854"/>
                              <a:gd name="T33" fmla="*/ 198 h 2824"/>
                              <a:gd name="T34" fmla="*/ 26 w 1854"/>
                              <a:gd name="T35" fmla="*/ 174 h 2824"/>
                              <a:gd name="T36" fmla="*/ 34 w 1854"/>
                              <a:gd name="T37" fmla="*/ 152 h 2824"/>
                              <a:gd name="T38" fmla="*/ 42 w 1854"/>
                              <a:gd name="T39" fmla="*/ 131 h 2824"/>
                              <a:gd name="T40" fmla="*/ 48 w 1854"/>
                              <a:gd name="T41" fmla="*/ 111 h 2824"/>
                              <a:gd name="T42" fmla="*/ 57 w 1854"/>
                              <a:gd name="T43" fmla="*/ 84 h 2824"/>
                              <a:gd name="T44" fmla="*/ 67 w 1854"/>
                              <a:gd name="T45" fmla="*/ 52 h 2824"/>
                              <a:gd name="T46" fmla="*/ 73 w 1854"/>
                              <a:gd name="T47" fmla="*/ 33 h 2824"/>
                              <a:gd name="T48" fmla="*/ 77 w 1854"/>
                              <a:gd name="T49" fmla="*/ 23 h 2824"/>
                              <a:gd name="T50" fmla="*/ 80 w 1854"/>
                              <a:gd name="T51" fmla="*/ 14 h 2824"/>
                              <a:gd name="T52" fmla="*/ 84 w 1854"/>
                              <a:gd name="T53" fmla="*/ 7 h 2824"/>
                              <a:gd name="T54" fmla="*/ 87 w 1854"/>
                              <a:gd name="T55" fmla="*/ 3 h 2824"/>
                              <a:gd name="T56" fmla="*/ 91 w 1854"/>
                              <a:gd name="T57" fmla="*/ 0 h 2824"/>
                              <a:gd name="T58" fmla="*/ 94 w 1854"/>
                              <a:gd name="T59" fmla="*/ 0 h 2824"/>
                              <a:gd name="T60" fmla="*/ 98 w 1854"/>
                              <a:gd name="T61" fmla="*/ 3 h 2824"/>
                              <a:gd name="T62" fmla="*/ 102 w 1854"/>
                              <a:gd name="T63" fmla="*/ 7 h 2824"/>
                              <a:gd name="T64" fmla="*/ 105 w 1854"/>
                              <a:gd name="T65" fmla="*/ 14 h 2824"/>
                              <a:gd name="T66" fmla="*/ 109 w 1854"/>
                              <a:gd name="T67" fmla="*/ 23 h 2824"/>
                              <a:gd name="T68" fmla="*/ 112 w 1854"/>
                              <a:gd name="T69" fmla="*/ 33 h 2824"/>
                              <a:gd name="T70" fmla="*/ 119 w 1854"/>
                              <a:gd name="T71" fmla="*/ 52 h 2824"/>
                              <a:gd name="T72" fmla="*/ 128 w 1854"/>
                              <a:gd name="T73" fmla="*/ 84 h 2824"/>
                              <a:gd name="T74" fmla="*/ 137 w 1854"/>
                              <a:gd name="T75" fmla="*/ 111 h 2824"/>
                              <a:gd name="T76" fmla="*/ 144 w 1854"/>
                              <a:gd name="T77" fmla="*/ 131 h 2824"/>
                              <a:gd name="T78" fmla="*/ 152 w 1854"/>
                              <a:gd name="T79" fmla="*/ 152 h 2824"/>
                              <a:gd name="T80" fmla="*/ 160 w 1854"/>
                              <a:gd name="T81" fmla="*/ 174 h 2824"/>
                              <a:gd name="T82" fmla="*/ 170 w 1854"/>
                              <a:gd name="T83" fmla="*/ 197 h 2824"/>
                              <a:gd name="T84" fmla="*/ 180 w 1854"/>
                              <a:gd name="T85" fmla="*/ 221 h 2824"/>
                              <a:gd name="T86" fmla="*/ 180 w 1854"/>
                              <a:gd name="T87" fmla="*/ 235 h 2824"/>
                              <a:gd name="T88" fmla="*/ 169 w 1854"/>
                              <a:gd name="T89" fmla="*/ 238 h 2824"/>
                              <a:gd name="T90" fmla="*/ 158 w 1854"/>
                              <a:gd name="T91" fmla="*/ 241 h 2824"/>
                              <a:gd name="T92" fmla="*/ 149 w 1854"/>
                              <a:gd name="T93" fmla="*/ 244 h 2824"/>
                              <a:gd name="T94" fmla="*/ 144 w 1854"/>
                              <a:gd name="T95" fmla="*/ 247 h 2824"/>
                              <a:gd name="T96" fmla="*/ 138 w 1854"/>
                              <a:gd name="T97" fmla="*/ 249 h 2824"/>
                              <a:gd name="T98" fmla="*/ 132 w 1854"/>
                              <a:gd name="T99" fmla="*/ 252 h 2824"/>
                              <a:gd name="T100" fmla="*/ 126 w 1854"/>
                              <a:gd name="T101" fmla="*/ 255 h 2824"/>
                              <a:gd name="T102" fmla="*/ 120 w 1854"/>
                              <a:gd name="T103" fmla="*/ 259 h 2824"/>
                              <a:gd name="T104" fmla="*/ 114 w 1854"/>
                              <a:gd name="T105" fmla="*/ 264 h 2824"/>
                              <a:gd name="T106" fmla="*/ 108 w 1854"/>
                              <a:gd name="T107" fmla="*/ 268 h 2824"/>
                              <a:gd name="T108" fmla="*/ 102 w 1854"/>
                              <a:gd name="T109" fmla="*/ 274 h 2824"/>
                              <a:gd name="T110" fmla="*/ 96 w 1854"/>
                              <a:gd name="T111" fmla="*/ 280 h 2824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w 1854"/>
                              <a:gd name="T167" fmla="*/ 0 h 2824"/>
                              <a:gd name="T168" fmla="*/ 1854 w 1854"/>
                              <a:gd name="T169" fmla="*/ 2824 h 2824"/>
                            </a:gdLst>
                            <a:ahLst/>
                            <a:cxnLst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  <a:cxn ang="T165">
                                <a:pos x="T110" y="T111"/>
                              </a:cxn>
                            </a:cxnLst>
                            <a:rect l="T166" t="T167" r="T168" b="T169"/>
                            <a:pathLst>
                              <a:path w="1854" h="2824">
                                <a:moveTo>
                                  <a:pt x="1813" y="2823"/>
                                </a:moveTo>
                                <a:cubicBezTo>
                                  <a:pt x="1813" y="2822"/>
                                  <a:pt x="1813" y="2821"/>
                                  <a:pt x="1813" y="2821"/>
                                </a:cubicBezTo>
                                <a:lnTo>
                                  <a:pt x="1626" y="2731"/>
                                </a:lnTo>
                                <a:cubicBezTo>
                                  <a:pt x="1626" y="2730"/>
                                  <a:pt x="1626" y="2730"/>
                                  <a:pt x="1626" y="2729"/>
                                </a:cubicBez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3C91" w:rsidRDefault="001A3C91" w:rsidP="001A3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9 w 1854"/>
                              <a:gd name="T5" fmla="*/ 280 h 2824"/>
                              <a:gd name="T6" fmla="*/ 83 w 1854"/>
                              <a:gd name="T7" fmla="*/ 274 h 2824"/>
                              <a:gd name="T8" fmla="*/ 77 w 1854"/>
                              <a:gd name="T9" fmla="*/ 268 h 2824"/>
                              <a:gd name="T10" fmla="*/ 71 w 1854"/>
                              <a:gd name="T11" fmla="*/ 264 h 2824"/>
                              <a:gd name="T12" fmla="*/ 65 w 1854"/>
                              <a:gd name="T13" fmla="*/ 259 h 2824"/>
                              <a:gd name="T14" fmla="*/ 59 w 1854"/>
                              <a:gd name="T15" fmla="*/ 256 h 2824"/>
                              <a:gd name="T16" fmla="*/ 53 w 1854"/>
                              <a:gd name="T17" fmla="*/ 252 h 2824"/>
                              <a:gd name="T18" fmla="*/ 48 w 1854"/>
                              <a:gd name="T19" fmla="*/ 249 h 2824"/>
                              <a:gd name="T20" fmla="*/ 42 w 1854"/>
                              <a:gd name="T21" fmla="*/ 247 h 2824"/>
                              <a:gd name="T22" fmla="*/ 36 w 1854"/>
                              <a:gd name="T23" fmla="*/ 244 h 2824"/>
                              <a:gd name="T24" fmla="*/ 28 w 1854"/>
                              <a:gd name="T25" fmla="*/ 242 h 2824"/>
                              <a:gd name="T26" fmla="*/ 17 w 1854"/>
                              <a:gd name="T27" fmla="*/ 238 h 2824"/>
                              <a:gd name="T28" fmla="*/ 6 w 1854"/>
                              <a:gd name="T29" fmla="*/ 235 h 2824"/>
                              <a:gd name="T30" fmla="*/ 6 w 1854"/>
                              <a:gd name="T31" fmla="*/ 222 h 2824"/>
                              <a:gd name="T32" fmla="*/ 16 w 1854"/>
                              <a:gd name="T33" fmla="*/ 198 h 2824"/>
                              <a:gd name="T34" fmla="*/ 26 w 1854"/>
                              <a:gd name="T35" fmla="*/ 174 h 2824"/>
                              <a:gd name="T36" fmla="*/ 34 w 1854"/>
                              <a:gd name="T37" fmla="*/ 152 h 2824"/>
                              <a:gd name="T38" fmla="*/ 42 w 1854"/>
                              <a:gd name="T39" fmla="*/ 131 h 2824"/>
                              <a:gd name="T40" fmla="*/ 48 w 1854"/>
                              <a:gd name="T41" fmla="*/ 111 h 2824"/>
                              <a:gd name="T42" fmla="*/ 57 w 1854"/>
                              <a:gd name="T43" fmla="*/ 84 h 2824"/>
                              <a:gd name="T44" fmla="*/ 67 w 1854"/>
                              <a:gd name="T45" fmla="*/ 52 h 2824"/>
                              <a:gd name="T46" fmla="*/ 73 w 1854"/>
                              <a:gd name="T47" fmla="*/ 33 h 2824"/>
                              <a:gd name="T48" fmla="*/ 77 w 1854"/>
                              <a:gd name="T49" fmla="*/ 23 h 2824"/>
                              <a:gd name="T50" fmla="*/ 80 w 1854"/>
                              <a:gd name="T51" fmla="*/ 14 h 2824"/>
                              <a:gd name="T52" fmla="*/ 84 w 1854"/>
                              <a:gd name="T53" fmla="*/ 7 h 2824"/>
                              <a:gd name="T54" fmla="*/ 87 w 1854"/>
                              <a:gd name="T55" fmla="*/ 3 h 2824"/>
                              <a:gd name="T56" fmla="*/ 91 w 1854"/>
                              <a:gd name="T57" fmla="*/ 0 h 2824"/>
                              <a:gd name="T58" fmla="*/ 94 w 1854"/>
                              <a:gd name="T59" fmla="*/ 0 h 2824"/>
                              <a:gd name="T60" fmla="*/ 98 w 1854"/>
                              <a:gd name="T61" fmla="*/ 3 h 2824"/>
                              <a:gd name="T62" fmla="*/ 102 w 1854"/>
                              <a:gd name="T63" fmla="*/ 7 h 2824"/>
                              <a:gd name="T64" fmla="*/ 105 w 1854"/>
                              <a:gd name="T65" fmla="*/ 14 h 2824"/>
                              <a:gd name="T66" fmla="*/ 109 w 1854"/>
                              <a:gd name="T67" fmla="*/ 23 h 2824"/>
                              <a:gd name="T68" fmla="*/ 112 w 1854"/>
                              <a:gd name="T69" fmla="*/ 33 h 2824"/>
                              <a:gd name="T70" fmla="*/ 119 w 1854"/>
                              <a:gd name="T71" fmla="*/ 52 h 2824"/>
                              <a:gd name="T72" fmla="*/ 128 w 1854"/>
                              <a:gd name="T73" fmla="*/ 84 h 2824"/>
                              <a:gd name="T74" fmla="*/ 137 w 1854"/>
                              <a:gd name="T75" fmla="*/ 111 h 2824"/>
                              <a:gd name="T76" fmla="*/ 144 w 1854"/>
                              <a:gd name="T77" fmla="*/ 131 h 2824"/>
                              <a:gd name="T78" fmla="*/ 152 w 1854"/>
                              <a:gd name="T79" fmla="*/ 152 h 2824"/>
                              <a:gd name="T80" fmla="*/ 160 w 1854"/>
                              <a:gd name="T81" fmla="*/ 174 h 2824"/>
                              <a:gd name="T82" fmla="*/ 170 w 1854"/>
                              <a:gd name="T83" fmla="*/ 197 h 2824"/>
                              <a:gd name="T84" fmla="*/ 180 w 1854"/>
                              <a:gd name="T85" fmla="*/ 221 h 2824"/>
                              <a:gd name="T86" fmla="*/ 180 w 1854"/>
                              <a:gd name="T87" fmla="*/ 235 h 2824"/>
                              <a:gd name="T88" fmla="*/ 169 w 1854"/>
                              <a:gd name="T89" fmla="*/ 238 h 2824"/>
                              <a:gd name="T90" fmla="*/ 158 w 1854"/>
                              <a:gd name="T91" fmla="*/ 241 h 2824"/>
                              <a:gd name="T92" fmla="*/ 149 w 1854"/>
                              <a:gd name="T93" fmla="*/ 244 h 2824"/>
                              <a:gd name="T94" fmla="*/ 144 w 1854"/>
                              <a:gd name="T95" fmla="*/ 247 h 2824"/>
                              <a:gd name="T96" fmla="*/ 138 w 1854"/>
                              <a:gd name="T97" fmla="*/ 249 h 2824"/>
                              <a:gd name="T98" fmla="*/ 132 w 1854"/>
                              <a:gd name="T99" fmla="*/ 252 h 2824"/>
                              <a:gd name="T100" fmla="*/ 126 w 1854"/>
                              <a:gd name="T101" fmla="*/ 255 h 2824"/>
                              <a:gd name="T102" fmla="*/ 120 w 1854"/>
                              <a:gd name="T103" fmla="*/ 259 h 2824"/>
                              <a:gd name="T104" fmla="*/ 114 w 1854"/>
                              <a:gd name="T105" fmla="*/ 264 h 2824"/>
                              <a:gd name="T106" fmla="*/ 108 w 1854"/>
                              <a:gd name="T107" fmla="*/ 268 h 2824"/>
                              <a:gd name="T108" fmla="*/ 102 w 1854"/>
                              <a:gd name="T109" fmla="*/ 274 h 2824"/>
                              <a:gd name="T110" fmla="*/ 96 w 1854"/>
                              <a:gd name="T111" fmla="*/ 280 h 2824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w 1854"/>
                              <a:gd name="T167" fmla="*/ 0 h 2824"/>
                              <a:gd name="T168" fmla="*/ 1854 w 1854"/>
                              <a:gd name="T169" fmla="*/ 2824 h 2824"/>
                            </a:gdLst>
                            <a:ahLst/>
                            <a:cxnLst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  <a:cxn ang="T165">
                                <a:pos x="T110" y="T111"/>
                              </a:cxn>
                            </a:cxnLst>
                            <a:rect l="T166" t="T167" r="T168" b="T169"/>
                            <a:pathLst>
                              <a:path w="1854" h="2824">
                                <a:moveTo>
                                  <a:pt x="1813" y="2823"/>
                                </a:moveTo>
                                <a:cubicBezTo>
                                  <a:pt x="1813" y="2822"/>
                                  <a:pt x="1813" y="2821"/>
                                  <a:pt x="1813" y="2821"/>
                                </a:cubicBezTo>
                                <a:lnTo>
                                  <a:pt x="1626" y="2731"/>
                                </a:lnTo>
                                <a:cubicBezTo>
                                  <a:pt x="1626" y="2730"/>
                                  <a:pt x="1626" y="2730"/>
                                  <a:pt x="1626" y="2729"/>
                                </a:cubicBez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3C91" w:rsidRDefault="001A3C91" w:rsidP="001A3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05 w 1160"/>
                              <a:gd name="T5" fmla="*/ 563 h 5677"/>
                              <a:gd name="T6" fmla="*/ 108 w 1160"/>
                              <a:gd name="T7" fmla="*/ 561 h 5677"/>
                              <a:gd name="T8" fmla="*/ 110 w 1160"/>
                              <a:gd name="T9" fmla="*/ 559 h 5677"/>
                              <a:gd name="T10" fmla="*/ 112 w 1160"/>
                              <a:gd name="T11" fmla="*/ 554 h 5677"/>
                              <a:gd name="T12" fmla="*/ 114 w 1160"/>
                              <a:gd name="T13" fmla="*/ 487 h 5677"/>
                              <a:gd name="T14" fmla="*/ 114 w 1160"/>
                              <a:gd name="T15" fmla="*/ 359 h 5677"/>
                              <a:gd name="T16" fmla="*/ 114 w 1160"/>
                              <a:gd name="T17" fmla="*/ 231 h 5677"/>
                              <a:gd name="T18" fmla="*/ 114 w 1160"/>
                              <a:gd name="T19" fmla="*/ 134 h 5677"/>
                              <a:gd name="T20" fmla="*/ 116 w 1160"/>
                              <a:gd name="T21" fmla="*/ 37 h 5677"/>
                              <a:gd name="T22" fmla="*/ 115 w 1160"/>
                              <a:gd name="T23" fmla="*/ 32 h 5677"/>
                              <a:gd name="T24" fmla="*/ 116 w 1160"/>
                              <a:gd name="T25" fmla="*/ 23 h 5677"/>
                              <a:gd name="T26" fmla="*/ 116 w 1160"/>
                              <a:gd name="T27" fmla="*/ 18 h 5677"/>
                              <a:gd name="T28" fmla="*/ 115 w 1160"/>
                              <a:gd name="T29" fmla="*/ 12 h 5677"/>
                              <a:gd name="T30" fmla="*/ 114 w 1160"/>
                              <a:gd name="T31" fmla="*/ 6 h 5677"/>
                              <a:gd name="T32" fmla="*/ 113 w 1160"/>
                              <a:gd name="T33" fmla="*/ 4 h 5677"/>
                              <a:gd name="T34" fmla="*/ 112 w 1160"/>
                              <a:gd name="T35" fmla="*/ 2 h 5677"/>
                              <a:gd name="T36" fmla="*/ 110 w 1160"/>
                              <a:gd name="T37" fmla="*/ 0 h 5677"/>
                              <a:gd name="T38" fmla="*/ 108 w 1160"/>
                              <a:gd name="T39" fmla="*/ 0 h 5677"/>
                              <a:gd name="T40" fmla="*/ 106 w 1160"/>
                              <a:gd name="T41" fmla="*/ 0 h 5677"/>
                              <a:gd name="T42" fmla="*/ 101 w 1160"/>
                              <a:gd name="T43" fmla="*/ 2 h 5677"/>
                              <a:gd name="T44" fmla="*/ 96 w 1160"/>
                              <a:gd name="T45" fmla="*/ 5 h 5677"/>
                              <a:gd name="T46" fmla="*/ 85 w 1160"/>
                              <a:gd name="T47" fmla="*/ 19 h 5677"/>
                              <a:gd name="T48" fmla="*/ 66 w 1160"/>
                              <a:gd name="T49" fmla="*/ 57 h 5677"/>
                              <a:gd name="T50" fmla="*/ 50 w 1160"/>
                              <a:gd name="T51" fmla="*/ 98 h 5677"/>
                              <a:gd name="T52" fmla="*/ 37 w 1160"/>
                              <a:gd name="T53" fmla="*/ 140 h 5677"/>
                              <a:gd name="T54" fmla="*/ 26 w 1160"/>
                              <a:gd name="T55" fmla="*/ 184 h 5677"/>
                              <a:gd name="T56" fmla="*/ 17 w 1160"/>
                              <a:gd name="T57" fmla="*/ 229 h 5677"/>
                              <a:gd name="T58" fmla="*/ 11 w 1160"/>
                              <a:gd name="T59" fmla="*/ 274 h 5677"/>
                              <a:gd name="T60" fmla="*/ 6 w 1160"/>
                              <a:gd name="T61" fmla="*/ 319 h 5677"/>
                              <a:gd name="T62" fmla="*/ 3 w 1160"/>
                              <a:gd name="T63" fmla="*/ 365 h 5677"/>
                              <a:gd name="T64" fmla="*/ 1 w 1160"/>
                              <a:gd name="T65" fmla="*/ 409 h 5677"/>
                              <a:gd name="T66" fmla="*/ 0 w 1160"/>
                              <a:gd name="T67" fmla="*/ 453 h 5677"/>
                              <a:gd name="T68" fmla="*/ 7 w 1160"/>
                              <a:gd name="T69" fmla="*/ 472 h 5677"/>
                              <a:gd name="T70" fmla="*/ 16 w 1160"/>
                              <a:gd name="T71" fmla="*/ 479 h 5677"/>
                              <a:gd name="T72" fmla="*/ 25 w 1160"/>
                              <a:gd name="T73" fmla="*/ 487 h 5677"/>
                              <a:gd name="T74" fmla="*/ 32 w 1160"/>
                              <a:gd name="T75" fmla="*/ 495 h 5677"/>
                              <a:gd name="T76" fmla="*/ 39 w 1160"/>
                              <a:gd name="T77" fmla="*/ 503 h 5677"/>
                              <a:gd name="T78" fmla="*/ 45 w 1160"/>
                              <a:gd name="T79" fmla="*/ 512 h 5677"/>
                              <a:gd name="T80" fmla="*/ 51 w 1160"/>
                              <a:gd name="T81" fmla="*/ 521 h 5677"/>
                              <a:gd name="T82" fmla="*/ 56 w 1160"/>
                              <a:gd name="T83" fmla="*/ 531 h 5677"/>
                              <a:gd name="T84" fmla="*/ 64 w 1160"/>
                              <a:gd name="T85" fmla="*/ 550 h 5677"/>
                              <a:gd name="T86" fmla="*/ 73 w 1160"/>
                              <a:gd name="T87" fmla="*/ 567 h 5677"/>
                              <a:gd name="T88" fmla="*/ 84 w 1160"/>
                              <a:gd name="T89" fmla="*/ 566 h 5677"/>
                              <a:gd name="T90" fmla="*/ 91 w 1160"/>
                              <a:gd name="T91" fmla="*/ 565 h 5677"/>
                              <a:gd name="T92" fmla="*/ 96 w 1160"/>
                              <a:gd name="T93" fmla="*/ 566 h 567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160"/>
                              <a:gd name="T140" fmla="*/ 0 h 5677"/>
                              <a:gd name="T141" fmla="*/ 1160 w 1160"/>
                              <a:gd name="T142" fmla="*/ 5677 h 567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160" h="5677">
                                <a:moveTo>
                                  <a:pt x="2021" y="5669"/>
                                </a:moveTo>
                                <a:cubicBezTo>
                                  <a:pt x="2021" y="5666"/>
                                  <a:pt x="2021" y="5663"/>
                                  <a:pt x="2021" y="5660"/>
                                </a:cubicBezTo>
                                <a:lnTo>
                                  <a:pt x="2128" y="5630"/>
                                </a:lnTo>
                                <a:cubicBezTo>
                                  <a:pt x="2128" y="5627"/>
                                  <a:pt x="2128" y="5624"/>
                                  <a:pt x="2128" y="5621"/>
                                </a:cubicBez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3C91" w:rsidRDefault="001A3C91" w:rsidP="001A3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05 w 1160"/>
                              <a:gd name="T5" fmla="*/ 563 h 5677"/>
                              <a:gd name="T6" fmla="*/ 108 w 1160"/>
                              <a:gd name="T7" fmla="*/ 561 h 5677"/>
                              <a:gd name="T8" fmla="*/ 110 w 1160"/>
                              <a:gd name="T9" fmla="*/ 559 h 5677"/>
                              <a:gd name="T10" fmla="*/ 112 w 1160"/>
                              <a:gd name="T11" fmla="*/ 554 h 5677"/>
                              <a:gd name="T12" fmla="*/ 114 w 1160"/>
                              <a:gd name="T13" fmla="*/ 487 h 5677"/>
                              <a:gd name="T14" fmla="*/ 114 w 1160"/>
                              <a:gd name="T15" fmla="*/ 359 h 5677"/>
                              <a:gd name="T16" fmla="*/ 114 w 1160"/>
                              <a:gd name="T17" fmla="*/ 231 h 5677"/>
                              <a:gd name="T18" fmla="*/ 114 w 1160"/>
                              <a:gd name="T19" fmla="*/ 134 h 5677"/>
                              <a:gd name="T20" fmla="*/ 116 w 1160"/>
                              <a:gd name="T21" fmla="*/ 37 h 5677"/>
                              <a:gd name="T22" fmla="*/ 115 w 1160"/>
                              <a:gd name="T23" fmla="*/ 32 h 5677"/>
                              <a:gd name="T24" fmla="*/ 116 w 1160"/>
                              <a:gd name="T25" fmla="*/ 23 h 5677"/>
                              <a:gd name="T26" fmla="*/ 116 w 1160"/>
                              <a:gd name="T27" fmla="*/ 18 h 5677"/>
                              <a:gd name="T28" fmla="*/ 115 w 1160"/>
                              <a:gd name="T29" fmla="*/ 12 h 5677"/>
                              <a:gd name="T30" fmla="*/ 114 w 1160"/>
                              <a:gd name="T31" fmla="*/ 6 h 5677"/>
                              <a:gd name="T32" fmla="*/ 113 w 1160"/>
                              <a:gd name="T33" fmla="*/ 4 h 5677"/>
                              <a:gd name="T34" fmla="*/ 112 w 1160"/>
                              <a:gd name="T35" fmla="*/ 2 h 5677"/>
                              <a:gd name="T36" fmla="*/ 110 w 1160"/>
                              <a:gd name="T37" fmla="*/ 0 h 5677"/>
                              <a:gd name="T38" fmla="*/ 108 w 1160"/>
                              <a:gd name="T39" fmla="*/ 0 h 5677"/>
                              <a:gd name="T40" fmla="*/ 106 w 1160"/>
                              <a:gd name="T41" fmla="*/ 0 h 5677"/>
                              <a:gd name="T42" fmla="*/ 101 w 1160"/>
                              <a:gd name="T43" fmla="*/ 2 h 5677"/>
                              <a:gd name="T44" fmla="*/ 96 w 1160"/>
                              <a:gd name="T45" fmla="*/ 5 h 5677"/>
                              <a:gd name="T46" fmla="*/ 85 w 1160"/>
                              <a:gd name="T47" fmla="*/ 19 h 5677"/>
                              <a:gd name="T48" fmla="*/ 66 w 1160"/>
                              <a:gd name="T49" fmla="*/ 57 h 5677"/>
                              <a:gd name="T50" fmla="*/ 50 w 1160"/>
                              <a:gd name="T51" fmla="*/ 98 h 5677"/>
                              <a:gd name="T52" fmla="*/ 37 w 1160"/>
                              <a:gd name="T53" fmla="*/ 140 h 5677"/>
                              <a:gd name="T54" fmla="*/ 26 w 1160"/>
                              <a:gd name="T55" fmla="*/ 184 h 5677"/>
                              <a:gd name="T56" fmla="*/ 17 w 1160"/>
                              <a:gd name="T57" fmla="*/ 229 h 5677"/>
                              <a:gd name="T58" fmla="*/ 11 w 1160"/>
                              <a:gd name="T59" fmla="*/ 274 h 5677"/>
                              <a:gd name="T60" fmla="*/ 6 w 1160"/>
                              <a:gd name="T61" fmla="*/ 319 h 5677"/>
                              <a:gd name="T62" fmla="*/ 3 w 1160"/>
                              <a:gd name="T63" fmla="*/ 365 h 5677"/>
                              <a:gd name="T64" fmla="*/ 1 w 1160"/>
                              <a:gd name="T65" fmla="*/ 409 h 5677"/>
                              <a:gd name="T66" fmla="*/ 0 w 1160"/>
                              <a:gd name="T67" fmla="*/ 453 h 5677"/>
                              <a:gd name="T68" fmla="*/ 7 w 1160"/>
                              <a:gd name="T69" fmla="*/ 472 h 5677"/>
                              <a:gd name="T70" fmla="*/ 16 w 1160"/>
                              <a:gd name="T71" fmla="*/ 479 h 5677"/>
                              <a:gd name="T72" fmla="*/ 25 w 1160"/>
                              <a:gd name="T73" fmla="*/ 487 h 5677"/>
                              <a:gd name="T74" fmla="*/ 32 w 1160"/>
                              <a:gd name="T75" fmla="*/ 495 h 5677"/>
                              <a:gd name="T76" fmla="*/ 39 w 1160"/>
                              <a:gd name="T77" fmla="*/ 503 h 5677"/>
                              <a:gd name="T78" fmla="*/ 45 w 1160"/>
                              <a:gd name="T79" fmla="*/ 512 h 5677"/>
                              <a:gd name="T80" fmla="*/ 51 w 1160"/>
                              <a:gd name="T81" fmla="*/ 521 h 5677"/>
                              <a:gd name="T82" fmla="*/ 56 w 1160"/>
                              <a:gd name="T83" fmla="*/ 531 h 5677"/>
                              <a:gd name="T84" fmla="*/ 64 w 1160"/>
                              <a:gd name="T85" fmla="*/ 550 h 5677"/>
                              <a:gd name="T86" fmla="*/ 73 w 1160"/>
                              <a:gd name="T87" fmla="*/ 567 h 5677"/>
                              <a:gd name="T88" fmla="*/ 84 w 1160"/>
                              <a:gd name="T89" fmla="*/ 566 h 5677"/>
                              <a:gd name="T90" fmla="*/ 91 w 1160"/>
                              <a:gd name="T91" fmla="*/ 565 h 5677"/>
                              <a:gd name="T92" fmla="*/ 96 w 1160"/>
                              <a:gd name="T93" fmla="*/ 566 h 567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160"/>
                              <a:gd name="T140" fmla="*/ 0 h 5677"/>
                              <a:gd name="T141" fmla="*/ 1160 w 1160"/>
                              <a:gd name="T142" fmla="*/ 5677 h 567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160" h="5677">
                                <a:moveTo>
                                  <a:pt x="2021" y="5669"/>
                                </a:moveTo>
                                <a:cubicBezTo>
                                  <a:pt x="2021" y="5666"/>
                                  <a:pt x="2021" y="5663"/>
                                  <a:pt x="2021" y="5660"/>
                                </a:cubicBezTo>
                                <a:lnTo>
                                  <a:pt x="2128" y="5630"/>
                                </a:lnTo>
                                <a:cubicBezTo>
                                  <a:pt x="2128" y="5627"/>
                                  <a:pt x="2128" y="5624"/>
                                  <a:pt x="2128" y="5621"/>
                                </a:cubicBez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3C91" w:rsidRDefault="001A3C91" w:rsidP="001A3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1 w 1160"/>
                              <a:gd name="T5" fmla="*/ 564 h 5676"/>
                              <a:gd name="T6" fmla="*/ 8 w 1160"/>
                              <a:gd name="T7" fmla="*/ 562 h 5676"/>
                              <a:gd name="T8" fmla="*/ 6 w 1160"/>
                              <a:gd name="T9" fmla="*/ 560 h 5676"/>
                              <a:gd name="T10" fmla="*/ 4 w 1160"/>
                              <a:gd name="T11" fmla="*/ 555 h 5676"/>
                              <a:gd name="T12" fmla="*/ 2 w 1160"/>
                              <a:gd name="T13" fmla="*/ 488 h 5676"/>
                              <a:gd name="T14" fmla="*/ 2 w 1160"/>
                              <a:gd name="T15" fmla="*/ 360 h 5676"/>
                              <a:gd name="T16" fmla="*/ 2 w 1160"/>
                              <a:gd name="T17" fmla="*/ 231 h 5676"/>
                              <a:gd name="T18" fmla="*/ 2 w 1160"/>
                              <a:gd name="T19" fmla="*/ 134 h 5676"/>
                              <a:gd name="T20" fmla="*/ 0 w 1160"/>
                              <a:gd name="T21" fmla="*/ 37 h 5676"/>
                              <a:gd name="T22" fmla="*/ 1 w 1160"/>
                              <a:gd name="T23" fmla="*/ 32 h 5676"/>
                              <a:gd name="T24" fmla="*/ 0 w 1160"/>
                              <a:gd name="T25" fmla="*/ 23 h 5676"/>
                              <a:gd name="T26" fmla="*/ 0 w 1160"/>
                              <a:gd name="T27" fmla="*/ 17 h 5676"/>
                              <a:gd name="T28" fmla="*/ 1 w 1160"/>
                              <a:gd name="T29" fmla="*/ 12 h 5676"/>
                              <a:gd name="T30" fmla="*/ 2 w 1160"/>
                              <a:gd name="T31" fmla="*/ 6 h 5676"/>
                              <a:gd name="T32" fmla="*/ 3 w 1160"/>
                              <a:gd name="T33" fmla="*/ 4 h 5676"/>
                              <a:gd name="T34" fmla="*/ 4 w 1160"/>
                              <a:gd name="T35" fmla="*/ 2 h 5676"/>
                              <a:gd name="T36" fmla="*/ 6 w 1160"/>
                              <a:gd name="T37" fmla="*/ 0 h 5676"/>
                              <a:gd name="T38" fmla="*/ 8 w 1160"/>
                              <a:gd name="T39" fmla="*/ 0 h 5676"/>
                              <a:gd name="T40" fmla="*/ 10 w 1160"/>
                              <a:gd name="T41" fmla="*/ 0 h 5676"/>
                              <a:gd name="T42" fmla="*/ 15 w 1160"/>
                              <a:gd name="T43" fmla="*/ 2 h 5676"/>
                              <a:gd name="T44" fmla="*/ 20 w 1160"/>
                              <a:gd name="T45" fmla="*/ 5 h 5676"/>
                              <a:gd name="T46" fmla="*/ 31 w 1160"/>
                              <a:gd name="T47" fmla="*/ 19 h 5676"/>
                              <a:gd name="T48" fmla="*/ 50 w 1160"/>
                              <a:gd name="T49" fmla="*/ 57 h 5676"/>
                              <a:gd name="T50" fmla="*/ 66 w 1160"/>
                              <a:gd name="T51" fmla="*/ 98 h 5676"/>
                              <a:gd name="T52" fmla="*/ 79 w 1160"/>
                              <a:gd name="T53" fmla="*/ 140 h 5676"/>
                              <a:gd name="T54" fmla="*/ 90 w 1160"/>
                              <a:gd name="T55" fmla="*/ 184 h 5676"/>
                              <a:gd name="T56" fmla="*/ 99 w 1160"/>
                              <a:gd name="T57" fmla="*/ 229 h 5676"/>
                              <a:gd name="T58" fmla="*/ 105 w 1160"/>
                              <a:gd name="T59" fmla="*/ 274 h 5676"/>
                              <a:gd name="T60" fmla="*/ 110 w 1160"/>
                              <a:gd name="T61" fmla="*/ 320 h 5676"/>
                              <a:gd name="T62" fmla="*/ 113 w 1160"/>
                              <a:gd name="T63" fmla="*/ 365 h 5676"/>
                              <a:gd name="T64" fmla="*/ 115 w 1160"/>
                              <a:gd name="T65" fmla="*/ 410 h 5676"/>
                              <a:gd name="T66" fmla="*/ 116 w 1160"/>
                              <a:gd name="T67" fmla="*/ 454 h 5676"/>
                              <a:gd name="T68" fmla="*/ 109 w 1160"/>
                              <a:gd name="T69" fmla="*/ 473 h 5676"/>
                              <a:gd name="T70" fmla="*/ 100 w 1160"/>
                              <a:gd name="T71" fmla="*/ 480 h 5676"/>
                              <a:gd name="T72" fmla="*/ 91 w 1160"/>
                              <a:gd name="T73" fmla="*/ 488 h 5676"/>
                              <a:gd name="T74" fmla="*/ 84 w 1160"/>
                              <a:gd name="T75" fmla="*/ 496 h 5676"/>
                              <a:gd name="T76" fmla="*/ 77 w 1160"/>
                              <a:gd name="T77" fmla="*/ 504 h 5676"/>
                              <a:gd name="T78" fmla="*/ 71 w 1160"/>
                              <a:gd name="T79" fmla="*/ 513 h 5676"/>
                              <a:gd name="T80" fmla="*/ 65 w 1160"/>
                              <a:gd name="T81" fmla="*/ 522 h 5676"/>
                              <a:gd name="T82" fmla="*/ 60 w 1160"/>
                              <a:gd name="T83" fmla="*/ 532 h 5676"/>
                              <a:gd name="T84" fmla="*/ 55 w 1160"/>
                              <a:gd name="T85" fmla="*/ 543 h 5676"/>
                              <a:gd name="T86" fmla="*/ 49 w 1160"/>
                              <a:gd name="T87" fmla="*/ 559 h 5676"/>
                              <a:gd name="T88" fmla="*/ 40 w 1160"/>
                              <a:gd name="T89" fmla="*/ 568 h 5676"/>
                              <a:gd name="T90" fmla="*/ 30 w 1160"/>
                              <a:gd name="T91" fmla="*/ 566 h 5676"/>
                              <a:gd name="T92" fmla="*/ 23 w 1160"/>
                              <a:gd name="T93" fmla="*/ 566 h 5676"/>
                              <a:gd name="T94" fmla="*/ 18 w 1160"/>
                              <a:gd name="T95" fmla="*/ 567 h 567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w 1160"/>
                              <a:gd name="T143" fmla="*/ 0 h 5676"/>
                              <a:gd name="T144" fmla="*/ 1160 w 1160"/>
                              <a:gd name="T145" fmla="*/ 5676 h 5676"/>
                            </a:gdLst>
                            <a:ahLst/>
                            <a:cxnLst>
                              <a:cxn ang="T96">
                                <a:pos x="T4" y="T5"/>
                              </a:cxn>
                              <a:cxn ang="T97">
                                <a:pos x="T6" y="T7"/>
                              </a:cxn>
                              <a:cxn ang="T98">
                                <a:pos x="T8" y="T9"/>
                              </a:cxn>
                              <a:cxn ang="T99">
                                <a:pos x="T10" y="T11"/>
                              </a:cxn>
                              <a:cxn ang="T100">
                                <a:pos x="T12" y="T13"/>
                              </a:cxn>
                              <a:cxn ang="T101">
                                <a:pos x="T14" y="T15"/>
                              </a:cxn>
                              <a:cxn ang="T102">
                                <a:pos x="T16" y="T17"/>
                              </a:cxn>
                              <a:cxn ang="T103">
                                <a:pos x="T18" y="T19"/>
                              </a:cxn>
                              <a:cxn ang="T104">
                                <a:pos x="T20" y="T21"/>
                              </a:cxn>
                              <a:cxn ang="T105">
                                <a:pos x="T22" y="T23"/>
                              </a:cxn>
                              <a:cxn ang="T106">
                                <a:pos x="T24" y="T25"/>
                              </a:cxn>
                              <a:cxn ang="T107">
                                <a:pos x="T26" y="T27"/>
                              </a:cxn>
                              <a:cxn ang="T108">
                                <a:pos x="T28" y="T29"/>
                              </a:cxn>
                              <a:cxn ang="T109">
                                <a:pos x="T30" y="T31"/>
                              </a:cxn>
                              <a:cxn ang="T110">
                                <a:pos x="T32" y="T33"/>
                              </a:cxn>
                              <a:cxn ang="T111">
                                <a:pos x="T34" y="T35"/>
                              </a:cxn>
                              <a:cxn ang="T112">
                                <a:pos x="T36" y="T37"/>
                              </a:cxn>
                              <a:cxn ang="T113">
                                <a:pos x="T38" y="T39"/>
                              </a:cxn>
                              <a:cxn ang="T114">
                                <a:pos x="T40" y="T41"/>
                              </a:cxn>
                              <a:cxn ang="T115">
                                <a:pos x="T42" y="T43"/>
                              </a:cxn>
                              <a:cxn ang="T116">
                                <a:pos x="T44" y="T45"/>
                              </a:cxn>
                              <a:cxn ang="T117">
                                <a:pos x="T46" y="T47"/>
                              </a:cxn>
                              <a:cxn ang="T118">
                                <a:pos x="T48" y="T49"/>
                              </a:cxn>
                              <a:cxn ang="T119">
                                <a:pos x="T50" y="T51"/>
                              </a:cxn>
                              <a:cxn ang="T120">
                                <a:pos x="T52" y="T53"/>
                              </a:cxn>
                              <a:cxn ang="T121">
                                <a:pos x="T54" y="T55"/>
                              </a:cxn>
                              <a:cxn ang="T122">
                                <a:pos x="T56" y="T57"/>
                              </a:cxn>
                              <a:cxn ang="T123">
                                <a:pos x="T58" y="T59"/>
                              </a:cxn>
                              <a:cxn ang="T124">
                                <a:pos x="T60" y="T61"/>
                              </a:cxn>
                              <a:cxn ang="T125">
                                <a:pos x="T62" y="T63"/>
                              </a:cxn>
                              <a:cxn ang="T126">
                                <a:pos x="T64" y="T65"/>
                              </a:cxn>
                              <a:cxn ang="T127">
                                <a:pos x="T66" y="T67"/>
                              </a:cxn>
                              <a:cxn ang="T128">
                                <a:pos x="T68" y="T69"/>
                              </a:cxn>
                              <a:cxn ang="T129">
                                <a:pos x="T70" y="T71"/>
                              </a:cxn>
                              <a:cxn ang="T130">
                                <a:pos x="T72" y="T73"/>
                              </a:cxn>
                              <a:cxn ang="T131">
                                <a:pos x="T74" y="T75"/>
                              </a:cxn>
                              <a:cxn ang="T132">
                                <a:pos x="T76" y="T77"/>
                              </a:cxn>
                              <a:cxn ang="T133">
                                <a:pos x="T78" y="T79"/>
                              </a:cxn>
                              <a:cxn ang="T134">
                                <a:pos x="T80" y="T81"/>
                              </a:cxn>
                              <a:cxn ang="T135">
                                <a:pos x="T82" y="T83"/>
                              </a:cxn>
                              <a:cxn ang="T136">
                                <a:pos x="T84" y="T85"/>
                              </a:cxn>
                              <a:cxn ang="T137">
                                <a:pos x="T86" y="T87"/>
                              </a:cxn>
                              <a:cxn ang="T138">
                                <a:pos x="T88" y="T89"/>
                              </a:cxn>
                              <a:cxn ang="T139">
                                <a:pos x="T90" y="T91"/>
                              </a:cxn>
                              <a:cxn ang="T140">
                                <a:pos x="T92" y="T93"/>
                              </a:cxn>
                              <a:cxn ang="T141">
                                <a:pos x="T94" y="T95"/>
                              </a:cxn>
                            </a:cxnLst>
                            <a:rect l="T142" t="T143" r="T144" b="T145"/>
                            <a:pathLst>
                              <a:path w="1160" h="5676">
                                <a:moveTo>
                                  <a:pt x="297" y="5669"/>
                                </a:moveTo>
                                <a:cubicBezTo>
                                  <a:pt x="297" y="5667"/>
                                  <a:pt x="297" y="5664"/>
                                  <a:pt x="297" y="5661"/>
                                </a:cubicBezTo>
                                <a:lnTo>
                                  <a:pt x="189" y="5630"/>
                                </a:lnTo>
                                <a:cubicBezTo>
                                  <a:pt x="189" y="5628"/>
                                  <a:pt x="189" y="5625"/>
                                  <a:pt x="189" y="5622"/>
                                </a:cubicBez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3C91" w:rsidRDefault="001A3C91" w:rsidP="001A3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1 w 1160"/>
                              <a:gd name="T5" fmla="*/ 564 h 5676"/>
                              <a:gd name="T6" fmla="*/ 8 w 1160"/>
                              <a:gd name="T7" fmla="*/ 562 h 5676"/>
                              <a:gd name="T8" fmla="*/ 6 w 1160"/>
                              <a:gd name="T9" fmla="*/ 560 h 5676"/>
                              <a:gd name="T10" fmla="*/ 4 w 1160"/>
                              <a:gd name="T11" fmla="*/ 555 h 5676"/>
                              <a:gd name="T12" fmla="*/ 2 w 1160"/>
                              <a:gd name="T13" fmla="*/ 488 h 5676"/>
                              <a:gd name="T14" fmla="*/ 2 w 1160"/>
                              <a:gd name="T15" fmla="*/ 360 h 5676"/>
                              <a:gd name="T16" fmla="*/ 2 w 1160"/>
                              <a:gd name="T17" fmla="*/ 231 h 5676"/>
                              <a:gd name="T18" fmla="*/ 2 w 1160"/>
                              <a:gd name="T19" fmla="*/ 134 h 5676"/>
                              <a:gd name="T20" fmla="*/ 0 w 1160"/>
                              <a:gd name="T21" fmla="*/ 37 h 5676"/>
                              <a:gd name="T22" fmla="*/ 1 w 1160"/>
                              <a:gd name="T23" fmla="*/ 32 h 5676"/>
                              <a:gd name="T24" fmla="*/ 0 w 1160"/>
                              <a:gd name="T25" fmla="*/ 23 h 5676"/>
                              <a:gd name="T26" fmla="*/ 0 w 1160"/>
                              <a:gd name="T27" fmla="*/ 17 h 5676"/>
                              <a:gd name="T28" fmla="*/ 1 w 1160"/>
                              <a:gd name="T29" fmla="*/ 12 h 5676"/>
                              <a:gd name="T30" fmla="*/ 2 w 1160"/>
                              <a:gd name="T31" fmla="*/ 6 h 5676"/>
                              <a:gd name="T32" fmla="*/ 3 w 1160"/>
                              <a:gd name="T33" fmla="*/ 4 h 5676"/>
                              <a:gd name="T34" fmla="*/ 4 w 1160"/>
                              <a:gd name="T35" fmla="*/ 2 h 5676"/>
                              <a:gd name="T36" fmla="*/ 6 w 1160"/>
                              <a:gd name="T37" fmla="*/ 0 h 5676"/>
                              <a:gd name="T38" fmla="*/ 8 w 1160"/>
                              <a:gd name="T39" fmla="*/ 0 h 5676"/>
                              <a:gd name="T40" fmla="*/ 10 w 1160"/>
                              <a:gd name="T41" fmla="*/ 0 h 5676"/>
                              <a:gd name="T42" fmla="*/ 15 w 1160"/>
                              <a:gd name="T43" fmla="*/ 2 h 5676"/>
                              <a:gd name="T44" fmla="*/ 20 w 1160"/>
                              <a:gd name="T45" fmla="*/ 5 h 5676"/>
                              <a:gd name="T46" fmla="*/ 31 w 1160"/>
                              <a:gd name="T47" fmla="*/ 19 h 5676"/>
                              <a:gd name="T48" fmla="*/ 50 w 1160"/>
                              <a:gd name="T49" fmla="*/ 57 h 5676"/>
                              <a:gd name="T50" fmla="*/ 66 w 1160"/>
                              <a:gd name="T51" fmla="*/ 98 h 5676"/>
                              <a:gd name="T52" fmla="*/ 79 w 1160"/>
                              <a:gd name="T53" fmla="*/ 140 h 5676"/>
                              <a:gd name="T54" fmla="*/ 90 w 1160"/>
                              <a:gd name="T55" fmla="*/ 184 h 5676"/>
                              <a:gd name="T56" fmla="*/ 99 w 1160"/>
                              <a:gd name="T57" fmla="*/ 229 h 5676"/>
                              <a:gd name="T58" fmla="*/ 105 w 1160"/>
                              <a:gd name="T59" fmla="*/ 274 h 5676"/>
                              <a:gd name="T60" fmla="*/ 110 w 1160"/>
                              <a:gd name="T61" fmla="*/ 320 h 5676"/>
                              <a:gd name="T62" fmla="*/ 113 w 1160"/>
                              <a:gd name="T63" fmla="*/ 365 h 5676"/>
                              <a:gd name="T64" fmla="*/ 115 w 1160"/>
                              <a:gd name="T65" fmla="*/ 410 h 5676"/>
                              <a:gd name="T66" fmla="*/ 116 w 1160"/>
                              <a:gd name="T67" fmla="*/ 454 h 5676"/>
                              <a:gd name="T68" fmla="*/ 109 w 1160"/>
                              <a:gd name="T69" fmla="*/ 473 h 5676"/>
                              <a:gd name="T70" fmla="*/ 100 w 1160"/>
                              <a:gd name="T71" fmla="*/ 480 h 5676"/>
                              <a:gd name="T72" fmla="*/ 91 w 1160"/>
                              <a:gd name="T73" fmla="*/ 488 h 5676"/>
                              <a:gd name="T74" fmla="*/ 84 w 1160"/>
                              <a:gd name="T75" fmla="*/ 496 h 5676"/>
                              <a:gd name="T76" fmla="*/ 77 w 1160"/>
                              <a:gd name="T77" fmla="*/ 504 h 5676"/>
                              <a:gd name="T78" fmla="*/ 71 w 1160"/>
                              <a:gd name="T79" fmla="*/ 513 h 5676"/>
                              <a:gd name="T80" fmla="*/ 65 w 1160"/>
                              <a:gd name="T81" fmla="*/ 522 h 5676"/>
                              <a:gd name="T82" fmla="*/ 60 w 1160"/>
                              <a:gd name="T83" fmla="*/ 532 h 5676"/>
                              <a:gd name="T84" fmla="*/ 55 w 1160"/>
                              <a:gd name="T85" fmla="*/ 543 h 5676"/>
                              <a:gd name="T86" fmla="*/ 49 w 1160"/>
                              <a:gd name="T87" fmla="*/ 559 h 5676"/>
                              <a:gd name="T88" fmla="*/ 40 w 1160"/>
                              <a:gd name="T89" fmla="*/ 568 h 5676"/>
                              <a:gd name="T90" fmla="*/ 30 w 1160"/>
                              <a:gd name="T91" fmla="*/ 566 h 5676"/>
                              <a:gd name="T92" fmla="*/ 23 w 1160"/>
                              <a:gd name="T93" fmla="*/ 566 h 5676"/>
                              <a:gd name="T94" fmla="*/ 18 w 1160"/>
                              <a:gd name="T95" fmla="*/ 567 h 567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w 1160"/>
                              <a:gd name="T143" fmla="*/ 0 h 5676"/>
                              <a:gd name="T144" fmla="*/ 1160 w 1160"/>
                              <a:gd name="T145" fmla="*/ 5676 h 5676"/>
                            </a:gdLst>
                            <a:ahLst/>
                            <a:cxnLst>
                              <a:cxn ang="T96">
                                <a:pos x="T4" y="T5"/>
                              </a:cxn>
                              <a:cxn ang="T97">
                                <a:pos x="T6" y="T7"/>
                              </a:cxn>
                              <a:cxn ang="T98">
                                <a:pos x="T8" y="T9"/>
                              </a:cxn>
                              <a:cxn ang="T99">
                                <a:pos x="T10" y="T11"/>
                              </a:cxn>
                              <a:cxn ang="T100">
                                <a:pos x="T12" y="T13"/>
                              </a:cxn>
                              <a:cxn ang="T101">
                                <a:pos x="T14" y="T15"/>
                              </a:cxn>
                              <a:cxn ang="T102">
                                <a:pos x="T16" y="T17"/>
                              </a:cxn>
                              <a:cxn ang="T103">
                                <a:pos x="T18" y="T19"/>
                              </a:cxn>
                              <a:cxn ang="T104">
                                <a:pos x="T20" y="T21"/>
                              </a:cxn>
                              <a:cxn ang="T105">
                                <a:pos x="T22" y="T23"/>
                              </a:cxn>
                              <a:cxn ang="T106">
                                <a:pos x="T24" y="T25"/>
                              </a:cxn>
                              <a:cxn ang="T107">
                                <a:pos x="T26" y="T27"/>
                              </a:cxn>
                              <a:cxn ang="T108">
                                <a:pos x="T28" y="T29"/>
                              </a:cxn>
                              <a:cxn ang="T109">
                                <a:pos x="T30" y="T31"/>
                              </a:cxn>
                              <a:cxn ang="T110">
                                <a:pos x="T32" y="T33"/>
                              </a:cxn>
                              <a:cxn ang="T111">
                                <a:pos x="T34" y="T35"/>
                              </a:cxn>
                              <a:cxn ang="T112">
                                <a:pos x="T36" y="T37"/>
                              </a:cxn>
                              <a:cxn ang="T113">
                                <a:pos x="T38" y="T39"/>
                              </a:cxn>
                              <a:cxn ang="T114">
                                <a:pos x="T40" y="T41"/>
                              </a:cxn>
                              <a:cxn ang="T115">
                                <a:pos x="T42" y="T43"/>
                              </a:cxn>
                              <a:cxn ang="T116">
                                <a:pos x="T44" y="T45"/>
                              </a:cxn>
                              <a:cxn ang="T117">
                                <a:pos x="T46" y="T47"/>
                              </a:cxn>
                              <a:cxn ang="T118">
                                <a:pos x="T48" y="T49"/>
                              </a:cxn>
                              <a:cxn ang="T119">
                                <a:pos x="T50" y="T51"/>
                              </a:cxn>
                              <a:cxn ang="T120">
                                <a:pos x="T52" y="T53"/>
                              </a:cxn>
                              <a:cxn ang="T121">
                                <a:pos x="T54" y="T55"/>
                              </a:cxn>
                              <a:cxn ang="T122">
                                <a:pos x="T56" y="T57"/>
                              </a:cxn>
                              <a:cxn ang="T123">
                                <a:pos x="T58" y="T59"/>
                              </a:cxn>
                              <a:cxn ang="T124">
                                <a:pos x="T60" y="T61"/>
                              </a:cxn>
                              <a:cxn ang="T125">
                                <a:pos x="T62" y="T63"/>
                              </a:cxn>
                              <a:cxn ang="T126">
                                <a:pos x="T64" y="T65"/>
                              </a:cxn>
                              <a:cxn ang="T127">
                                <a:pos x="T66" y="T67"/>
                              </a:cxn>
                              <a:cxn ang="T128">
                                <a:pos x="T68" y="T69"/>
                              </a:cxn>
                              <a:cxn ang="T129">
                                <a:pos x="T70" y="T71"/>
                              </a:cxn>
                              <a:cxn ang="T130">
                                <a:pos x="T72" y="T73"/>
                              </a:cxn>
                              <a:cxn ang="T131">
                                <a:pos x="T74" y="T75"/>
                              </a:cxn>
                              <a:cxn ang="T132">
                                <a:pos x="T76" y="T77"/>
                              </a:cxn>
                              <a:cxn ang="T133">
                                <a:pos x="T78" y="T79"/>
                              </a:cxn>
                              <a:cxn ang="T134">
                                <a:pos x="T80" y="T81"/>
                              </a:cxn>
                              <a:cxn ang="T135">
                                <a:pos x="T82" y="T83"/>
                              </a:cxn>
                              <a:cxn ang="T136">
                                <a:pos x="T84" y="T85"/>
                              </a:cxn>
                              <a:cxn ang="T137">
                                <a:pos x="T86" y="T87"/>
                              </a:cxn>
                              <a:cxn ang="T138">
                                <a:pos x="T88" y="T89"/>
                              </a:cxn>
                              <a:cxn ang="T139">
                                <a:pos x="T90" y="T91"/>
                              </a:cxn>
                              <a:cxn ang="T140">
                                <a:pos x="T92" y="T93"/>
                              </a:cxn>
                              <a:cxn ang="T141">
                                <a:pos x="T94" y="T95"/>
                              </a:cxn>
                            </a:cxnLst>
                            <a:rect l="T142" t="T143" r="T144" b="T145"/>
                            <a:pathLst>
                              <a:path w="1160" h="5676">
                                <a:moveTo>
                                  <a:pt x="297" y="5669"/>
                                </a:moveTo>
                                <a:cubicBezTo>
                                  <a:pt x="297" y="5667"/>
                                  <a:pt x="297" y="5664"/>
                                  <a:pt x="297" y="5661"/>
                                </a:cubicBezTo>
                                <a:lnTo>
                                  <a:pt x="189" y="5630"/>
                                </a:lnTo>
                                <a:cubicBezTo>
                                  <a:pt x="189" y="5628"/>
                                  <a:pt x="189" y="5625"/>
                                  <a:pt x="189" y="5622"/>
                                </a:cubicBez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3C91" w:rsidRDefault="001A3C91" w:rsidP="001A3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3C91" w:rsidRDefault="001A3C91" w:rsidP="001A3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 w 400"/>
                              <a:gd name="T5" fmla="*/ 161 h 1632"/>
                              <a:gd name="T6" fmla="*/ 40 w 400"/>
                              <a:gd name="T7" fmla="*/ 162 h 1632"/>
                              <a:gd name="T8" fmla="*/ 40 w 400"/>
                              <a:gd name="T9" fmla="*/ 0 h 1632"/>
                              <a:gd name="T10" fmla="*/ 0 w 400"/>
                              <a:gd name="T11" fmla="*/ 0 h 1632"/>
                              <a:gd name="T12" fmla="*/ 0 w 400"/>
                              <a:gd name="T13" fmla="*/ 162 h 1632"/>
                              <a:gd name="T14" fmla="*/ 0 w 400"/>
                              <a:gd name="T15" fmla="*/ 163 h 1632"/>
                              <a:gd name="T16" fmla="*/ 0 w 400"/>
                              <a:gd name="T17" fmla="*/ 162 h 1632"/>
                              <a:gd name="T18" fmla="*/ 0 w 400"/>
                              <a:gd name="T19" fmla="*/ 163 h 1632"/>
                              <a:gd name="T20" fmla="*/ 0 w 400"/>
                              <a:gd name="T21" fmla="*/ 163 h 1632"/>
                              <a:gd name="T22" fmla="*/ 40 w 400"/>
                              <a:gd name="T23" fmla="*/ 161 h 1632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00"/>
                              <a:gd name="T35" fmla="*/ 0 h 1632"/>
                              <a:gd name="T36" fmla="*/ 400 w 400"/>
                              <a:gd name="T37" fmla="*/ 1632 h 1632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3C91" w:rsidRDefault="001A3C91" w:rsidP="001A3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71 w 1748"/>
                              <a:gd name="T5" fmla="*/ 171 h 2097"/>
                              <a:gd name="T6" fmla="*/ 162 w 1748"/>
                              <a:gd name="T7" fmla="*/ 167 h 2097"/>
                              <a:gd name="T8" fmla="*/ 152 w 1748"/>
                              <a:gd name="T9" fmla="*/ 162 h 2097"/>
                              <a:gd name="T10" fmla="*/ 143 w 1748"/>
                              <a:gd name="T11" fmla="*/ 157 h 2097"/>
                              <a:gd name="T12" fmla="*/ 134 w 1748"/>
                              <a:gd name="T13" fmla="*/ 151 h 2097"/>
                              <a:gd name="T14" fmla="*/ 125 w 1748"/>
                              <a:gd name="T15" fmla="*/ 144 h 2097"/>
                              <a:gd name="T16" fmla="*/ 116 w 1748"/>
                              <a:gd name="T17" fmla="*/ 137 h 2097"/>
                              <a:gd name="T18" fmla="*/ 108 w 1748"/>
                              <a:gd name="T19" fmla="*/ 130 h 2097"/>
                              <a:gd name="T20" fmla="*/ 100 w 1748"/>
                              <a:gd name="T21" fmla="*/ 122 h 2097"/>
                              <a:gd name="T22" fmla="*/ 92 w 1748"/>
                              <a:gd name="T23" fmla="*/ 114 h 2097"/>
                              <a:gd name="T24" fmla="*/ 84 w 1748"/>
                              <a:gd name="T25" fmla="*/ 106 h 2097"/>
                              <a:gd name="T26" fmla="*/ 78 w 1748"/>
                              <a:gd name="T27" fmla="*/ 97 h 2097"/>
                              <a:gd name="T28" fmla="*/ 71 w 1748"/>
                              <a:gd name="T29" fmla="*/ 88 h 2097"/>
                              <a:gd name="T30" fmla="*/ 65 w 1748"/>
                              <a:gd name="T31" fmla="*/ 78 h 2097"/>
                              <a:gd name="T32" fmla="*/ 60 w 1748"/>
                              <a:gd name="T33" fmla="*/ 69 h 2097"/>
                              <a:gd name="T34" fmla="*/ 55 w 1748"/>
                              <a:gd name="T35" fmla="*/ 59 h 2097"/>
                              <a:gd name="T36" fmla="*/ 51 w 1748"/>
                              <a:gd name="T37" fmla="*/ 49 h 2097"/>
                              <a:gd name="T38" fmla="*/ 47 w 1748"/>
                              <a:gd name="T39" fmla="*/ 39 h 2097"/>
                              <a:gd name="T40" fmla="*/ 45 w 1748"/>
                              <a:gd name="T41" fmla="*/ 30 h 2097"/>
                              <a:gd name="T42" fmla="*/ 42 w 1748"/>
                              <a:gd name="T43" fmla="*/ 20 h 2097"/>
                              <a:gd name="T44" fmla="*/ 41 w 1748"/>
                              <a:gd name="T45" fmla="*/ 10 h 2097"/>
                              <a:gd name="T46" fmla="*/ 40 w 1748"/>
                              <a:gd name="T47" fmla="*/ 0 h 2097"/>
                              <a:gd name="T48" fmla="*/ 1 w 1748"/>
                              <a:gd name="T49" fmla="*/ 10 h 2097"/>
                              <a:gd name="T50" fmla="*/ 2 w 1748"/>
                              <a:gd name="T51" fmla="*/ 23 h 2097"/>
                              <a:gd name="T52" fmla="*/ 5 w 1748"/>
                              <a:gd name="T53" fmla="*/ 35 h 2097"/>
                              <a:gd name="T54" fmla="*/ 8 w 1748"/>
                              <a:gd name="T55" fmla="*/ 48 h 2097"/>
                              <a:gd name="T56" fmla="*/ 12 w 1748"/>
                              <a:gd name="T57" fmla="*/ 60 h 2097"/>
                              <a:gd name="T58" fmla="*/ 17 w 1748"/>
                              <a:gd name="T59" fmla="*/ 72 h 2097"/>
                              <a:gd name="T60" fmla="*/ 23 w 1748"/>
                              <a:gd name="T61" fmla="*/ 84 h 2097"/>
                              <a:gd name="T62" fmla="*/ 29 w 1748"/>
                              <a:gd name="T63" fmla="*/ 95 h 2097"/>
                              <a:gd name="T64" fmla="*/ 36 w 1748"/>
                              <a:gd name="T65" fmla="*/ 106 h 2097"/>
                              <a:gd name="T66" fmla="*/ 43 w 1748"/>
                              <a:gd name="T67" fmla="*/ 117 h 2097"/>
                              <a:gd name="T68" fmla="*/ 51 w 1748"/>
                              <a:gd name="T69" fmla="*/ 127 h 2097"/>
                              <a:gd name="T70" fmla="*/ 59 w 1748"/>
                              <a:gd name="T71" fmla="*/ 137 h 2097"/>
                              <a:gd name="T72" fmla="*/ 68 w 1748"/>
                              <a:gd name="T73" fmla="*/ 147 h 2097"/>
                              <a:gd name="T74" fmla="*/ 77 w 1748"/>
                              <a:gd name="T75" fmla="*/ 156 h 2097"/>
                              <a:gd name="T76" fmla="*/ 87 w 1748"/>
                              <a:gd name="T77" fmla="*/ 165 h 2097"/>
                              <a:gd name="T78" fmla="*/ 97 w 1748"/>
                              <a:gd name="T79" fmla="*/ 173 h 2097"/>
                              <a:gd name="T80" fmla="*/ 108 w 1748"/>
                              <a:gd name="T81" fmla="*/ 181 h 2097"/>
                              <a:gd name="T82" fmla="*/ 118 w 1748"/>
                              <a:gd name="T83" fmla="*/ 188 h 2097"/>
                              <a:gd name="T84" fmla="*/ 130 w 1748"/>
                              <a:gd name="T85" fmla="*/ 195 h 2097"/>
                              <a:gd name="T86" fmla="*/ 141 w 1748"/>
                              <a:gd name="T87" fmla="*/ 201 h 2097"/>
                              <a:gd name="T88" fmla="*/ 152 w 1748"/>
                              <a:gd name="T89" fmla="*/ 207 h 2097"/>
                              <a:gd name="T90" fmla="*/ 160 w 1748"/>
                              <a:gd name="T91" fmla="*/ 210 h 2097"/>
                              <a:gd name="T92" fmla="*/ 175 w 1748"/>
                              <a:gd name="T93" fmla="*/ 173 h 209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748"/>
                              <a:gd name="T140" fmla="*/ 0 h 2097"/>
                              <a:gd name="T141" fmla="*/ 1748 w 1748"/>
                              <a:gd name="T142" fmla="*/ 2097 h 209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748" h="2097">
                                <a:moveTo>
                                  <a:pt x="3491" y="1726"/>
                                </a:moveTo>
                                <a:cubicBezTo>
                                  <a:pt x="3491" y="1725"/>
                                  <a:pt x="3491" y="1725"/>
                                  <a:pt x="3491" y="1725"/>
                                </a:cubicBezTo>
                                <a:lnTo>
                                  <a:pt x="3329" y="1698"/>
                                </a:lnTo>
                                <a:cubicBezTo>
                                  <a:pt x="3329" y="1698"/>
                                  <a:pt x="3329" y="1697"/>
                                  <a:pt x="3329" y="1697"/>
                                </a:cubicBez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3C91" w:rsidRDefault="001A3C91" w:rsidP="001A3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4 w 4190"/>
                              <a:gd name="T5" fmla="*/ 166 h 2060"/>
                              <a:gd name="T6" fmla="*/ 419 w 4190"/>
                              <a:gd name="T7" fmla="*/ 166 h 2060"/>
                              <a:gd name="T8" fmla="*/ 15 w 4190"/>
                              <a:gd name="T9" fmla="*/ 0 h 2060"/>
                              <a:gd name="T10" fmla="*/ 0 w 4190"/>
                              <a:gd name="T11" fmla="*/ 37 h 2060"/>
                              <a:gd name="T12" fmla="*/ 404 w 4190"/>
                              <a:gd name="T13" fmla="*/ 203 h 2060"/>
                              <a:gd name="T14" fmla="*/ 419 w 4190"/>
                              <a:gd name="T15" fmla="*/ 203 h 2060"/>
                              <a:gd name="T16" fmla="*/ 404 w 4190"/>
                              <a:gd name="T17" fmla="*/ 203 h 2060"/>
                              <a:gd name="T18" fmla="*/ 412 w 4190"/>
                              <a:gd name="T19" fmla="*/ 206 h 2060"/>
                              <a:gd name="T20" fmla="*/ 419 w 4190"/>
                              <a:gd name="T21" fmla="*/ 203 h 2060"/>
                              <a:gd name="T22" fmla="*/ 404 w 4190"/>
                              <a:gd name="T23" fmla="*/ 166 h 2060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190"/>
                              <a:gd name="T35" fmla="*/ 0 h 2060"/>
                              <a:gd name="T36" fmla="*/ 4190 w 4190"/>
                              <a:gd name="T37" fmla="*/ 2060 h 2060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3C91" w:rsidRDefault="001A3C91" w:rsidP="001A3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4 w 4190"/>
                              <a:gd name="T5" fmla="*/ 0 h 2031"/>
                              <a:gd name="T6" fmla="*/ 404 w 4190"/>
                              <a:gd name="T7" fmla="*/ 0 h 2031"/>
                              <a:gd name="T8" fmla="*/ 0 w 4190"/>
                              <a:gd name="T9" fmla="*/ 166 h 2031"/>
                              <a:gd name="T10" fmla="*/ 15 w 4190"/>
                              <a:gd name="T11" fmla="*/ 203 h 2031"/>
                              <a:gd name="T12" fmla="*/ 419 w 4190"/>
                              <a:gd name="T13" fmla="*/ 37 h 2031"/>
                              <a:gd name="T14" fmla="*/ 419 w 4190"/>
                              <a:gd name="T15" fmla="*/ 37 h 2031"/>
                              <a:gd name="T16" fmla="*/ 404 w 4190"/>
                              <a:gd name="T17" fmla="*/ 0 h 2031"/>
                              <a:gd name="T18" fmla="*/ 404 w 4190"/>
                              <a:gd name="T19" fmla="*/ 0 h 2031"/>
                              <a:gd name="T20" fmla="*/ 404 w 4190"/>
                              <a:gd name="T21" fmla="*/ 0 h 2031"/>
                              <a:gd name="T22" fmla="*/ 404 w 4190"/>
                              <a:gd name="T23" fmla="*/ 0 h 2031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190"/>
                              <a:gd name="T35" fmla="*/ 0 h 2031"/>
                              <a:gd name="T36" fmla="*/ 4190 w 4190"/>
                              <a:gd name="T37" fmla="*/ 2031 h 2031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3C91" w:rsidRDefault="001A3C91" w:rsidP="001A3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34 w 1744"/>
                              <a:gd name="T5" fmla="*/ 3 h 2097"/>
                              <a:gd name="T6" fmla="*/ 133 w 1744"/>
                              <a:gd name="T7" fmla="*/ 13 h 2097"/>
                              <a:gd name="T8" fmla="*/ 131 w 1744"/>
                              <a:gd name="T9" fmla="*/ 23 h 2097"/>
                              <a:gd name="T10" fmla="*/ 129 w 1744"/>
                              <a:gd name="T11" fmla="*/ 33 h 2097"/>
                              <a:gd name="T12" fmla="*/ 126 w 1744"/>
                              <a:gd name="T13" fmla="*/ 43 h 2097"/>
                              <a:gd name="T14" fmla="*/ 122 w 1744"/>
                              <a:gd name="T15" fmla="*/ 53 h 2097"/>
                              <a:gd name="T16" fmla="*/ 118 w 1744"/>
                              <a:gd name="T17" fmla="*/ 62 h 2097"/>
                              <a:gd name="T18" fmla="*/ 112 w 1744"/>
                              <a:gd name="T19" fmla="*/ 72 h 2097"/>
                              <a:gd name="T20" fmla="*/ 107 w 1744"/>
                              <a:gd name="T21" fmla="*/ 81 h 2097"/>
                              <a:gd name="T22" fmla="*/ 101 w 1744"/>
                              <a:gd name="T23" fmla="*/ 91 h 2097"/>
                              <a:gd name="T24" fmla="*/ 94 w 1744"/>
                              <a:gd name="T25" fmla="*/ 100 h 2097"/>
                              <a:gd name="T26" fmla="*/ 87 w 1744"/>
                              <a:gd name="T27" fmla="*/ 108 h 2097"/>
                              <a:gd name="T28" fmla="*/ 80 w 1744"/>
                              <a:gd name="T29" fmla="*/ 117 h 2097"/>
                              <a:gd name="T30" fmla="*/ 72 w 1744"/>
                              <a:gd name="T31" fmla="*/ 125 h 2097"/>
                              <a:gd name="T32" fmla="*/ 64 w 1744"/>
                              <a:gd name="T33" fmla="*/ 132 h 2097"/>
                              <a:gd name="T34" fmla="*/ 55 w 1744"/>
                              <a:gd name="T35" fmla="*/ 140 h 2097"/>
                              <a:gd name="T36" fmla="*/ 47 w 1744"/>
                              <a:gd name="T37" fmla="*/ 147 h 2097"/>
                              <a:gd name="T38" fmla="*/ 38 w 1744"/>
                              <a:gd name="T39" fmla="*/ 153 h 2097"/>
                              <a:gd name="T40" fmla="*/ 28 w 1744"/>
                              <a:gd name="T41" fmla="*/ 159 h 2097"/>
                              <a:gd name="T42" fmla="*/ 19 w 1744"/>
                              <a:gd name="T43" fmla="*/ 164 h 2097"/>
                              <a:gd name="T44" fmla="*/ 9 w 1744"/>
                              <a:gd name="T45" fmla="*/ 169 h 2097"/>
                              <a:gd name="T46" fmla="*/ 0 w 1744"/>
                              <a:gd name="T47" fmla="*/ 173 h 2097"/>
                              <a:gd name="T48" fmla="*/ 22 w 1744"/>
                              <a:gd name="T49" fmla="*/ 207 h 2097"/>
                              <a:gd name="T50" fmla="*/ 34 w 1744"/>
                              <a:gd name="T51" fmla="*/ 201 h 2097"/>
                              <a:gd name="T52" fmla="*/ 45 w 1744"/>
                              <a:gd name="T53" fmla="*/ 195 h 2097"/>
                              <a:gd name="T54" fmla="*/ 56 w 1744"/>
                              <a:gd name="T55" fmla="*/ 188 h 2097"/>
                              <a:gd name="T56" fmla="*/ 67 w 1744"/>
                              <a:gd name="T57" fmla="*/ 181 h 2097"/>
                              <a:gd name="T58" fmla="*/ 77 w 1744"/>
                              <a:gd name="T59" fmla="*/ 173 h 2097"/>
                              <a:gd name="T60" fmla="*/ 87 w 1744"/>
                              <a:gd name="T61" fmla="*/ 165 h 2097"/>
                              <a:gd name="T62" fmla="*/ 97 w 1744"/>
                              <a:gd name="T63" fmla="*/ 156 h 2097"/>
                              <a:gd name="T64" fmla="*/ 106 w 1744"/>
                              <a:gd name="T65" fmla="*/ 147 h 2097"/>
                              <a:gd name="T66" fmla="*/ 115 w 1744"/>
                              <a:gd name="T67" fmla="*/ 137 h 2097"/>
                              <a:gd name="T68" fmla="*/ 123 w 1744"/>
                              <a:gd name="T69" fmla="*/ 127 h 2097"/>
                              <a:gd name="T70" fmla="*/ 131 w 1744"/>
                              <a:gd name="T71" fmla="*/ 117 h 2097"/>
                              <a:gd name="T72" fmla="*/ 139 w 1744"/>
                              <a:gd name="T73" fmla="*/ 106 h 2097"/>
                              <a:gd name="T74" fmla="*/ 145 w 1744"/>
                              <a:gd name="T75" fmla="*/ 95 h 2097"/>
                              <a:gd name="T76" fmla="*/ 151 w 1744"/>
                              <a:gd name="T77" fmla="*/ 84 h 2097"/>
                              <a:gd name="T78" fmla="*/ 157 w 1744"/>
                              <a:gd name="T79" fmla="*/ 72 h 2097"/>
                              <a:gd name="T80" fmla="*/ 162 w 1744"/>
                              <a:gd name="T81" fmla="*/ 60 h 2097"/>
                              <a:gd name="T82" fmla="*/ 166 w 1744"/>
                              <a:gd name="T83" fmla="*/ 48 h 2097"/>
                              <a:gd name="T84" fmla="*/ 169 w 1744"/>
                              <a:gd name="T85" fmla="*/ 35 h 2097"/>
                              <a:gd name="T86" fmla="*/ 172 w 1744"/>
                              <a:gd name="T87" fmla="*/ 23 h 2097"/>
                              <a:gd name="T88" fmla="*/ 173 w 1744"/>
                              <a:gd name="T89" fmla="*/ 10 h 2097"/>
                              <a:gd name="T90" fmla="*/ 174 w 1744"/>
                              <a:gd name="T91" fmla="*/ 1 h 2097"/>
                              <a:gd name="T92" fmla="*/ 174 w 1744"/>
                              <a:gd name="T93" fmla="*/ 1 h 209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744"/>
                              <a:gd name="T140" fmla="*/ 0 h 2097"/>
                              <a:gd name="T141" fmla="*/ 1744 w 1744"/>
                              <a:gd name="T142" fmla="*/ 2097 h 209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744" h="2097">
                                <a:moveTo>
                                  <a:pt x="2687" y="9"/>
                                </a:moveTo>
                                <a:cubicBezTo>
                                  <a:pt x="2687" y="9"/>
                                  <a:pt x="2687" y="9"/>
                                  <a:pt x="2687" y="9"/>
                                </a:cubicBezTo>
                                <a:lnTo>
                                  <a:pt x="2675" y="63"/>
                                </a:lnTo>
                                <a:cubicBezTo>
                                  <a:pt x="2675" y="63"/>
                                  <a:pt x="2675" y="63"/>
                                  <a:pt x="2675" y="63"/>
                                </a:cubicBez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3C91" w:rsidRDefault="001A3C91" w:rsidP="001A3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0 w 400"/>
                              <a:gd name="T5" fmla="*/ 40 h 13403"/>
                              <a:gd name="T6" fmla="*/ 0 w 400"/>
                              <a:gd name="T7" fmla="*/ 20 h 13403"/>
                              <a:gd name="T8" fmla="*/ 0 w 400"/>
                              <a:gd name="T9" fmla="*/ 1340 h 13403"/>
                              <a:gd name="T10" fmla="*/ 40 w 400"/>
                              <a:gd name="T11" fmla="*/ 1340 h 13403"/>
                              <a:gd name="T12" fmla="*/ 40 w 400"/>
                              <a:gd name="T13" fmla="*/ 20 h 13403"/>
                              <a:gd name="T14" fmla="*/ 20 w 400"/>
                              <a:gd name="T15" fmla="*/ 0 h 13403"/>
                              <a:gd name="T16" fmla="*/ 40 w 400"/>
                              <a:gd name="T17" fmla="*/ 20 h 13403"/>
                              <a:gd name="T18" fmla="*/ 40 w 400"/>
                              <a:gd name="T19" fmla="*/ 0 h 13403"/>
                              <a:gd name="T20" fmla="*/ 20 w 400"/>
                              <a:gd name="T21" fmla="*/ 0 h 13403"/>
                              <a:gd name="T22" fmla="*/ 20 w 400"/>
                              <a:gd name="T23" fmla="*/ 40 h 13403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00"/>
                              <a:gd name="T35" fmla="*/ 0 h 13403"/>
                              <a:gd name="T36" fmla="*/ 400 w 400"/>
                              <a:gd name="T37" fmla="*/ 13403 h 13403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3C91" w:rsidRDefault="001A3C91" w:rsidP="001A3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3C91" w:rsidRDefault="001A3C91" w:rsidP="001A3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 w 5711"/>
                              <a:gd name="T5" fmla="*/ 20 h 400"/>
                              <a:gd name="T6" fmla="*/ 20 w 5711"/>
                              <a:gd name="T7" fmla="*/ 40 h 400"/>
                              <a:gd name="T8" fmla="*/ 571 w 5711"/>
                              <a:gd name="T9" fmla="*/ 40 h 400"/>
                              <a:gd name="T10" fmla="*/ 571 w 5711"/>
                              <a:gd name="T11" fmla="*/ 0 h 400"/>
                              <a:gd name="T12" fmla="*/ 20 w 5711"/>
                              <a:gd name="T13" fmla="*/ 0 h 400"/>
                              <a:gd name="T14" fmla="*/ 0 w 5711"/>
                              <a:gd name="T15" fmla="*/ 20 h 400"/>
                              <a:gd name="T16" fmla="*/ 20 w 5711"/>
                              <a:gd name="T17" fmla="*/ 0 h 400"/>
                              <a:gd name="T18" fmla="*/ 0 w 5711"/>
                              <a:gd name="T19" fmla="*/ 0 h 400"/>
                              <a:gd name="T20" fmla="*/ 0 w 5711"/>
                              <a:gd name="T21" fmla="*/ 20 h 400"/>
                              <a:gd name="T22" fmla="*/ 40 w 5711"/>
                              <a:gd name="T23" fmla="*/ 20 h 400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5711"/>
                              <a:gd name="T35" fmla="*/ 0 h 400"/>
                              <a:gd name="T36" fmla="*/ 5711 w 5711"/>
                              <a:gd name="T37" fmla="*/ 400 h 400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3C91" w:rsidRDefault="001A3C91" w:rsidP="001A3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0 w 400"/>
                              <a:gd name="T5" fmla="*/ 410 h 4097"/>
                              <a:gd name="T6" fmla="*/ 40 w 400"/>
                              <a:gd name="T7" fmla="*/ 410 h 4097"/>
                              <a:gd name="T8" fmla="*/ 40 w 400"/>
                              <a:gd name="T9" fmla="*/ 0 h 4097"/>
                              <a:gd name="T10" fmla="*/ 0 w 400"/>
                              <a:gd name="T11" fmla="*/ 0 h 4097"/>
                              <a:gd name="T12" fmla="*/ 0 w 400"/>
                              <a:gd name="T13" fmla="*/ 410 h 4097"/>
                              <a:gd name="T14" fmla="*/ 20 w 400"/>
                              <a:gd name="T15" fmla="*/ 410 h 4097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w 400"/>
                              <a:gd name="T23" fmla="*/ 0 h 4097"/>
                              <a:gd name="T24" fmla="*/ 400 w 400"/>
                              <a:gd name="T25" fmla="*/ 4097 h 4097"/>
                            </a:gdLst>
                            <a:ahLst/>
                            <a:cxnLst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  <a:cxn ang="T21">
                                <a:pos x="T14" y="T15"/>
                              </a:cxn>
                            </a:cxnLst>
                            <a:rect l="T22" t="T23" r="T24" b="T25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3C91" w:rsidRDefault="001A3C91" w:rsidP="001A3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364" o:spid="_x0000_s1026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">
                <v:shape id="Freeform 34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/4bcIA&#10;AADaAAAADwAAAGRycy9kb3ducmV2LnhtbESP3YrCMBSE7wXfIRxh7zT1h1Jro8jCijfCWn2A0+bY&#10;FpuT0mS1vv1mYcHLYWa+YbLdYFrxoN41lhXMZxEI4tLqhisF18vXNAHhPLLG1jIpeJGD3XY8yjDV&#10;9slneuS+EgHCLkUFtfddKqUrazLoZrYjDt7N9gZ9kH0ldY/PADetXERRLA02HBZq7OizpvKe/xgF&#10;Wh6S4nrKD8V99b3Uq7VexvFJqY/JsN+A8DT4d/i/fdQKFvB3JdwA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H/htwgAAANoAAAAPAAAAAAAAAAAAAAAAAJgCAABkcnMvZG93&#10;bnJldi54bWxQSwUGAAAAAAQABAD1AAAAhwMAAAAA&#10;" adj="-11796480,,5400" path="m8010,14530v,-18,,-37,,-55l7552,14392v,-19,,-37,,-55l3587,14244r-75,-59l3439,14123r-73,-64l3294,13992r4716,538xe" fillcolor="black" stroked="f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1A3C91" w:rsidRDefault="001A3C91" w:rsidP="001A3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gAuMIA&#10;AADaAAAADwAAAGRycy9kb3ducmV2LnhtbESPT2sCMRTE74V+h/AEL6VmbanUdaOIUNCja0uvr5u3&#10;f3DzkiZR12/fCEKPw8z8hilWg+nFmXzoLCuYTjIQxJXVHTcKPg8fz+8gQkTW2FsmBVcKsFo+PhSY&#10;a3vhPZ3L2IgE4ZCjgjZGl0sZqpYMhol1xMmrrTcYk/SN1B4vCW56+ZJlM2mw47TQoqNNS9WxPBkF&#10;O//9FvZrN/uiecxc+fNU/8qTUuPRsF6AiDTE//C9vdUKXuF2Jd0A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yAC4wgAAANoAAAAPAAAAAAAAAAAAAAAAAJgCAABkcnMvZG93&#10;bnJldi54bWxQSwUGAAAAAAQABAD1AAAAhwMAAAAA&#10;" adj="-11796480,,5400" path="m8010,14530v,-18,,-37,,-55l7552,14392v,-19,,-37,,-55l3587,14244r-75,-59l3439,14123r-73,-64l3294,13992r4716,538xe" filled="f" strokeweight=".5pt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1A3C91" w:rsidRDefault="001A3C91" w:rsidP="001A3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m08sMA&#10;AADaAAAADwAAAGRycy9kb3ducmV2LnhtbESPS2vDMBCE74X+B7GF3mq5JSnGsWxCIdBDL05CyHGx&#10;1g9irYyl+NFfXxUKPQ4z8w2TFYvpxUSj6ywreI1iEMSV1R03Cs6nw0sCwnlkjb1lUrCSgyJ/fMgw&#10;1Xbmkqajb0SAsEtRQev9kErpqpYMusgOxMGr7WjQBzk2Uo84B7jp5Vscv0uDHYeFFgf6aKm6He9G&#10;QVx+J5duKM2y3V7Pm/o0r/XXrNTz07LfgfC0+P/wX/tTK9jA75VwA2T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m08sMAAADaAAAADwAAAAAAAAAAAAAAAACYAgAAZHJzL2Rv&#10;d25yZXYueG1sUEsFBgAAAAAEAAQA9QAAAIgDAAAAAA==&#10;" adj="-11796480,,5400" path="m1419,339v,,,,,l1419,249v,,,,,l710,152r,-36l710,78r-9,-9l689,59r730,280xe" stroked="f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1A3C91" w:rsidRDefault="001A3C91" w:rsidP="001A3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ZDKsAA&#10;AADaAAAADwAAAGRycy9kb3ducmV2LnhtbESPQavCMBCE74L/IazgTVNFRapRRFQ8qvXgcWnWtths&#10;ahO1vl//Iggeh5n5hpkvG1OKJ9WusKxg0I9AEKdWF5wpOCfb3hSE88gaS8uk4E0Olot2a46xti8+&#10;0vPkMxEg7GJUkHtfxVK6NCeDrm8r4uBdbW3QB1lnUtf4CnBTymEUTaTBgsNCjhWtc0pvp4dRcN+M&#10;1vfykoybg4l2w9s5+cNHolS306xmIDw1/hf+tvdawRg+V8INkI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FZDKsAAAADaAAAADwAAAAAAAAAAAAAAAACYAgAAZHJzL2Rvd25y&#10;ZXYueG1sUEsFBgAAAAAEAAQA9QAAAIUDAAAAAA==&#10;" adj="-11796480,,5400" path="m1419,339v,,,,,l1419,249v,,,,,l710,152r,-36l710,78r-9,-9l689,59r730,280xe" filled="f" strokeweight=".5pt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1A3C91" w:rsidRDefault="001A3C91" w:rsidP="001A3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ePHsMA&#10;AADaAAAADwAAAGRycy9kb3ducmV2LnhtbESPzWvCQBTE74X+D8sreKubSpUQs4oUCh56iYp4fGRf&#10;PjD7NmS3+fCvdwXB4zAzv2HS7Wga0VPnassKvuYRCOLc6ppLBafj72cMwnlkjY1lUjCRg+3m/S3F&#10;RNuBM+oPvhQBwi5BBZX3bSKlyysy6Oa2JQ5eYTuDPsiulLrDIcBNIxdRtJIGaw4LFbb0U1F+Pfwb&#10;BVF2i891m5lxubycvovjMBV/g1Kzj3G3BuFp9K/ws73XClbwuBJu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jePHsMAAADaAAAADwAAAAAAAAAAAAAAAACYAgAAZHJzL2Rv&#10;d25yZXYueG1sUEsFBgAAAAAEAAQA9QAAAIgDAAAAAA==&#10;" adj="-11796480,,5400" path="m,340v,-1,,-1,,-1l,250v,-1,,-1,,-1l,152,,116,,78,9,69,21,58,,340xe" stroked="f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1A3C91" w:rsidRDefault="001A3C91" w:rsidP="001A3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h4xsEA&#10;AADaAAAADwAAAGRycy9kb3ducmV2LnhtbESPzarCMBSE9xd8h3AEd9dU8Y9qFBEVl2pduDw0x7bY&#10;nNQmavXpzYULLoeZ+YaZLRpTigfVrrCsoNeNQBCnVhecKTglm98JCOeRNZaWScGLHCzmrZ8Zxto+&#10;+UCPo89EgLCLUUHufRVL6dKcDLqurYiDd7G1QR9knUld4zPATSn7UTSSBgsOCzlWtMopvR7vRsFt&#10;PVjdynMybPYm2vavp+SN90SpTrtZTkF4avw3/N/eaQVj+LsSboCc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IeMbBAAAA2gAAAA8AAAAAAAAAAAAAAAAAmAIAAGRycy9kb3du&#10;cmV2LnhtbFBLBQYAAAAABAAEAPUAAACGAwAAAAA=&#10;" adj="-11796480,,5400" path="m,340v,-1,,-1,,-1l,250v,-1,,-1,,-1l,152,,116,,78,9,69,21,58,,340xe" filled="f" strokeweight=".5pt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1A3C91" w:rsidRDefault="001A3C91" w:rsidP="001A3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8NZsAA&#10;AADaAAAADwAAAGRycy9kb3ducmV2LnhtbERPz2vCMBS+C/sfwht403QeRLqmooMNERF10/OzeTbF&#10;5qU0Uat/vTkIO358v7NpZ2txpdZXjhV8DBMQxIXTFZcK/n6/BxMQPiBrrB2Tgjt5mOZvvQxT7W68&#10;pesulCKGsE9RgQmhSaX0hSGLfuga4sidXGsxRNiWUrd4i+G2lqMkGUuLFccGgw19GSrOu4tVsP/R&#10;60eTHO+zzXy1dfIxdqvDUqn+ezf7BBGoC//il3uhFcSt8Uq8ATJ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K8NZsAAAADaAAAADwAAAAAAAAAAAAAAAACYAgAAZHJzL2Rvd25y&#10;ZXYueG1sUEsFBgAAAAAEAAQA9QAAAIUDAAAAAA==&#10;" adj="-11796480,,5400" path="m3009,2329v,-1,,-1,,-2l3214,2303v,,,,,-1l1652,2281r7,-5l1667,2270r6,-5l1680,2259r1329,70xe" stroked="f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1A3C91" w:rsidRDefault="001A3C91" w:rsidP="001A3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uga8EA&#10;AADaAAAADwAAAGRycy9kb3ducmV2LnhtbESPQYvCMBSE74L/IbwFb5ruoqJdo0hhwYMHrf6AZ/Ns&#10;yjYvpUm1/nsjCB6HmfmGWW16W4sbtb5yrOB7koAgLpyuuFRwPv2NFyB8QNZYOyYFD/KwWQ8HK0y1&#10;u/ORbnkoRYSwT1GBCaFJpfSFIYt+4hri6F1dazFE2ZZSt3iPcFvLnySZS4sVxwWDDWWGiv+8swry&#10;3WJ6OXfHLpH72eE6rbKlsZlSo69++wsiUB8+4Xd7pxUs4XUl3gC5f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7oGvBAAAA2gAAAA8AAAAAAAAAAAAAAAAAmAIAAGRycy9kb3du&#10;cmV2LnhtbFBLBQYAAAAABAAEAPUAAACGAwAAAAA=&#10;" adj="-11796480,,5400" path="m3009,2329v,-1,,-1,,-2l3214,2303v,,,,,-1l1652,2281r7,-5l1667,2270r6,-5l1680,2259r1329,70xe" filled="f" strokeweight=".5pt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1A3C91" w:rsidRDefault="001A3C91" w:rsidP="001A3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LMQcQA&#10;AADbAAAADwAAAGRycy9kb3ducmV2LnhtbESPQWvCQBCF74L/YRnBm270ICW6ihUUKSJqbc9jdkxC&#10;s7Mhu9Xor+8chN5meG/e+2a2aF2lbtSE0rOB0TABRZx5W3Ju4Py5HryBChHZYuWZDDwowGLe7cww&#10;tf7OR7qdYq4khEOKBooY61TrkBXkMAx9TSza1TcOo6xNrm2Ddwl3lR4nyUQ7LFkaCqxpVVD2c/p1&#10;Br42dv+sk8tjeXjfHb1+Tvzu+8OYfq9dTkFFauO/+XW9tYIv9PKLDK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yzEHEAAAA2wAAAA8AAAAAAAAAAAAAAAAAmAIAAGRycy9k&#10;b3ducmV2LnhtbFBLBQYAAAAABAAEAPUAAACJAwAAAAA=&#10;" adj="-11796480,,5400" path="m469,2330v,,,-1,,-1l264,2304v,,,,,-1l88,2281r-7,-5l73,2271r-6,-6l60,2259r409,71xe" stroked="f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1A3C91" w:rsidRDefault="001A3C91" w:rsidP="001A3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+aUMIA&#10;AADbAAAADwAAAGRycy9kb3ducmV2LnhtbERPzWqDQBC+F/oOywR6a1aDLcZkI0UI5NBDY/MAU3fi&#10;StxZcddo375bKPQ2H9/v7MvF9uJOo+8cK0jXCQjixumOWwWXz+NzDsIHZI29Y1LwTR7Kw+PDHgvt&#10;Zj7TvQ6tiCHsC1RgQhgKKX1jyKJfu4E4clc3WgwRjq3UI84x3PZykySv0mLHscHgQJWh5lZPVkF9&#10;yrOvy3SeEvn+8nHNumprbKXU02p524EItIR/8Z/7pOP8FH5/iQfIw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P5pQwgAAANsAAAAPAAAAAAAAAAAAAAAAAJgCAABkcnMvZG93&#10;bnJldi54bWxQSwUGAAAAAAQABAD1AAAAhwMAAAAA&#10;" adj="-11796480,,5400" path="m469,2330v,,,-1,,-1l264,2304v,,,,,-1l88,2281r-7,-5l73,2271r-6,-6l60,2259r409,71xe" filled="f" strokeweight=".5pt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1A3C91" w:rsidRDefault="001A3C91" w:rsidP="001A3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2fMsEA&#10;AADbAAAADwAAAGRycy9kb3ducmV2LnhtbERPTYvCMBC9C/6HMMJeiqZ6ELcaRVYKq7CCXfE8NGNb&#10;bCbdJmr992ZB8DaP9zmLVWdqcaPWVZYVjEcxCOLc6ooLBcffdDgD4TyyxtoyKXiQg9Wy31tgou2d&#10;D3TLfCFCCLsEFZTeN4mULi/JoBvZhjhwZ9sa9AG2hdQt3kO4qeUkjqfSYMWhocSGvkrKL9nVKNhH&#10;0cb+/USn4+6wfZw/L+kmpVSpj0G3noPw1Pm3+OX+1mH+BP5/CQf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NnzLBAAAA2wAAAA8AAAAAAAAAAAAAAAAAmAIAAGRycy9kb3du&#10;cmV2LnhtbFBLBQYAAAAABAAEAPUAAACGAwAAAAA=&#10;" adj="-11796480,,5400" path="m1706,939v,,,,,l1724,766v,,,,,l871,579r1,-63l872,453r-1,-32l869,390r837,549xe" stroked="f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1A3C91" w:rsidRDefault="001A3C91" w:rsidP="001A3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ES1cIA&#10;AADbAAAADwAAAGRycy9kb3ducmV2LnhtbERPS2vCQBC+F/wPywheitnUQgnRVUQRWih9RA8eh+yY&#10;BLOzIbt5/ftuodDbfHzP2exGU4ueWldZVvAUxSCIc6srLhRczqdlAsJ5ZI21ZVIwkYPddvawwVTb&#10;gb+pz3whQgi7FBWU3jeplC4vyaCLbEMcuJttDfoA20LqFocQbmq5iuMXabDi0FBiQ4eS8nvWGQVd&#10;/aXx+HEadPP59j7R45Rcs0qpxXzcr0F4Gv2/+M/9qsP8Z/j9JRwgt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ARLVwgAAANsAAAAPAAAAAAAAAAAAAAAAAJgCAABkcnMvZG93&#10;bnJldi54bWxQSwUGAAAAAAQABAD1AAAAhwMAAAAA&#10;" adj="-11796480,,5400" path="m1706,939v,,,,,l1724,766v,,,,,l871,579r1,-63l872,453r-1,-32l869,390r837,549xe" filled="f" strokeweight=".5pt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1A3C91" w:rsidRDefault="001A3C91" w:rsidP="001A3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RtpMEA&#10;AADbAAAADwAAAGRycy9kb3ducmV2LnhtbERPTWvCQBC9F/oflhG81U2KNJq6SikoXnowLdjjkB2T&#10;YHY27K5J/PeuIHibx/uc1WY0rejJ+caygnSWgCAurW64UvD3u31bgPABWWNrmRRcycNm/fqywlzb&#10;gQ/UF6ESMYR9jgrqELpcSl/WZNDPbEccuZN1BkOErpLa4RDDTSvfk+RDGmw4NtTY0XdN5bm4GAWL&#10;cE6cS/elzPrs+LNz/8flcq7UdDJ+fYIINIan+OHe6zh/D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0baTBAAAA2wAAAA8AAAAAAAAAAAAAAAAAmAIAAGRycy9kb3du&#10;cmV2LnhtbFBLBQYAAAAABAAEAPUAAACGAwAAAAA=&#10;" adj="-11796480,,5400" path="m35,939v,,,,,l18,766v,,,,,l1,579,,516,,453,1,422,3,391,35,939xe" stroked="f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1A3C91" w:rsidRDefault="001A3C91" w:rsidP="001A3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gEaMIA&#10;AADbAAAADwAAAGRycy9kb3ducmV2LnhtbERP32vCMBB+H/g/hBN8GTNxsKmdUUQQZBSGdQ8+Hs2t&#10;KTaX0mS2219vhMHe7uP7eavN4BpxpS7UnjXMpgoEcelNzZWGz9P+aQEiRGSDjWfS8EMBNuvRwwoz&#10;43s+0rWIlUghHDLUYGNsMylDaclhmPqWOHFfvnMYE+wqaTrsU7hr5LNSr9JhzanBYks7S+Wl+HYa&#10;8vz8MV8W+9yrvPrt7eNC+feg9WQ8bN9ARBriv/jPfTBp/gvcf0kHyP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CARowgAAANsAAAAPAAAAAAAAAAAAAAAAAJgCAABkcnMvZG93&#10;bnJldi54bWxQSwUGAAAAAAQABAD1AAAAhwMAAAAA&#10;" adj="-11796480,,5400" path="m35,939v,,,,,l18,766v,,,,,l1,579,,516,,453,1,422,3,391,35,939xe" filled="f" strokeweight=".5pt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1A3C91" w:rsidRDefault="001A3C91" w:rsidP="001A3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z2VcEA&#10;AADbAAAADwAAAGRycy9kb3ducmV2LnhtbERPS4vCMBC+L+x/CLPgbU1XRdZqlFVQxJsPWI9DM7bV&#10;ZhKaqNVfbwTB23x8zxlNGlOJC9W+tKzgp52AIM6sLjlXsNvOv39B+ICssbJMCm7kYTL+/Bhhqu2V&#10;13TZhFzEEPYpKihCcKmUPivIoG9bRxy5g60NhgjrXOoarzHcVLKTJH1psOTYUKCjWUHZaXM2Cgar&#10;RXe36C3dvjvf/t+qo7snU6dU66v5G4II1IS3+OVe6ji/D89f4gFy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s9lXBAAAA2wAAAA8AAAAAAAAAAAAAAAAAmAIAAGRycy9kb3du&#10;cmV2LnhtbFBLBQYAAAAABAAEAPUAAACGAwAAAAA=&#10;" adj="-11796480,,5400" path="m1813,2823v,-1,,-2,,-2l1626,2731v,-1,,-1,,-2l738,2654r-30,-24l678,2608r-30,-21l619,2568r1194,255xe" stroked="f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1A3C91" w:rsidRDefault="001A3C91" w:rsidP="001A3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r6F78A&#10;AADbAAAADwAAAGRycy9kb3ducmV2LnhtbERPy6rCMBDdC/5DGMGdpip4tRpFBUFBF77A5dCMbbGZ&#10;lCZq/XsjXHA3h/Oc6bw2hXhS5XLLCnrdCARxYnXOqYLzad0ZgXAeWWNhmRS8ycF81mxMMdb2xQd6&#10;Hn0qQgi7GBVk3pexlC7JyKDr2pI4cDdbGfQBVqnUFb5CuClkP4qG0mDOoSHDklYZJffjwyjY7a+D&#10;7ZLPxcGscJzuo0uyfPSUarfqxQSEp9r/xP/ujQ7z/+D7SzhAz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SvoXvwAAANsAAAAPAAAAAAAAAAAAAAAAAJgCAABkcnMvZG93bnJl&#10;di54bWxQSwUGAAAAAAQABAD1AAAAhAMAAAAA&#10;" adj="-11796480,,5400" path="m1813,2823v,-1,,-2,,-2l1626,2731v,-1,,-1,,-2l738,2654r-30,-24l678,2608r-30,-21l619,2568r1194,255xe" filled="f" strokeweight=".5pt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1A3C91" w:rsidRDefault="001A3C91" w:rsidP="001A3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vQXMIA&#10;AADbAAAADwAAAGRycy9kb3ducmV2LnhtbESPQUsDMRCF70L/Q5iCN5tUQWVtWkqhoF7EbQ8eh82Y&#10;hG4mSxLb6K83B8HbDO/Ne9+sNjWM4kwp+8galgsFgniIxrPVcDzsbx5B5IJscIxMGr4pw2Y9u1ph&#10;Z+KF3+ncFytaCOcONbhSpk7KPDgKmBdxIm7aZ0wBS1uTlSbhpYWHUd4qdS8Dem4NDifaORpO/VfQ&#10;8NG/2XT38nqoP9XbB3fySqHX+npet08gCtXyb/67fjYNv8G2X9oA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+9BcwgAAANsAAAAPAAAAAAAAAAAAAAAAAJgCAABkcnMvZG93&#10;bnJldi54bWxQSwUGAAAAAAQABAD1AAAAhwMAAAAA&#10;" adj="-11796480,,5400" path="m2021,5669v,-3,,-6,,-9l2128,5630v,-3,,-6,,-9l1084,5612r6,-8l1097,5596r5,-10l1109,5575r912,94xe" stroked="f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1A3C91" w:rsidRDefault="001A3C91" w:rsidP="001A3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lSscAA&#10;AADbAAAADwAAAGRycy9kb3ducmV2LnhtbERPS4vCMBC+C/sfwix4EU1XpK7VKCIoXn0c9jg0Y1tM&#10;Jt0m1rq/fiMI3ubje85i1VkjWmp85VjB1ygBQZw7XXGh4HzaDr9B+ICs0TgmBQ/ysFp+9BaYaXfn&#10;A7XHUIgYwj5DBWUIdSalz0uy6EeuJo7cxTUWQ4RNIXWD9xhujRwnSSotVhwbSqxpU1J+Pd6sgpBO&#10;ze/kbHbpzLT5Y/D3s57QXqn+Z7eegwjUhbf45d7rOH8Gz1/iAXL5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tlSscAAAADbAAAADwAAAAAAAAAAAAAAAACYAgAAZHJzL2Rvd25y&#10;ZXYueG1sUEsFBgAAAAAEAAQA9QAAAIUDAAAAAA==&#10;" adj="-11796480,,5400" path="m2021,5669v,-3,,-6,,-9l2128,5630v,-3,,-6,,-9l1084,5612r6,-8l1097,5596r5,-10l1109,5575r912,94xe" filled="f" strokeweight=".5pt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1A3C91" w:rsidRDefault="001A3C91" w:rsidP="001A3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lzi8AA&#10;AADbAAAADwAAAGRycy9kb3ducmV2LnhtbERPzWrCQBC+F/oOyxR6qxtFVKKrqFCQHop/DzBkx2ww&#10;Oxuy0yTt03cPgseP73+1GXytOmpjFdjAeJSBIi6Crbg0cL18fixARUG2WAcmA78UYbN+fVlhbkPP&#10;J+rOUqoUwjFHA06kybWOhSOPcRQa4sTdQutREmxLbVvsU7iv9STLZtpjxanBYUN7R8X9/OMNzKtv&#10;Obnj1H318152/m/a1duDMe9vw3YJSmiQp/jhPlgDk7Q+fUk/QK/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jlzi8AAAADbAAAADwAAAAAAAAAAAAAAAACYAgAAZHJzL2Rvd25y&#10;ZXYueG1sUEsFBgAAAAAEAAQA9QAAAIUDAAAAAA==&#10;" adj="-11796480,,5400" path="m297,5669v,-2,,-5,,-8l189,5630v,-2,,-5,,-8l76,5611r-6,-8l63,5595r-6,-10l51,5574r246,95xe" stroked="f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1A3C91" w:rsidRDefault="001A3C91" w:rsidP="001A3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xUy8UA&#10;AADbAAAADwAAAGRycy9kb3ducmV2LnhtbESPQWsCMRSE74L/ITyhN82qoLI1SlGUgiLWFkpvj83r&#10;ZunmZUnSddtf3whCj8PMfMMs152tRUs+VI4VjEcZCOLC6YpLBW+vu+ECRIjIGmvHpOCHAqxX/d4S&#10;c+2u/ELtJZYiQTjkqMDE2ORShsKQxTByDXHyPp23GJP0pdQerwluaznJspm0WHFaMNjQxlDxdfm2&#10;ChbHzbGV0/PpsP993/pg5t3H7KDUw6B7egQRqYv/4Xv7WSuYjOH2Jf0A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zFTLxQAAANsAAAAPAAAAAAAAAAAAAAAAAJgCAABkcnMv&#10;ZG93bnJldi54bWxQSwUGAAAAAAQABAD1AAAAigMAAAAA&#10;" adj="-11796480,,5400" path="m297,5669v,-2,,-5,,-8l189,5630v,-2,,-5,,-8l76,5611r-6,-8l63,5595r-6,-10l51,5574r246,95xe" filled="f" strokeweight=".5pt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1A3C91" w:rsidRDefault="001A3C91" w:rsidP="001A3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1A3C91" w:rsidRDefault="001A3C91" w:rsidP="001A3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48" style="position:absolute;top:1178;width:40;height:163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Ixj8QA&#10;AADbAAAADwAAAGRycy9kb3ducmV2LnhtbESPQWsCMRSE74L/ITyhN812tVJWs4sIQuulra33x+a5&#10;WZq8LJuoW399Uyh4HGbmG2ZdDc6KC/Wh9azgcZaBIK69brlR8PW5mz6DCBFZo/VMCn4oQFWOR2ss&#10;tL/yB10OsREJwqFABSbGrpAy1IYchpnviJN38r3DmGTfSN3jNcGdlXmWLaXDltOCwY62hurvw9kp&#10;eMsX9rY38+G43Nr3sNFP8rh/VephMmxWICIN8R7+b79oBfkc/r6kHy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SMY/EAAAA2wAAAA8AAAAAAAAAAAAAAAAAmAIAAGRycy9k&#10;b3ducmV2LnhtbFBLBQYAAAAABAAEAPUAAACJ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,16;4,16;4,0;0,0;0,16;0,16;0,16;0,16;0,16;4,16" o:connectangles="0,0,0,0,0,0,0,0,0,0" textboxrect="@1,@1,@1,@1"/>
                  <v:textbox>
                    <w:txbxContent>
                      <w:p w:rsidR="001A3C91" w:rsidRDefault="001A3C91" w:rsidP="001A3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r/ScIA&#10;AADbAAAADwAAAGRycy9kb3ducmV2LnhtbESP3YrCMBSE7wXfIRzBO00tKtI1yqooonjhzwMcmrNt&#10;2eakNlHr2xtB8HKYmW+Y6bwxpbhT7QrLCgb9CARxanXBmYLLed2bgHAeWWNpmRQ8ycF81m5NMdH2&#10;wUe6n3wmAoRdggpy76tESpfmZND1bUUcvD9bG/RB1pnUNT4C3JQyjqKxNFhwWMixomVO6f/pZhRc&#10;d4d0tRvtN6gnA51tzSJuioVS3U7z+wPCU+O/4U97qxXEQ3h/CT9A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qv9JwgAAANsAAAAPAAAAAAAAAAAAAAAAAJgCAABkcnMvZG93&#10;bnJldi54bWxQSwUGAAAAAAQABAD1AAAAhwMAAAAA&#10;" adj="-11796480,,5400" path="m3491,1726v,-1,,-1,,-1l3329,1698v,,,-1,,-1l1586,1654r-33,-16l1522,1621r-32,-18l1459,1584r2032,142xe" fillcolor="black" stroked="f">
                  <v:stroke joinstyle="round"/>
                  <v:formulas/>
                  <v:path arrowok="t" o:connecttype="custom" o:connectlocs="17,17;16,17;15,16;14,16;13,15;13,14;12,14;11,13;10,12;9,11;8,11;8,10;7,9;7,8;6,7;6,6;5,5;5,4;5,3;4,2;4,1;4,0;0,1;0,2;1,4;1,5;1,6;2,7;2,8;3,10;4,11;4,12;5,13;6,14;7,15;8,16;9,17;10,17;11,18;12,19;13,20;14,20;15,21;16,21;18,17" o:connectangles="0,0,0,0,0,0,0,0,0,0,0,0,0,0,0,0,0,0,0,0,0,0,0,0,0,0,0,0,0,0,0,0,0,0,0,0,0,0,0,0,0,0,0,0,0" textboxrect="0,0,1748,2097"/>
                  <v:textbox>
                    <w:txbxContent>
                      <w:p w:rsidR="001A3C91" w:rsidRDefault="001A3C91" w:rsidP="001A3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50" style="position:absolute;left:160;top:1512;width:419;height:206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cMYMMA&#10;AADbAAAADwAAAGRycy9kb3ducmV2LnhtbESPT2sCMRTE74LfITyhN812/YOsRhGhYL3UWr0/Ns/N&#10;0uRl2aS67ac3BcHjMDO/YZbrzllxpTbUnhW8jjIQxKXXNVcKTl9vwzmIEJE1Ws+k4JcCrFf93hIL&#10;7W/8SddjrESCcChQgYmxKaQMpSGHYeQb4uRdfOswJtlWUrd4S3BnZZ5lM+mw5rRgsKGtofL7+OMU&#10;fOQT+7c34+4829pD2OipPO/flXoZdJsFiEhdfIYf7Z1WkE/h/0v6AX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3cMYMMAAADbAAAADwAAAAAAAAAAAAAAAACYAgAAZHJzL2Rv&#10;d25yZXYueG1sUEsFBgAAAAAEAAQA9QAAAIgDAAAAAA=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0,17;42,17;2,0;0,4;40,20;42,20;40,20;41,21;42,20;40,17" o:connectangles="0,0,0,0,0,0,0,0,0,0" textboxrect="@1,@1,@1,@1"/>
                  <v:textbox>
                    <w:txbxContent>
                      <w:p w:rsidR="001A3C91" w:rsidRDefault="001A3C91" w:rsidP="001A3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51" style="position:absolute;left:563;top:1512;width:419;height:203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WSF8QA&#10;AADbAAAADwAAAGRycy9kb3ducmV2LnhtbESPQWsCMRSE74X+h/AEbzXrahdZjSJCofVi3db7Y/O6&#10;WZq8LJtUt/56Uyh4HGbmG2a1GZwVZ+pD61nBdJKBIK69brlR8Pnx8rQAESKyRuuZFPxSgM368WGF&#10;pfYXPtK5io1IEA4lKjAxdqWUoTbkMEx8R5y8L987jEn2jdQ9XhLcWZlnWSEdtpwWDHa0M1R/Vz9O&#10;wSGf2+vezIZTsbPvYauf5Wn/ptR4NGyXICIN8R7+b79qBXkBf1/SD5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lkhfEAAAA2wAAAA8AAAAAAAAAAAAAAAAAmAIAAGRycy9k&#10;b3ducmV2LnhtbFBLBQYAAAAABAAEAPUAAACJ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0,0;40,0;0,17;2,20;42,4;42,4;40,0;40,0;40,0;40,0" o:connectangles="0,0,0,0,0,0,0,0,0,0" textboxrect="@1,@1,@1,@1"/>
                  <v:textbox>
                    <w:txbxContent>
                      <w:p w:rsidR="001A3C91" w:rsidRDefault="001A3C91" w:rsidP="001A3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WgcsYA&#10;AADbAAAADwAAAGRycy9kb3ducmV2LnhtbESPW2sCMRSE3wv9D+EUfKvZSvGyNYpIC74o3ij07bA5&#10;3SzdnKSbuK7++qYg+DjMzDfMdN7ZWrTUhMqxgpd+BoK4cLriUsHx8PE8BhEissbaMSm4UID57PFh&#10;irl2Z95Ru4+lSBAOOSowMfpcylAYshj6zhMn79s1FmOSTSl1g+cEt7UcZNlQWqw4LRj0tDRU/OxP&#10;VsHualxYbTe/X+3aHz7Hk/dXfzoq1XvqFm8gInXxHr61V1rBYAT/X9IP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cWgcsYAAADbAAAADwAAAAAAAAAAAAAAAACYAgAAZHJz&#10;L2Rvd25yZXYueG1sUEsFBgAAAAAEAAQA9QAAAIsDAAAAAA==&#10;" adj="-11796480,,5400" path="m2687,9v,,,,,l2675,63v,,,,,l1327,164r-6,32l1314,230r-8,33l1299,295,2687,9xe" fillcolor="black" stroked="f">
                  <v:stroke joinstyle="round"/>
                  <v:formulas/>
                  <v:path arrowok="t" o:connecttype="custom" o:connectlocs="13,0;13,1;13,2;13,3;13,4;12,5;12,6;11,7;11,8;10,9;9,10;9,11;8,12;7,13;6,13;5,14;5,15;4,15;3,16;2,16;1,17;0,17;2,21;3,20;4,20;6,19;7,18;8,17;9,17;10,16;11,15;11,14;12,13;13,12;14,11;14,10;15,8;16,7;16,6;17,5;17,4;17,2;17,1;17,0;17,0" o:connectangles="0,0,0,0,0,0,0,0,0,0,0,0,0,0,0,0,0,0,0,0,0,0,0,0,0,0,0,0,0,0,0,0,0,0,0,0,0,0,0,0,0,0,0,0,0" textboxrect="0,0,1744,2097"/>
                  <v:textbox>
                    <w:txbxContent>
                      <w:p w:rsidR="001A3C91" w:rsidRDefault="001A3C91" w:rsidP="001A3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53" style="position:absolute;left:1102;width:40;height:1340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aj/sEA&#10;AADbAAAADwAAAGRycy9kb3ducmV2LnhtbERPyWrDMBC9F/oPYgq5NXKdheJGNiFQSHPJ0uY+WFPL&#10;VBoZS0ncfH10COT4ePuiGpwVZ+pD61nB2zgDQVx73XKj4Of78/UdRIjIGq1nUvBPAary+WmBhfYX&#10;3tP5EBuRQjgUqMDE2BVShtqQwzD2HXHifn3vMCbYN1L3eEnhzso8y+bSYcupwWBHK0P13+HkFGzz&#10;qb1uzGQ4zld2F5Z6Jo+bL6VGL8PyA0SkIT7Ed/daK8jT2PQl/QBZ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12o/7BAAAA2wAAAA8AAAAAAAAAAAAAAAAAmAIAAGRycy9kb3du&#10;cmV2LnhtbFBLBQYAAAAABAAEAPUAAACG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2,4;0,2;0,134;4,134;4,2;2,0;4,2;4,0;2,0;2,4" o:connectangles="0,0,0,0,0,0,0,0,0,0" textboxrect="@1,@1,@1,@1"/>
                  <v:textbox>
                    <w:txbxContent>
                      <w:p w:rsidR="001A3C91" w:rsidRDefault="001A3C91" w:rsidP="001A3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1A3C91" w:rsidRDefault="001A3C91" w:rsidP="001A3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55" style="position:absolute;width:571;height:40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k5JcAA&#10;AADbAAAADwAAAGRycy9kb3ducmV2LnhtbERPy4rCMBTdD/gP4QruxtTHiFSjiCCom5lxdH9prk0x&#10;uSlN1OrXTxaCy8N5z5ets+JGTag8Kxj0MxDEhdcVlwqOf5vPKYgQkTVaz6TgQQGWi87HHHPt7/xL&#10;t0MsRQrhkKMCE2OdSxkKQw5D39fEiTv7xmFMsCmlbvCewp2VwyybSIcVpwaDNa0NFZfD1Sn4Ho7t&#10;c29G7Wmytj9hpb/kab9TqtdtVzMQkdr4Fr/cW61glNanL+kHyM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tk5JcAAAADbAAAADwAAAAAAAAAAAAAAAACYAgAAZHJzL2Rvd25y&#10;ZXYueG1sUEsFBgAAAAAEAAQA9QAAAIUDAAAAAA=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,2;2,4;57,4;57,0;2,0;0,2;2,0;0,0;0,2;4,2" o:connectangles="0,0,0,0,0,0,0,0,0,0" textboxrect="@1,@1,@1,@1"/>
                  <v:textbox>
                    <w:txbxContent>
                      <w:p w:rsidR="001A3C91" w:rsidRDefault="001A3C91" w:rsidP="001A3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56" style="position:absolute;top:20;width:40;height:410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WcvsQA&#10;AADbAAAADwAAAGRycy9kb3ducmV2LnhtbESPT2sCMRTE7wW/Q3hCbzWrtiLrZkUEoXpp65/7Y/Pc&#10;LCYvyybq2k/fFAo9DjPzG6ZY9s6KG3Wh8axgPMpAEFdeN1wrOB42L3MQISJrtJ5JwYMCLMvBU4G5&#10;9nf+ots+1iJBOOSowMTY5lKGypDDMPItcfLOvnMYk+xqqTu8J7izcpJlM+mw4bRgsKW1oeqyvzoF&#10;H5NX+70z0/40W9vPsNJv8rTbKvU87FcLEJH6+B/+a79rBdMx/H5JP0C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VnL7EAAAA2wAAAA8AAAAAAAAAAAAAAAAAmAIAAGRycy9k&#10;b3ducmV2LnhtbFBLBQYAAAAABAAEAPUAAACJ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2,41;4,41;4,0;0,0;0,41;2,41" o:connectangles="0,0,0,0,0,0" textboxrect="@1,@1,@1,@1"/>
                  <v:textbox>
                    <w:txbxContent>
                      <w:p w:rsidR="001A3C91" w:rsidRDefault="001A3C91" w:rsidP="001A3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1A3C91" w:rsidRPr="00CA5B65" w:rsidRDefault="001A3C91" w:rsidP="001A3C91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lang w:val="ru-RU"/>
        </w:rPr>
      </w:pPr>
      <w:proofErr w:type="gramStart"/>
      <w:r w:rsidRPr="00CA5B65">
        <w:rPr>
          <w:rFonts w:ascii="Times New Roman" w:eastAsia="Times New Roman" w:hAnsi="Times New Roman"/>
          <w:b/>
          <w:lang w:val="ru-RU"/>
        </w:rPr>
        <w:t>Р</w:t>
      </w:r>
      <w:proofErr w:type="gramEnd"/>
      <w:r w:rsidRPr="00CA5B65">
        <w:rPr>
          <w:rFonts w:ascii="Times New Roman" w:eastAsia="Times New Roman" w:hAnsi="Times New Roman"/>
          <w:b/>
          <w:lang w:val="ru-RU"/>
        </w:rPr>
        <w:t>ІШЕННЯ</w:t>
      </w:r>
    </w:p>
    <w:p w:rsidR="001A3C91" w:rsidRPr="00CA5B65" w:rsidRDefault="001A3C91" w:rsidP="001A3C91">
      <w:pPr>
        <w:spacing w:after="0" w:line="240" w:lineRule="auto"/>
        <w:jc w:val="center"/>
        <w:rPr>
          <w:rFonts w:ascii="Times New Roman" w:eastAsia="Times New Roman" w:hAnsi="Times New Roman"/>
          <w:lang w:val="ru-RU"/>
        </w:rPr>
      </w:pPr>
      <w:r>
        <w:rPr>
          <w:rFonts w:ascii="Times New Roman" w:eastAsia="Times New Roman" w:hAnsi="Times New Roman"/>
          <w:lang w:val="ru-RU"/>
        </w:rPr>
        <w:t xml:space="preserve">   ХХХХ</w:t>
      </w:r>
      <w:proofErr w:type="gramStart"/>
      <w:r>
        <w:rPr>
          <w:rFonts w:ascii="Times New Roman" w:eastAsia="Times New Roman" w:hAnsi="Times New Roman"/>
          <w:lang w:val="en-US"/>
        </w:rPr>
        <w:t>I</w:t>
      </w:r>
      <w:proofErr w:type="gramEnd"/>
      <w:r w:rsidRPr="00CA5B65">
        <w:rPr>
          <w:rFonts w:ascii="Times New Roman" w:eastAsia="Times New Roman" w:hAnsi="Times New Roman"/>
          <w:lang w:val="ru-RU"/>
        </w:rPr>
        <w:t xml:space="preserve"> </w:t>
      </w:r>
      <w:r w:rsidRPr="00CA5B65">
        <w:rPr>
          <w:rFonts w:ascii="Times New Roman" w:eastAsia="Times New Roman" w:hAnsi="Times New Roman"/>
          <w:color w:val="FF0000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lang w:val="ru-RU"/>
        </w:rPr>
        <w:t>сесії</w:t>
      </w:r>
      <w:proofErr w:type="spellEnd"/>
      <w:r w:rsidRPr="00CA5B65">
        <w:rPr>
          <w:rFonts w:ascii="Times New Roman" w:eastAsia="Times New Roman" w:hAnsi="Times New Roman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lang w:val="ru-RU"/>
        </w:rPr>
        <w:t>сільської</w:t>
      </w:r>
      <w:proofErr w:type="spellEnd"/>
      <w:r w:rsidRPr="00CA5B65">
        <w:rPr>
          <w:rFonts w:ascii="Times New Roman" w:eastAsia="Times New Roman" w:hAnsi="Times New Roman"/>
          <w:lang w:val="ru-RU"/>
        </w:rPr>
        <w:t xml:space="preserve"> ради   </w:t>
      </w:r>
      <w:r w:rsidRPr="00CA5B65">
        <w:rPr>
          <w:rFonts w:ascii="Times New Roman" w:eastAsia="Times New Roman" w:hAnsi="Times New Roman"/>
          <w:lang w:val="en-US"/>
        </w:rPr>
        <w:t>VII</w:t>
      </w:r>
      <w:r w:rsidRPr="00CA5B65">
        <w:rPr>
          <w:rFonts w:ascii="Times New Roman" w:eastAsia="Times New Roman" w:hAnsi="Times New Roman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lang w:val="ru-RU"/>
        </w:rPr>
        <w:t>скликання</w:t>
      </w:r>
      <w:proofErr w:type="spellEnd"/>
    </w:p>
    <w:p w:rsidR="001A3C91" w:rsidRPr="00CA5B65" w:rsidRDefault="001A3C91" w:rsidP="001A3C91">
      <w:pPr>
        <w:spacing w:after="0" w:line="240" w:lineRule="auto"/>
        <w:rPr>
          <w:rFonts w:ascii="Times New Roman" w:eastAsia="Times New Roman" w:hAnsi="Times New Roman"/>
          <w:lang w:val="ru-RU"/>
        </w:rPr>
      </w:pPr>
    </w:p>
    <w:p w:rsidR="001A3C91" w:rsidRPr="00CA5B65" w:rsidRDefault="001A3C91" w:rsidP="001A3C91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sz w:val="24"/>
          <w:lang w:val="ru-RU"/>
        </w:rPr>
      </w:pPr>
      <w:r>
        <w:rPr>
          <w:rFonts w:ascii="Times New Roman" w:eastAsia="Times New Roman" w:hAnsi="Times New Roman"/>
          <w:sz w:val="24"/>
          <w:lang w:val="ru-RU"/>
        </w:rPr>
        <w:t xml:space="preserve">                23.09</w:t>
      </w:r>
      <w:r w:rsidRPr="00CA5B65">
        <w:rPr>
          <w:rFonts w:ascii="Times New Roman" w:eastAsia="Times New Roman" w:hAnsi="Times New Roman"/>
          <w:sz w:val="24"/>
          <w:lang w:val="ru-RU"/>
        </w:rPr>
        <w:t xml:space="preserve">.2020р.                               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Крупець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                                              №___  </w:t>
      </w:r>
    </w:p>
    <w:p w:rsidR="001A3C91" w:rsidRPr="00CA5B65" w:rsidRDefault="001A3C91" w:rsidP="001A3C91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color w:val="FF0000"/>
          <w:sz w:val="24"/>
          <w:lang w:val="ru-RU"/>
        </w:rPr>
      </w:pPr>
    </w:p>
    <w:p w:rsidR="001A3C91" w:rsidRPr="00CA5B65" w:rsidRDefault="001A3C91" w:rsidP="001A3C91">
      <w:pPr>
        <w:tabs>
          <w:tab w:val="left" w:pos="2160"/>
        </w:tabs>
        <w:spacing w:after="0" w:line="240" w:lineRule="auto"/>
        <w:outlineLvl w:val="0"/>
        <w:rPr>
          <w:rFonts w:ascii="Times New Roman" w:eastAsia="Times New Roman" w:hAnsi="Times New Roman"/>
          <w:b/>
          <w:sz w:val="24"/>
          <w:lang w:val="ru-RU"/>
        </w:rPr>
      </w:pPr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Про </w:t>
      </w:r>
      <w:proofErr w:type="spellStart"/>
      <w:r w:rsidRPr="00CA5B65">
        <w:rPr>
          <w:rFonts w:ascii="Times New Roman" w:eastAsia="Times New Roman" w:hAnsi="Times New Roman"/>
          <w:b/>
          <w:sz w:val="24"/>
          <w:lang w:val="ru-RU"/>
        </w:rPr>
        <w:t>надання</w:t>
      </w:r>
      <w:proofErr w:type="spellEnd"/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  <w:lang w:val="ru-RU"/>
        </w:rPr>
        <w:t>дозволу</w:t>
      </w:r>
      <w:proofErr w:type="spellEnd"/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b/>
          <w:sz w:val="24"/>
          <w:lang w:val="ru-RU"/>
        </w:rPr>
        <w:t>розробку</w:t>
      </w:r>
      <w:proofErr w:type="spellEnd"/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 </w:t>
      </w:r>
    </w:p>
    <w:p w:rsidR="001A3C91" w:rsidRPr="00CA5B65" w:rsidRDefault="001A3C91" w:rsidP="001A3C91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sz w:val="24"/>
          <w:lang w:val="ru-RU"/>
        </w:rPr>
      </w:pPr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проекту  </w:t>
      </w:r>
      <w:proofErr w:type="spellStart"/>
      <w:r w:rsidRPr="00CA5B65">
        <w:rPr>
          <w:rFonts w:ascii="Times New Roman" w:eastAsia="Times New Roman" w:hAnsi="Times New Roman"/>
          <w:b/>
          <w:sz w:val="24"/>
          <w:lang w:val="ru-RU"/>
        </w:rPr>
        <w:t>із</w:t>
      </w:r>
      <w:proofErr w:type="spellEnd"/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  <w:lang w:val="ru-RU"/>
        </w:rPr>
        <w:t>землеустрою</w:t>
      </w:r>
      <w:proofErr w:type="spellEnd"/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  <w:lang w:val="ru-RU"/>
        </w:rPr>
        <w:t>щодо</w:t>
      </w:r>
      <w:proofErr w:type="spellEnd"/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 </w:t>
      </w:r>
    </w:p>
    <w:p w:rsidR="001A3C91" w:rsidRPr="00CA5B65" w:rsidRDefault="001A3C91" w:rsidP="001A3C91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sz w:val="24"/>
          <w:lang w:val="ru-RU"/>
        </w:rPr>
      </w:pPr>
      <w:proofErr w:type="spellStart"/>
      <w:r w:rsidRPr="00CA5B65">
        <w:rPr>
          <w:rFonts w:ascii="Times New Roman" w:eastAsia="Times New Roman" w:hAnsi="Times New Roman"/>
          <w:b/>
          <w:sz w:val="24"/>
          <w:lang w:val="ru-RU"/>
        </w:rPr>
        <w:t>відведення</w:t>
      </w:r>
      <w:proofErr w:type="spellEnd"/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  <w:lang w:val="ru-RU"/>
        </w:rPr>
        <w:t>земельної</w:t>
      </w:r>
      <w:proofErr w:type="spellEnd"/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  <w:lang w:val="ru-RU"/>
        </w:rPr>
        <w:t>ділянки</w:t>
      </w:r>
      <w:proofErr w:type="spellEnd"/>
    </w:p>
    <w:p w:rsidR="001A3C91" w:rsidRPr="00CA5B65" w:rsidRDefault="001A3C91" w:rsidP="001A3C91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sz w:val="24"/>
          <w:lang w:val="ru-RU"/>
        </w:rPr>
      </w:pPr>
      <w:r>
        <w:rPr>
          <w:rFonts w:ascii="Times New Roman" w:eastAsia="Times New Roman" w:hAnsi="Times New Roman"/>
          <w:b/>
          <w:sz w:val="24"/>
          <w:lang w:val="ru-RU"/>
        </w:rPr>
        <w:t>Шевчук Л.</w:t>
      </w:r>
      <w:proofErr w:type="gramStart"/>
      <w:r>
        <w:rPr>
          <w:rFonts w:ascii="Times New Roman" w:eastAsia="Times New Roman" w:hAnsi="Times New Roman"/>
          <w:b/>
          <w:sz w:val="24"/>
          <w:lang w:val="ru-RU"/>
        </w:rPr>
        <w:t>С</w:t>
      </w:r>
      <w:proofErr w:type="gramEnd"/>
    </w:p>
    <w:p w:rsidR="001A3C91" w:rsidRPr="00CA5B65" w:rsidRDefault="001A3C91" w:rsidP="001A3C91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sz w:val="24"/>
          <w:lang w:val="ru-RU"/>
        </w:rPr>
      </w:pPr>
    </w:p>
    <w:p w:rsidR="001A3C91" w:rsidRPr="00CA5B65" w:rsidRDefault="001A3C91" w:rsidP="001A3C91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ru-RU"/>
        </w:rPr>
      </w:pPr>
      <w:r w:rsidRPr="00CA5B65">
        <w:rPr>
          <w:rFonts w:ascii="Times New Roman" w:eastAsia="Times New Roman" w:hAnsi="Times New Roman"/>
          <w:sz w:val="24"/>
          <w:lang w:val="ru-RU"/>
        </w:rPr>
        <w:t xml:space="preserve">         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Відповідно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CA5B65">
        <w:rPr>
          <w:rFonts w:ascii="Times New Roman" w:eastAsia="Times New Roman" w:hAnsi="Times New Roman"/>
          <w:sz w:val="24"/>
          <w:lang w:val="ru-RU"/>
        </w:rPr>
        <w:t>до</w:t>
      </w:r>
      <w:proofErr w:type="gram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CA5B65">
        <w:rPr>
          <w:rFonts w:ascii="Times New Roman" w:eastAsia="Times New Roman" w:hAnsi="Times New Roman"/>
          <w:sz w:val="24"/>
          <w:lang w:val="ru-RU"/>
        </w:rPr>
        <w:t>пункту</w:t>
      </w:r>
      <w:proofErr w:type="gramEnd"/>
      <w:r w:rsidRPr="00CA5B65">
        <w:rPr>
          <w:rFonts w:ascii="Times New Roman" w:eastAsia="Times New Roman" w:hAnsi="Times New Roman"/>
          <w:sz w:val="24"/>
          <w:lang w:val="ru-RU"/>
        </w:rPr>
        <w:t xml:space="preserve"> 34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частини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1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26, 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42 Закону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місцеве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самоврядування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в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Україні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», статей 12,  118 та 121 Земельного кодексу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, Закону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землеустрій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»,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розглянувши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заяву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r>
        <w:rPr>
          <w:rFonts w:ascii="Times New Roman" w:eastAsia="Times New Roman" w:hAnsi="Times New Roman"/>
          <w:sz w:val="24"/>
        </w:rPr>
        <w:t>Шевчук Л.С.,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сільська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рада </w:t>
      </w:r>
    </w:p>
    <w:p w:rsidR="001A3C91" w:rsidRPr="00CA5B65" w:rsidRDefault="001A3C91" w:rsidP="001A3C91">
      <w:pPr>
        <w:tabs>
          <w:tab w:val="left" w:pos="216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lang w:val="ru-RU"/>
        </w:rPr>
      </w:pPr>
      <w:r w:rsidRPr="00CA5B65">
        <w:rPr>
          <w:rFonts w:ascii="Times New Roman" w:eastAsia="Times New Roman" w:hAnsi="Times New Roman"/>
          <w:sz w:val="24"/>
          <w:lang w:val="ru-RU"/>
        </w:rPr>
        <w:t>ВИРІШИЛА:</w:t>
      </w:r>
    </w:p>
    <w:p w:rsidR="001A3C91" w:rsidRPr="00CA5B65" w:rsidRDefault="001A3C91" w:rsidP="001A3C91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ru-RU"/>
        </w:rPr>
      </w:pPr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</w:p>
    <w:p w:rsidR="001A3C91" w:rsidRPr="00CA5B65" w:rsidRDefault="001A3C91" w:rsidP="001A3C91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  <w:lang w:eastAsia="uk-UA"/>
        </w:rPr>
      </w:pPr>
      <w:r w:rsidRPr="00CA5B65">
        <w:rPr>
          <w:rFonts w:ascii="Times New Roman" w:eastAsia="Times New Roman" w:hAnsi="Times New Roman"/>
          <w:sz w:val="24"/>
          <w:lang w:val="ru-RU"/>
        </w:rPr>
        <w:t xml:space="preserve">        1.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Надати</w:t>
      </w:r>
      <w:proofErr w:type="spellEnd"/>
      <w:r w:rsidRPr="00CA5B65">
        <w:rPr>
          <w:rFonts w:ascii="Times New Roman" w:eastAsia="Times New Roman" w:hAnsi="Times New Roman"/>
          <w:color w:val="FF0000"/>
          <w:sz w:val="24"/>
          <w:lang w:val="ru-RU"/>
        </w:rPr>
        <w:t xml:space="preserve"> </w:t>
      </w:r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lang w:val="ru-RU"/>
        </w:rPr>
        <w:t xml:space="preserve">Шевчук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Людмилі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Степанівні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, 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зареєстрован</w:t>
      </w:r>
      <w:r>
        <w:rPr>
          <w:rFonts w:ascii="Times New Roman" w:eastAsia="Times New Roman" w:hAnsi="Times New Roman"/>
          <w:sz w:val="24"/>
        </w:rPr>
        <w:t xml:space="preserve">а за адресою: </w:t>
      </w:r>
      <w:r w:rsidR="00D42460">
        <w:rPr>
          <w:rFonts w:ascii="Times New Roman" w:eastAsia="Times New Roman" w:hAnsi="Times New Roman"/>
          <w:sz w:val="24"/>
        </w:rPr>
        <w:t>_________________</w:t>
      </w:r>
      <w:bookmarkStart w:id="0" w:name="_GoBack"/>
      <w:bookmarkEnd w:id="0"/>
      <w:r w:rsidRPr="00CA5B65">
        <w:rPr>
          <w:rFonts w:ascii="Times New Roman" w:eastAsia="Times New Roman" w:hAnsi="Times New Roman"/>
          <w:sz w:val="24"/>
        </w:rPr>
        <w:t xml:space="preserve">,  дозвіл на розробку проекту із землеустрою щодо відведення земельної ділянки для передачі її у власність, </w:t>
      </w:r>
      <w:r>
        <w:rPr>
          <w:rFonts w:ascii="Times New Roman" w:eastAsia="Times New Roman" w:hAnsi="Times New Roman"/>
          <w:sz w:val="24"/>
        </w:rPr>
        <w:t xml:space="preserve">орієнтовною </w:t>
      </w:r>
      <w:r w:rsidRPr="00CA5B65">
        <w:rPr>
          <w:rFonts w:ascii="Times New Roman" w:eastAsia="Times New Roman" w:hAnsi="Times New Roman"/>
          <w:sz w:val="24"/>
        </w:rPr>
        <w:t xml:space="preserve">площею </w:t>
      </w:r>
      <w:r>
        <w:rPr>
          <w:rFonts w:ascii="Times New Roman" w:eastAsia="Times New Roman" w:hAnsi="Times New Roman"/>
          <w:sz w:val="24"/>
          <w:lang w:val="ru-RU"/>
        </w:rPr>
        <w:t>0,25</w:t>
      </w:r>
      <w:r w:rsidRPr="00CA5B65">
        <w:rPr>
          <w:rFonts w:ascii="Times New Roman" w:eastAsia="Times New Roman" w:hAnsi="Times New Roman"/>
          <w:sz w:val="24"/>
          <w:lang w:val="ru-RU"/>
        </w:rPr>
        <w:t xml:space="preserve">га, </w:t>
      </w:r>
      <w:r w:rsidRPr="00CA5B65">
        <w:rPr>
          <w:rFonts w:ascii="Times New Roman" w:eastAsia="Times New Roman" w:hAnsi="Times New Roman"/>
          <w:sz w:val="24"/>
        </w:rPr>
        <w:t>для ведення особистого селянського господарства</w:t>
      </w:r>
      <w:r w:rsidRPr="00CA5B65">
        <w:rPr>
          <w:rFonts w:ascii="Times New Roman" w:eastAsia="Times New Roman" w:hAnsi="Times New Roman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sz w:val="24"/>
          <w:lang w:val="ru-RU"/>
        </w:rPr>
        <w:t>яка</w:t>
      </w:r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розташована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lang w:val="ru-RU"/>
        </w:rPr>
        <w:t>в</w:t>
      </w:r>
      <w:proofErr w:type="gram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селі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 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Лисиче</w:t>
      </w:r>
      <w:proofErr w:type="spellEnd"/>
      <w:r w:rsidRPr="00CA5B65"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  <w:lang w:eastAsia="uk-UA"/>
        </w:rPr>
        <w:t>.</w:t>
      </w:r>
    </w:p>
    <w:p w:rsidR="001A3C91" w:rsidRPr="00CA5B65" w:rsidRDefault="001A3C91" w:rsidP="001A3C91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ru-RU"/>
        </w:rPr>
      </w:pPr>
      <w:r w:rsidRPr="00CA5B65">
        <w:rPr>
          <w:rFonts w:ascii="Arial" w:eastAsia="Arial Unicode MS" w:hAnsi="Arial" w:cs="Arial"/>
          <w:color w:val="333333"/>
          <w:sz w:val="21"/>
          <w:szCs w:val="21"/>
          <w:shd w:val="clear" w:color="auto" w:fill="FFFFFF"/>
          <w:lang w:eastAsia="uk-UA"/>
        </w:rPr>
        <w:t xml:space="preserve">   </w:t>
      </w:r>
      <w:r w:rsidRPr="00CA5B65">
        <w:rPr>
          <w:rFonts w:ascii="Times New Roman" w:eastAsia="Times New Roman" w:hAnsi="Times New Roman"/>
          <w:sz w:val="24"/>
          <w:lang w:val="ru-RU"/>
        </w:rPr>
        <w:t xml:space="preserve">    2</w:t>
      </w:r>
      <w:r>
        <w:rPr>
          <w:rFonts w:ascii="Times New Roman" w:eastAsia="Times New Roman" w:hAnsi="Times New Roman"/>
          <w:sz w:val="24"/>
        </w:rPr>
        <w:t>. Шевчук Л.С.</w:t>
      </w:r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розробити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проект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та подати на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розгляд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сесії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сільської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ради.</w:t>
      </w:r>
    </w:p>
    <w:p w:rsidR="001A3C91" w:rsidRPr="00CA5B65" w:rsidRDefault="001A3C91" w:rsidP="001A3C9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CA5B65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A3C91" w:rsidRPr="00CA5B65" w:rsidRDefault="001A3C91" w:rsidP="001A3C9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1A3C91" w:rsidRPr="00CA5B65" w:rsidRDefault="001A3C91" w:rsidP="001A3C91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:rsidR="001A3C91" w:rsidRDefault="001A3C91" w:rsidP="001A3C91">
      <w:pPr>
        <w:rPr>
          <w:rFonts w:ascii="Times New Roman" w:hAnsi="Times New Roman"/>
          <w:sz w:val="24"/>
          <w:lang w:val="ru-RU"/>
        </w:rPr>
      </w:pPr>
    </w:p>
    <w:p w:rsidR="001A3C91" w:rsidRDefault="001A3C91" w:rsidP="001A3C91">
      <w:pPr>
        <w:rPr>
          <w:rFonts w:ascii="Times New Roman" w:hAnsi="Times New Roman"/>
          <w:sz w:val="24"/>
          <w:lang w:val="ru-RU"/>
        </w:rPr>
      </w:pPr>
    </w:p>
    <w:p w:rsidR="001A3C91" w:rsidRDefault="001A3C91" w:rsidP="001A3C91">
      <w:pPr>
        <w:rPr>
          <w:rFonts w:ascii="Times New Roman" w:hAnsi="Times New Roman"/>
          <w:sz w:val="24"/>
          <w:lang w:val="ru-RU"/>
        </w:rPr>
      </w:pPr>
      <w:proofErr w:type="spellStart"/>
      <w:r>
        <w:rPr>
          <w:rFonts w:ascii="Times New Roman" w:hAnsi="Times New Roman"/>
          <w:sz w:val="24"/>
          <w:lang w:val="ru-RU"/>
        </w:rPr>
        <w:t>Сільський</w:t>
      </w:r>
      <w:proofErr w:type="spellEnd"/>
      <w:r>
        <w:rPr>
          <w:rFonts w:ascii="Times New Roman" w:hAnsi="Times New Roman"/>
          <w:sz w:val="24"/>
          <w:lang w:val="ru-RU"/>
        </w:rPr>
        <w:t xml:space="preserve"> голова                                                                       </w:t>
      </w:r>
      <w:proofErr w:type="spellStart"/>
      <w:r>
        <w:rPr>
          <w:rFonts w:ascii="Times New Roman" w:hAnsi="Times New Roman"/>
          <w:sz w:val="24"/>
          <w:lang w:val="ru-RU"/>
        </w:rPr>
        <w:t>В.А.Михалюк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</w:p>
    <w:p w:rsidR="005912C5" w:rsidRDefault="005912C5"/>
    <w:sectPr w:rsidR="005912C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C91"/>
    <w:rsid w:val="00171A2E"/>
    <w:rsid w:val="001A3C91"/>
    <w:rsid w:val="00304C90"/>
    <w:rsid w:val="00505B6D"/>
    <w:rsid w:val="005912C5"/>
    <w:rsid w:val="006D3977"/>
    <w:rsid w:val="007D6C18"/>
    <w:rsid w:val="00D1641A"/>
    <w:rsid w:val="00D4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C91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C91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219</Words>
  <Characters>1253</Characters>
  <Application>Microsoft Office Word</Application>
  <DocSecurity>0</DocSecurity>
  <Lines>10</Lines>
  <Paragraphs>2</Paragraphs>
  <ScaleCrop>false</ScaleCrop>
  <Company>Microsoft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2020-09-17T15:22:00Z</dcterms:created>
  <dcterms:modified xsi:type="dcterms:W3CDTF">2020-09-17T15:43:00Z</dcterms:modified>
</cp:coreProperties>
</file>