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CD0" w:rsidRPr="00062C82" w:rsidRDefault="00773CD0" w:rsidP="00773CD0">
      <w:pPr>
        <w:tabs>
          <w:tab w:val="left" w:pos="4424"/>
        </w:tabs>
        <w:ind w:firstLine="708"/>
        <w:jc w:val="right"/>
        <w:rPr>
          <w:rFonts w:ascii="Times New Roman" w:hAnsi="Times New Roman" w:cs="Times New Roman"/>
          <w:color w:val="FF0000"/>
        </w:rPr>
      </w:pPr>
      <w:r w:rsidRPr="00062C82">
        <w:rPr>
          <w:rFonts w:ascii="Times New Roman" w:hAnsi="Times New Roman" w:cs="Times New Roman"/>
          <w:color w:val="FF0000"/>
        </w:rPr>
        <w:t>ПРОЕКТ</w:t>
      </w:r>
    </w:p>
    <w:p w:rsidR="00773CD0" w:rsidRPr="00062C82" w:rsidRDefault="00773CD0" w:rsidP="00773CD0">
      <w:pPr>
        <w:tabs>
          <w:tab w:val="left" w:pos="4424"/>
        </w:tabs>
        <w:ind w:firstLine="708"/>
        <w:jc w:val="both"/>
        <w:rPr>
          <w:rFonts w:ascii="Times New Roman" w:hAnsi="Times New Roman" w:cs="Times New Roman"/>
        </w:rPr>
      </w:pPr>
    </w:p>
    <w:p w:rsidR="00773CD0" w:rsidRPr="00062C82" w:rsidRDefault="006B0E0C" w:rsidP="00773CD0">
      <w:pPr>
        <w:tabs>
          <w:tab w:val="left" w:pos="4424"/>
        </w:tabs>
        <w:rPr>
          <w:rFonts w:ascii="Times New Roman" w:hAnsi="Times New Roman" w:cs="Times New Roman"/>
          <w:color w:val="FF0000"/>
        </w:rPr>
      </w:pPr>
      <w:r w:rsidRPr="006B0E0C">
        <w:rPr>
          <w:noProof/>
          <w:lang w:val="ru-RU" w:eastAsia="ru-RU"/>
        </w:rPr>
        <w:pict>
          <v:group id="_x0000_s1026" style="position:absolute;margin-left:3in;margin-top:9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yQ6MMA&#10;AADdAAAADwAAAGRycy9kb3ducmV2LnhtbESPzarCMBSE94LvEI7gTtNr/aPXKCIqLgRRr/tDc2zL&#10;bU5KE7W+vREEl8PMfMPMFo0pxZ1qV1hW8NOPQBCnVhecKfg7b3pTEM4jaywtk4InOVjM260ZJto+&#10;+Ej3k89EgLBLUEHufZVI6dKcDLq+rYiDd7W1QR9knUld4yPATSkHUTSWBgsOCzlWtMop/T/djAIb&#10;b3f7SzY4xmueeF4eptdLs1eq22mWvyA8Nf4b/rR3WsFoGI/g/SY8ATl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IyQ6M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773CD0" w:rsidRDefault="00773CD0" w:rsidP="00773C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jKkckA&#10;AADdAAAADwAAAGRycy9kb3ducmV2LnhtbESPQUsDMRSE74L/ITzBS7HZal3r2rRIYWv1ILQKvT42&#10;z83azcuSxHbbX2+EgsdhZr5hpvPetmJPPjSOFYyGGQjiyumGawWfH+XNBESIyBpbx6TgSAHms8uL&#10;KRbaHXhN+02sRYJwKFCBibErpAyVIYth6Dri5H05bzEm6WupPR4S3LbyNstyabHhtGCwo4Wharf5&#10;sQq+y3ezXTycln7wuKbToHx7aV9zpa6v+ucnEJH6+B8+t1dawf34Loe/N+kJyNkv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fkjKkc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773CD0" w:rsidRDefault="00773CD0" w:rsidP="00773C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wNdcMA&#10;AADdAAAADwAAAGRycy9kb3ducmV2LnhtbESP3YrCMBCF74V9hzDC3sia7qqrVKOIqIg34s8DDM3Y&#10;FJtJaaKtb28WFrw8nJ+PM1u0thQPqn3hWMF3PwFBnDldcK7gct58TUD4gKyxdEwKnuRhMf/ozDDV&#10;ruEjPU4hF3GEfYoKTAhVKqXPDFn0fVcRR+/qaoshyjqXusYmjttS/iTJr7RYcCQYrGhlKLud7jZC&#10;DgM87K/NebNtscH13nBveVTqs9supyACteEd/m/vtILRcDCGvzfxCcj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NwNd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773CD0" w:rsidRDefault="00773CD0" w:rsidP="00773C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hMp8QA&#10;AADdAAAADwAAAGRycy9kb3ducmV2LnhtbERPTWsCMRC9C/0PYQRvNatVW7ZGKVahFHqoLZTehs24&#10;u3QzCcnobv99cyh4fLzv9XZwnbpQTK1nA7NpAYq48rbl2sDnx+H2AVQSZIudZzLwSwm2m5vRGkvr&#10;e36ny1FqlUM4lWigEQml1qlqyGGa+kCcuZOPDiXDWGsbsc/hrtPzolhphy3nhgYD7Rqqfo5nZ+Ct&#10;34fX+9XyFL7jYq7Ts5WvnRgzGQ9Pj6CEBrmK/90v1sBycZfn5jf5CejN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4TKf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773CD0" w:rsidRDefault="00773CD0" w:rsidP="00773C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88nMMA&#10;AADdAAAADwAAAGRycy9kb3ducmV2LnhtbESP3YrCMBCF74V9hzDC3sia7qqLVqOIqIg34s8DDM3Y&#10;FJtJaaKtb28WFrw8nJ+PM1u0thQPqn3hWMF3PwFBnDldcK7gct58jUH4gKyxdEwKnuRhMf/ozDDV&#10;ruEjPU4hF3GEfYoKTAhVKqXPDFn0fVcRR+/qaoshyjqXusYmjttS/iTJr7RYcCQYrGhlKLud7jZC&#10;DgM87K/NebNtscH13nBveVTqs9supyACteEd/m/vtILRcDCBvzfxCcj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g88nM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773CD0" w:rsidRDefault="00773CD0" w:rsidP="00773C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gz3MMA&#10;AADdAAAADwAAAGRycy9kb3ducmV2LnhtbERPTUsDMRC9C/6HMAVvNtuyrbI2LVIVpOChVSi9DZvp&#10;7uJmEpKxu/57cyh4fLzv1WZ0vbpQTJ1nA7NpAYq49rbjxsDX59v9I6gkyBZ7z2TglxJs1rc3K6ys&#10;H3hPl4M0KodwqtBAKxIqrVPdksM09YE4c2cfHUqGsdE24pDDXa/nRbHUDjvODS0G2rZUfx9+nIGP&#10;4TXsHpaLczjFcq7Ti5XjVoy5m4zPT6CERvkXX93v1sCiLPP+/CY/Ab3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ogz3M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773CD0" w:rsidRDefault="00773CD0" w:rsidP="00773C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Q2OcYA&#10;AADdAAAADwAAAGRycy9kb3ducmV2LnhtbESPQWsCMRSE7wX/Q3hCL0WztiplNYoKwUIF0RZ6fWye&#10;u4ublyWJ7vbfN4VCj8PMfMMs171txJ18qB0rmIwzEMSFMzWXCj4/9OgVRIjIBhvHpOCbAqxXg4cl&#10;5sZ1fKL7OZYiQTjkqKCKsc2lDEVFFsPYtcTJuzhvMSbpS2k8dgluG/mcZXNpsea0UGFLu4qK6/lm&#10;FWyPXfnin4pt794v+6+Z1kYftFKPw36zABGpj//hv/abUTCbTifw+yY9Abn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0Q2Oc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773CD0" w:rsidRDefault="00773CD0" w:rsidP="00773C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7yC8QA&#10;AADdAAAADwAAAGRycy9kb3ducmV2LnhtbESPUWvCMBSF3wf7D+EOfJvpShXpjCIbhSG+qPsBl+ba&#10;VJubksRa/70RBns8nHO+w1muR9uJgXxoHSv4mGYgiGunW24U/B6r9wWIEJE1do5JwZ0CrFevL0ss&#10;tbvxnoZDbESCcChRgYmxL6UMtSGLYep64uSdnLcYk/SN1B5vCW47mWfZXFpsOS0Y7OnLUH05XK2C&#10;apvvhstV+8ptxsLSzJwX30apydu4+QQRaYz/4b/2j1YwK4ocnm/SE5C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Yu8gv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773CD0" w:rsidRDefault="00773CD0" w:rsidP="00773C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oN1cYA&#10;AADdAAAADwAAAGRycy9kb3ducmV2LnhtbESP3WoCMRSE74W+QziF3pSa9a+UrVFUCBUURFvo7WFz&#10;3F26OVmS1N2+vREKXg4z8w0zX/a2ERfyoXasYDTMQBAXztRcKvj61C9vIEJENtg4JgV/FGC5eBjM&#10;MTeu4yNdTrEUCcIhRwVVjG0uZSgqshiGriVO3tl5izFJX0rjsUtw28hxlr1KizWnhQpb2lRU/Jx+&#10;rYL1oSsn/rlY9253/vieaW30Xiv19Niv3kFE6uM9/N/eGgWz6XQCtzfpCcjF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NoN1c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773CD0" w:rsidRDefault="00773CD0" w:rsidP="00773C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vP5MQA&#10;AADdAAAADwAAAGRycy9kb3ducmV2LnhtbESPwWrDMBBE74H8g9hCb7Hc4JTgRA4hxVBKL03yAYu1&#10;tVxbKyMpjvv3VaHQ4zAzb5j9YbaDmMiHzrGCpywHQdw43XGr4HqpV1sQISJrHByTgm8KcKiWiz2W&#10;2t35g6ZzbEWCcChRgYlxLKUMjSGLIXMjcfI+nbcYk/St1B7vCW4Huc7zZ2mx47RgcKSToaY/36yC&#10;+m39PvU37Wt3nAtLG/O1fTFKPT7Mxx2ISHP8D/+1X7WCTVEU8PsmPQFZ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aLz+T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773CD0" w:rsidRDefault="00773CD0" w:rsidP="00773C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JwWcMA&#10;AADdAAAADwAAAGRycy9kb3ducmV2LnhtbESP0WqDQBRE3wv9h+UW+tastlqKzSqhYGgeY/IBF/dW&#10;RfeucTdq/r5bKORxmJkzzLZYzSBmmlxnWUG8iUAQ11Z33Cg4n8qXDxDOI2scLJOCGzko8seHLWba&#10;LnykufKNCBB2GSpovR8zKV3dkkG3sSNx8H7sZNAHOTVST7gEuBnkaxS9S4Mdh4UWR/pqqe6rq1GQ&#10;3Jb9pUr7qNSG4sPbeGBfp0o9P627TxCeVn8P/7e/tYI0SVL4exOegMx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oJwWc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773CD0" w:rsidRDefault="00773CD0" w:rsidP="00773C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8L3MsUA&#10;AADdAAAADwAAAGRycy9kb3ducmV2LnhtbESPQWvCQBSE7wX/w/KE3upGiaGmriJKivTURtvzI/tM&#10;QrNvQ3YT47/vCkKPw8x8w6y3o2nEQJ2rLSuYzyIQxIXVNZcKzqfs5RWE88gaG8uk4EYOtpvJ0xpT&#10;ba/8RUPuSxEg7FJUUHnfplK6oiKDbmZb4uBdbGfQB9mVUnd4DXDTyEUUJdJgzWGhwpb2FRW/eW8U&#10;9MnP4syXD/2ZH27vq0O2c/K7VOp5Ou7eQHga/X/40T5qBcs4TuD+JjwBuf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wvcy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773CD0" w:rsidRDefault="00773CD0" w:rsidP="00773C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0trsgA&#10;AADdAAAADwAAAGRycy9kb3ducmV2LnhtbESPT0/CQBTE7yR+h80z4QZbsBSsLARNTMSDhH8Hb8/u&#10;oy1039buCuXbuyYmHCcz85vMdN6aSpypcaVlBYN+BII4s7rkXMFu+9qbgHAeWWNlmRRcycF8dteZ&#10;Yqrthdd03vhcBAi7FBUU3teplC4ryKDr25o4eAfbGPRBNrnUDV4C3FRyGEWJNFhyWCiwppeCstPm&#10;xyjYrybJ4+p5GR/fP77wwejvT10mSnXv28UTCE+tv4X/229awSiOx/D3JjwBOfs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ILS2u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773CD0" w:rsidRDefault="00773CD0" w:rsidP="00773C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p7L8MA&#10;AADdAAAADwAAAGRycy9kb3ducmV2LnhtbERPTWvCQBC9C/0PyxR6001tGiR1FW0xSk+pFbwO2WkS&#10;mp0N2dUk/nr3UOjx8b6X68E04kqdqy0reJ5FIIgLq2suFZy+d9MFCOeRNTaWScFIDtarh8kSU217&#10;/qLr0ZcihLBLUUHlfZtK6YqKDLqZbYkD92M7gz7ArpS6wz6Em0bOoyiRBmsODRW29F5R8Xu8GAW3&#10;5Iy528+3Hy/a0xgvMvuZZ0o9PQ6bNxCeBv8v/nMftILXOA5zw5vwBOTq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Mp7L8MAAADd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773CD0" w:rsidRDefault="00773CD0" w:rsidP="00773C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6NDMMA&#10;AADdAAAADwAAAGRycy9kb3ducmV2LnhtbESP0YrCMBRE3xf8h3AF39ZUqYtWo8ii4Jta/YBLc02L&#10;zU1tslr36zeCsI/DzJxhFqvO1uJOra8cKxgNExDEhdMVGwXn0/ZzCsIHZI21Y1LwJA+rZe9jgZl2&#10;Dz7SPQ9GRAj7DBWUITSZlL4oyaIfuoY4ehfXWgxRtkbqFh8Rbms5TpIvabHiuFBiQ98lFdf8xyq4&#10;ufFEd/kG99fN7FAZk95+j6lSg363noMI1IX/8Lu90womaTqD15v4BOTy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16NDM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773CD0" w:rsidRDefault="00773CD0" w:rsidP="00773C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w4JMIA&#10;AADdAAAADwAAAGRycy9kb3ducmV2LnhtbERPPW/CMBDdkfofrKvEBg6lCRAwCCpVYoV2YDzsIwnE&#10;5zR2Ie2vxwMS49P7Xqw6W4srtb5yrGA0TEAQa2cqLhR8f30OpiB8QDZYOyYFf+RhtXzpLTA37sY7&#10;uu5DIWII+xwVlCE0uZRel2TRD11DHLmTay2GCNtCmhZvMdzW8i1JMmmx4thQYkMfJenL/tcq2FZH&#10;SjN9mtnpRu8O/z9hPDkbpfqv3XoOIlAXnuKHe2sUpO9p3B/fxCcgl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nDgk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773CD0" w:rsidRDefault="00773CD0" w:rsidP="00773C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luS8MA&#10;AADdAAAADwAAAGRycy9kb3ducmV2LnhtbERPW2vCMBR+H/gfwhH2NtPKHFqNZQ4GG26CF/T10Byb&#10;YnNSmqzWf28Ggz1+d75F3ttadNT6yrGCdJSAIC6crrhUcNi/P01B+ICssXZMCm7kIV8OHhaYaXfl&#10;LXW7UIpYwj5DBSaEJpPSF4Ys+pFriKN2dq3FEGFbSt3iNZbbWo6T5EVarDguGGzozVBx2f1YBR1u&#10;bsnJrL5nn9VXMd6sjmsdefU47F/nIAL14d/8l/7QCibPkxR+38QnIJ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NluS8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773CD0" w:rsidRDefault="00773CD0" w:rsidP="00773C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BOXMQA&#10;AADdAAAADwAAAGRycy9kb3ducmV2LnhtbESPQUvDQBSE70L/w/IK3uymwYrEbkspVDxq9ODxmX3N&#10;pmbfC7vbJvrrXUHwOMzMN8x6O/leXSjETtjAclGAIm7EdtwaeHs93NyDignZYi9MBr4ownYzu1pj&#10;ZWXkF7rUqVUZwrFCAy6lodI6No48xoUMxNk7SvCYsgyttgHHDPe9LoviTnvsOC84HGjvqPmsz97A&#10;+Nh8nMrju3XfYZBD/SynshdjrufT7gFUoin9h//aT9bA6nZVwu+b/AT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kwTlz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773CD0" w:rsidRDefault="00773CD0" w:rsidP="00773C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etYMcA&#10;AADdAAAADwAAAGRycy9kb3ducmV2LnhtbESP3WoCMRSE7wu+QziCdzVbrVVWo/hTQaSlqO39cXO6&#10;u5qcLJtU17dvhEIvh5n5hpnMGmvEhWpfOlbw1E1AEGdOl5wr+DysH0cgfEDWaByTght5mE1bDxNM&#10;tbvyji77kIsIYZ+igiKEKpXSZwVZ9F1XEUfv29UWQ5R1LnWN1wi3RvaS5EVaLDkuFFjRsqDsvP+x&#10;CtYfK3Pqve/mXzIsX4dHM9ouVm9KddrNfAwiUBP+w3/tjVYweB704f4mPgE5/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gXrWD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773CD0" w:rsidRDefault="00773CD0" w:rsidP="00773C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ln4rccA&#10;AADdAAAADwAAAGRycy9kb3ducmV2LnhtbESPQWvCQBSE70L/w/IKvYhu2hqRNKuUQlFBoUbB60v2&#10;NQlm34bsNsZ/3y0IPQ4z8w2TrgbTiJ46V1tW8DyNQBAXVtdcKjgdPycLEM4ja2wsk4IbOVgtH0Yp&#10;Jtpe+UB95ksRIOwSVFB53yZSuqIig25qW+LgfdvOoA+yK6Xu8BrgppEvUTSXBmsOCxW29FFRccl+&#10;jIL+a5eXm96128ti7OLXfL3e67NST4/D+xsIT4P/D9/bG60gnsUz+HsTnoBc/g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5Z+K3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773CD0" w:rsidRDefault="00773CD0" w:rsidP="00773C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Qh/8YA&#10;AADdAAAADwAAAGRycy9kb3ducmV2LnhtbESPQWsCMRSE7wX/Q3iCt5pV3KKrUVQQeimo7aHenpvn&#10;7uLmZU2ibvvrG0HocZiZb5jZojW1uJHzlWUFg34Cgji3uuJCwdfn5nUMwgdkjbVlUvBDHhbzzssM&#10;M23vvKPbPhQiQthnqKAMocmk9HlJBn3fNsTRO1lnMETpCqkd3iPc1HKYJG/SYMVxocSG1iXl5/3V&#10;KFhNxqvLdsQfv7vjgQ7fx3M6dIlSvW67nIII1Ib/8LP9rhWkozSFx5v4BOT8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bQh/8YAAADdAAAADwAAAAAAAAAAAAAAAACYAgAAZHJz&#10;L2Rvd25yZXYueG1sUEsFBgAAAAAEAAQA9QAAAIsDAAAAAA==&#10;" fillcolor="black" stroked="f">
              <v:textbox>
                <w:txbxContent>
                  <w:p w:rsidR="00773CD0" w:rsidRDefault="00773CD0" w:rsidP="00773C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98hscA&#10;AADdAAAADwAAAGRycy9kb3ducmV2LnhtbESPT2vCQBTE74V+h+UVeqsbpQkSXUX7BwrqQduDx2f2&#10;mSzJvg3ZrUY/fVcoeBxm5jfMdN7bRpyo88axguEgAUFcOG24VPDz/fkyBuEDssbGMSm4kIf57PFh&#10;irl2Z97SaRdKESHsc1RQhdDmUvqiIot+4Fri6B1dZzFE2ZVSd3iOcNvIUZJk0qLhuFBhS28VFfXu&#10;1yrYrzIz3hoaHdbX5Ydep/Vy814r9fzULyYgAvXhHv5vf2kF6Wuawe1NfAJy9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FPfIbHAAAA3Q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773CD0" w:rsidRDefault="00773CD0" w:rsidP="00773C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bnqMYA&#10;AADdAAAADwAAAGRycy9kb3ducmV2LnhtbESPQWsCMRSE7wX/Q3iCN80qamVrFLGU9uKhtqXXx+Z1&#10;s93Ny5pEXf31piD0OMzMN8xy3dlGnMiHyrGC8SgDQVw4XXGp4PPjZbgAESKyxsYxKbhQgPWq97DE&#10;XLszv9NpH0uRIBxyVGBibHMpQ2HIYhi5ljh5P85bjEn6UmqP5wS3jZxk2VxarDgtGGxpa6io90er&#10;wG++n+srH7/q7Lq7hNff7rBAo9Sg322eQETq4n/43n7TCmbT2SP8vUlPQK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ubnqM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773CD0" w:rsidRDefault="00773CD0" w:rsidP="00773C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3WaMMA&#10;AADdAAAADwAAAGRycy9kb3ducmV2LnhtbERPzWoCMRC+C32HMIKXotlKtXZrlCIIgiJofYDpZrq7&#10;mEyWzVTXPr05FDx+fP/zZeedulAb68AGXkYZKOIi2JpLA6ev9XAGKgqyRReYDNwownLx1JtjbsOV&#10;D3Q5SqlSCMccDVQiTa51LCryGEehIU7cT2g9SoJtqW2L1xTunR5n2VR7rDk1VNjQqqLifPz1Btz4&#10;271v3+JObie9y/68HJ731phBv/v8ACXUyUP8795YA5PXSZqb3qQnoB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i3WaMMAAADdAAAADwAAAAAAAAAAAAAAAACYAgAAZHJzL2Rv&#10;d25yZXYueG1sUEsFBgAAAAAEAAQA9QAAAIg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773CD0" w:rsidRDefault="00773CD0" w:rsidP="00773C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18t8YA&#10;AADdAAAADwAAAGRycy9kb3ducmV2LnhtbESPQWsCMRSE74X+h/AK3mq2osWuRmkrwl48dLV4fW6e&#10;m6XJy7JJdfXXm0LB4zAz3zDzZe+sOFEXGs8KXoYZCOLK64ZrBbvt+nkKIkRkjdYzKbhQgOXi8WGO&#10;ufZn/qJTGWuRIBxyVGBibHMpQ2XIYRj6ljh5R985jEl2tdQdnhPcWTnKslfpsOG0YLClT0PVT/nr&#10;FKzK1o52hfkI++/N4WCL65r2K6UGT/37DESkPt7D/+1CK5iMJ2/w9yY9Abm4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+18t8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773CD0" w:rsidRDefault="00773CD0" w:rsidP="00773C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xQJsIA&#10;AADdAAAADwAAAGRycy9kb3ducmV2LnhtbERPz2vCMBS+C/sfwhvspsmGq6MzljFWEDyp9eDtkby1&#10;3ZqX0kTb/ffmMPD48f1eF5PrxJWG0HrW8LxQIIiNty3XGqpjOX8DESKyxc4zafijAMXmYbbG3PqR&#10;93Q9xFqkEA45amhi7HMpg2nIYVj4njhx335wGBMcamkHHFO46+SLUpl02HJqaLCnz4bM7+HiNPyU&#10;cueNQnOqTuPWrs5fGXVK66fH6eMdRKQp3sX/7q3V8LrM0v70Jj0Bub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LFAm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773CD0" w:rsidRDefault="00773CD0" w:rsidP="00773C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nlXk8UA&#10;AADdAAAADwAAAGRycy9kb3ducmV2LnhtbESPQWsCMRSE74L/IbyCN82qVWRrFBUEsXhQS+nxdfPc&#10;XXbzsiRRt/++EQSPw8x8w8yXranFjZwvLSsYDhIQxJnVJecKvs7b/gyED8gaa8uk4I88LBfdzhxT&#10;be98pNsp5CJC2KeooAihSaX0WUEG/cA2xNG7WGcwROlyqR3eI9zUcpQkU2mw5LhQYEObgrLqdDUK&#10;fq6ffDmM9yu3Dt+2Pftq9DurlOq9tasPEIHa8Ao/2zutYPI+HcLjTXwCcvE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eVeTxQAAAN0AAAAPAAAAAAAAAAAAAAAAAJgCAABkcnMv&#10;ZG93bnJldi54bWxQSwUGAAAAAAQABAD1AAAAig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773CD0" w:rsidRDefault="00773CD0" w:rsidP="00773C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DFzNscA&#10;AADdAAAADwAAAGRycy9kb3ducmV2LnhtbESPT2sCMRTE74LfIbxCb5rtoqKrUbRQ6EXw30Fvz81z&#10;d3Hzsk1SXfvpTaHQ4zAzv2Fmi9bU4kbOV5YVvPUTEMS51RUXCg77j94YhA/IGmvLpOBBHhbzbmeG&#10;mbZ33tJtFwoRIewzVFCG0GRS+rwkg75vG+LoXawzGKJ0hdQO7xFuapkmyUgarDgulNjQe0n5dfdt&#10;FKwm49XXZsDrn+35RKfj+TpMXaLU60u7nIII1Ib/8F/7UysYDkYp/L6JT0DO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AxczbHAAAA3QAAAA8AAAAAAAAAAAAAAAAAmAIAAGRy&#10;cy9kb3ducmV2LnhtbFBLBQYAAAAABAAEAPUAAACMAwAAAAA=&#10;" fillcolor="black" stroked="f">
              <v:textbox>
                <w:txbxContent>
                  <w:p w:rsidR="00773CD0" w:rsidRDefault="00773CD0" w:rsidP="00773C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QEsrMUA&#10;AADdAAAADwAAAGRycy9kb3ducmV2LnhtbESPQUsDMRSE70L/Q3gFbzbbVotsm5alIIqnbVV6fd08&#10;N4ublyWJ6frvjSD0OMzMN8xmN9peJPKhc6xgPitAEDdOd9wqeH97unsEESKyxt4xKfihALvt5GaD&#10;pXYXPlA6xlZkCIcSFZgYh1LK0BiyGGZuIM7ep/MWY5a+ldrjJcNtLxdFsZIWO84LBgfaG2q+jt9W&#10;QTrv62qZTskcXn3Velc/f5xrpW6nY7UGEWmM1/B/+0UreLhfLeHvTX4Ccvs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ASys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773CD0" w:rsidRDefault="00773CD0" w:rsidP="00773C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9UKscA&#10;AADdAAAADwAAAGRycy9kb3ducmV2LnhtbESPQWvCQBSE7wX/w/IEb7pRbGijqxRRaXuxjUJ7fGSf&#10;2dDs25BdY9pf3y0IPQ4z8w2zXPe2Fh21vnKsYDpJQBAXTldcKjgdd+MHED4ga6wdk4Jv8rBeDe6W&#10;mGl35Xfq8lCKCGGfoQITQpNJ6QtDFv3ENcTRO7vWYoiyLaVu8RrhtpazJEmlxYrjgsGGNoaKr/xi&#10;FfjpZvvxan8eu8+94UP+YtK30ig1GvZPCxCB+vAfvrWftYL7eTqHvzfxCcjV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JvVCrHAAAA3QAAAA8AAAAAAAAAAAAAAAAAmAIAAGRy&#10;cy9kb3ducmV2LnhtbFBLBQYAAAAABAAEAPUAAACM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773CD0" w:rsidRDefault="00773CD0" w:rsidP="00773C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773CD0" w:rsidRPr="00062C82" w:rsidRDefault="00773CD0" w:rsidP="00773CD0">
      <w:pPr>
        <w:tabs>
          <w:tab w:val="left" w:pos="4424"/>
        </w:tabs>
        <w:rPr>
          <w:rFonts w:ascii="Times New Roman" w:hAnsi="Times New Roman" w:cs="Times New Roman"/>
          <w:color w:val="FF0000"/>
        </w:rPr>
      </w:pPr>
    </w:p>
    <w:p w:rsidR="00773CD0" w:rsidRPr="00062C82" w:rsidRDefault="00773CD0" w:rsidP="00773CD0">
      <w:pPr>
        <w:tabs>
          <w:tab w:val="left" w:pos="4424"/>
        </w:tabs>
        <w:rPr>
          <w:rFonts w:ascii="Times New Roman" w:hAnsi="Times New Roman" w:cs="Times New Roman"/>
          <w:color w:val="FF0000"/>
        </w:rPr>
      </w:pPr>
    </w:p>
    <w:p w:rsidR="00773CD0" w:rsidRPr="00062C82" w:rsidRDefault="00773CD0" w:rsidP="00773CD0">
      <w:pPr>
        <w:tabs>
          <w:tab w:val="left" w:pos="4424"/>
        </w:tabs>
        <w:jc w:val="both"/>
        <w:rPr>
          <w:rFonts w:ascii="Times New Roman" w:hAnsi="Times New Roman" w:cs="Times New Roman"/>
          <w:color w:val="FF0000"/>
        </w:rPr>
      </w:pPr>
    </w:p>
    <w:p w:rsidR="00773CD0" w:rsidRPr="00062C82" w:rsidRDefault="00773CD0" w:rsidP="00773CD0">
      <w:pPr>
        <w:tabs>
          <w:tab w:val="left" w:pos="4424"/>
        </w:tabs>
        <w:rPr>
          <w:rFonts w:ascii="Times New Roman" w:hAnsi="Times New Roman" w:cs="Times New Roman"/>
        </w:rPr>
      </w:pPr>
    </w:p>
    <w:p w:rsidR="00773CD0" w:rsidRPr="00062C82" w:rsidRDefault="00773CD0" w:rsidP="00773CD0">
      <w:pPr>
        <w:tabs>
          <w:tab w:val="left" w:pos="4424"/>
        </w:tabs>
        <w:jc w:val="center"/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УКРАЇНА</w:t>
      </w:r>
    </w:p>
    <w:p w:rsidR="00773CD0" w:rsidRPr="00062C82" w:rsidRDefault="00773CD0" w:rsidP="00773CD0">
      <w:pPr>
        <w:keepNext/>
        <w:tabs>
          <w:tab w:val="left" w:pos="4424"/>
        </w:tabs>
        <w:jc w:val="center"/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КРУПЕЦЬКА СІЛЬСЬКА РАДА</w:t>
      </w:r>
    </w:p>
    <w:p w:rsidR="00773CD0" w:rsidRPr="00062C82" w:rsidRDefault="00773CD0" w:rsidP="00773CD0">
      <w:pPr>
        <w:tabs>
          <w:tab w:val="left" w:pos="4424"/>
        </w:tabs>
        <w:jc w:val="center"/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СЛАВУТСЬКОГО РАЙОНУ</w:t>
      </w:r>
    </w:p>
    <w:p w:rsidR="00773CD0" w:rsidRPr="00062C82" w:rsidRDefault="00773CD0" w:rsidP="00773CD0">
      <w:pPr>
        <w:tabs>
          <w:tab w:val="left" w:pos="4424"/>
        </w:tabs>
        <w:jc w:val="center"/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ХМЕЛЬНИЦЬКОЇ ОБЛАСТІ</w:t>
      </w:r>
    </w:p>
    <w:p w:rsidR="00773CD0" w:rsidRPr="00062C82" w:rsidRDefault="00773CD0" w:rsidP="00773CD0">
      <w:pPr>
        <w:tabs>
          <w:tab w:val="left" w:pos="4424"/>
        </w:tabs>
        <w:rPr>
          <w:rFonts w:ascii="Times New Roman" w:hAnsi="Times New Roman" w:cs="Times New Roman"/>
        </w:rPr>
      </w:pPr>
      <w:r w:rsidRPr="00062C82">
        <w:rPr>
          <w:rFonts w:ascii="Times New Roman" w:hAnsi="Times New Roman" w:cs="Times New Roman"/>
        </w:rPr>
        <w:t xml:space="preserve"> </w:t>
      </w:r>
      <w:r w:rsidR="006B0E0C" w:rsidRPr="006B0E0C">
        <w:rPr>
          <w:noProof/>
          <w:lang w:val="ru-RU" w:eastAsia="ru-RU"/>
        </w:rPr>
        <w:pict>
          <v:group id="_x0000_s1057" style="position:absolute;margin-left:219.6pt;margin-top:717.85pt;width:42.8pt;height:57.85pt;z-index:251661312;mso-position-horizontal-relative:text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">
            <v:shape id="Freeform 34" o:spid="_x0000_s105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+0hgsMA&#10;AADdAAAADwAAAGRycy9kb3ducmV2LnhtbESPzarCMBSE94LvEI7gTtPrT5Veo4iouBBEve4PzbEt&#10;tzkpTdT69kYQXA4z8w0zWzSmFHeqXWFZwU8/AkGcWl1wpuDvvOlNQTiPrLG0TAqe5GAxb7dmmGj7&#10;4CPdTz4TAcIuQQW591UipUtzMuj6tiIO3tXWBn2QdSZ1jY8AN6UcRFEsDRYcFnKsaJVT+n+6GQV2&#10;uN3tL9ngOFzzxPPyML1emr1S3U6z/AXhqfHf8Ke90wrGoziG95vwBOT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+0hgs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773CD0" w:rsidRDefault="00773CD0" w:rsidP="00773C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105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dAF8kA&#10;AADdAAAADwAAAGRycy9kb3ducmV2LnhtbESPT0sDMRTE74LfITzBS2mzSt3WtWmRwlbrQegf8PrY&#10;PDerm5clSdu1n74RBI/DzPyGmS1624oj+dA4VnA3ykAQV043XCvY78rhFESIyBpbx6TghwIs5tdX&#10;Myy0O/GGjttYiwThUKACE2NXSBkqQxbDyHXEyft03mJM0tdSezwluG3lfZbl0mLDacFgR0tD1ff2&#10;YBV8le/mYzk5r/zgcUPnQfn20q5zpW5v+ucnEJH6+B/+a79qBQ/jfAK/b9ITkPML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ArdAF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773CD0" w:rsidRDefault="00773CD0" w:rsidP="00773C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06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C2GsIA&#10;AADdAAAADwAAAGRycy9kb3ducmV2LnhtbERPzWrCQBC+C77DMkIvUjf2R0rqJojUUryI2gcYsmM2&#10;NDsbslsT3945FHr8+P7X5ehbdaU+NoENLBcZKOIq2IZrA9/n3eMbqJiQLbaBycCNIpTFdLLG3IaB&#10;j3Q9pVpJCMccDbiUulzrWDnyGBehIxbuEnqPSWBfa9vjIOG+1U9ZttIeG5YGhx1tHVU/p18vJYdn&#10;POwvw3n3OeKAH3vH883RmIfZuHkHlWhM/+I/95c18PqykrnyRp6ALu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8LYawgAAAN0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773CD0" w:rsidRDefault="00773CD0" w:rsidP="00773C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106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fGIcYA&#10;AADdAAAADwAAAGRycy9kb3ducmV2LnhtbESPQUsDMRSE74L/ITzBm81a2q2uTYtUhSL00CqIt8fm&#10;dXdx8xKSZ3f9940geBxm5htmuR5dr04UU+fZwO2kAEVce9txY+D97eXmDlQSZIu9ZzLwQwnWq8uL&#10;JVbWD7yn00EalSGcKjTQioRK61S35DBNfCDO3tFHh5JlbLSNOGS46/W0KErtsOO80GKgTUv11+Hb&#10;GdgNz+F1Uc6P4TPOpjo9WfnYiDHXV+PjAyihUf7Df+2tNTCflffw+yY/Ab0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AfGIc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773CD0" w:rsidRDefault="00773CD0" w:rsidP="00773C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106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8swcEA&#10;AADdAAAADwAAAGRycy9kb3ducmV2LnhtbERPzWrCQBC+F3yHZQQvpW7U/hFdRURL8SJqH2DIjtlg&#10;djZkVxPfvnMo9Pjx/S9Wva/VndpYBTYwGWegiItgKy4N/Jx3L5+gYkK2WAcmAw+KsFoOnhaY29Dx&#10;ke6nVCoJ4ZijAZdSk2sdC0ce4zg0xMJdQusxCWxLbVvsJNzXeppl79pjxdLgsKGNo+J6unkpOczw&#10;sL90591Xjx1u946f10djRsN+PQeVqE//4j/3tzXw9voh++WNPAG9/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lfLMHBAAAA3Q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773CD0" w:rsidRDefault="00773CD0" w:rsidP="00773C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106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6hc+sYA&#10;AADdAAAADwAAAGRycy9kb3ducmV2LnhtbESPX0sDMRDE34V+h7BC32yupf84m5ZSK4jgg1Uovi2X&#10;7d3hZROStXd+eyMIPg4z8xtmsxtcp64UU+vZwHRSgCKuvG25NvD+9ni3BpUE2WLnmQx8U4LddnSz&#10;wdL6nl/pepJaZQinEg00IqHUOlUNOUwTH4izd/HRoWQZa20j9hnuOj0riqV22HJeaDDQoaHq8/Tl&#10;DLz0x/C8Wi4u4SPOZzo9WDkfxJjx7bC/ByU0yH/4r/1kDSzmqyn8vslPQG9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6hc+s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773CD0" w:rsidRDefault="00773CD0" w:rsidP="00773C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106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pi88cA&#10;AADdAAAADwAAAGRycy9kb3ducmV2LnhtbESPQWsCMRSE74L/ITyhF9FsbbWyGqUWggULpVbw+tg8&#10;d5duXpYkdbf/3hQKPQ4z8w2z3va2EVfyoXas4H6agSAunKm5VHD61JMliBCRDTaOScEPBdhuhoM1&#10;5sZ1/EHXYyxFgnDIUUEVY5tLGYqKLIapa4mTd3HeYkzSl9J47BLcNnKWZQtpsea0UGFLLxUVX8dv&#10;q2D33pUPflzsene47M9zrY1+00rdjfrnFYhIffwP/7VfjYL549MMft+kJyA3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H6YvP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773CD0" w:rsidRDefault="00773CD0" w:rsidP="00773C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106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6dLcQA&#10;AADdAAAADwAAAGRycy9kb3ducmV2LnhtbESP3WoCMRSE7wu+QziCdzXrb2VrFFEWSumN2gc4bE43&#10;q5uTJYnr+vamUOjlMDPfMOttbxvRkQ+1YwWTcQaCuHS65krB97l4XYEIEVlj45gUPCjAdjN4WWOu&#10;3Z2P1J1iJRKEQ44KTIxtLmUoDVkMY9cSJ+/HeYsxSV9J7fGe4LaR0yxbSos1pwWDLe0NldfTzSoo&#10;Pqdf3fWmfeF2/dzSwlxWB6PUaNjv3kFE6uN/+K/9oRUs5m8z+H2TnoDc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cOnS3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773CD0" w:rsidRDefault="00773CD0" w:rsidP="00773C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106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9fHMcA&#10;AADdAAAADwAAAGRycy9kb3ducmV2LnhtbESPQWsCMRSE7wX/Q3hCL0WztWplNYoWQgsWSq3g9bF5&#10;7i7dvCxJ6m7/vREKPQ4z8w2z2vS2ERfyoXas4HGcgSAunKm5VHD80qMFiBCRDTaOScEvBdisB3cr&#10;zI3r+JMuh1iKBOGQo4IqxjaXMhQVWQxj1xIn7+y8xZikL6Xx2CW4beQky+bSYs1pocKWXioqvg8/&#10;VsHuoyuf/EOx693+/HqaaW30u1bqfthvlyAi9fE//Nd+Mwpm0+cp3N6kJyD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FfXxz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773CD0" w:rsidRDefault="00773CD0" w:rsidP="00773C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106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ugwsQA&#10;AADdAAAADwAAAGRycy9kb3ducmV2LnhtbESPUWvCMBSF3wf+h3AF32aq2E2qUUQpyNjLnD/g0lyb&#10;anNTkljrv18Ggz0ezjnf4ay3g21FTz40jhXMphkI4srphmsF5+/ydQkiRGSNrWNS8KQA283oZY2F&#10;dg/+ov4Ua5EgHApUYGLsCilDZchimLqOOHkX5y3GJH0ttcdHgttWzrPsTVpsOC0Y7GhvqLqd7lZB&#10;+TH/7G937Uu3GxaWcnNdHoxSk/GwW4GINMT/8F/7qBXki/ccft+kJy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eroML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773CD0" w:rsidRDefault="00773CD0" w:rsidP="00773C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106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wkk8IA&#10;AADdAAAADwAAAGRycy9kb3ducmV2LnhtbESP3YrCMBSE7wXfIRzBO039qbt0jSKCopdWH+DQnG2L&#10;zUltoq1vbwTBy2FmvmGW685U4kGNKy0rmIwjEMSZ1SXnCi7n3egXhPPIGivLpOBJDtarfm+JibYt&#10;n+iR+lwECLsEFRTe14mULivIoBvbmjh4/7Yx6INscqkbbAPcVHIaRQtpsOSwUGBN24Kya3o3CubP&#10;dn9L42u004Ymx1l9ZJ/FSg0H3eYPhKfOf8Of9kEriOc/C3i/CU9Ar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PCST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773CD0" w:rsidRDefault="00773CD0" w:rsidP="00773C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106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KYFMYA&#10;AADdAAAADwAAAGRycy9kb3ducmV2LnhtbESPS2vDMBCE74X8B7GF3hq5oc3DiRJCjEvpKXEe58Xa&#10;2CbWylhKbP/7qlDocZiZb5jVpje1eFDrKssK3sYRCOLc6ooLBadj+joH4TyyxtoyKRjIwWY9elph&#10;rG3HB3pkvhABwi5GBaX3TSyly0sy6Ma2IQ7e1bYGfZBtIXWLXYCbWk6iaCoNVhwWSmxoV1J+y+5G&#10;wX16mZz4+q33WTJ8LpJ06+S5UOrlud8uQXjq/X/4r/2lFXy8z2bw+yY8Abn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uKYFMYAAADd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773CD0" w:rsidRDefault="00773CD0" w:rsidP="00773C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107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95zYcUA&#10;AADdAAAADwAAAGRycy9kb3ducmV2LnhtbERPu27CMBTdkfgH6yJ1I04LBBowqCAhtQxF5TF0u8S3&#10;Sdr4Oo0NhL+vB6SOR+c9W7SmEhdqXGlZwWMUgyDOrC45V3DYr/sTEM4ja6wsk4IbOVjMu50Zptpe&#10;+YMuO5+LEMIuRQWF93UqpcsKMugiWxMH7ss2Bn2ATS51g9cQbir5FMeJNFhyaCiwplVB2c/ubBQc&#10;t5Pkebt8G35v3k84MPr3U5eJUg+99mUKwlPr/8V396tWMBqOw9zwJjwBOf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3nNh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773CD0" w:rsidRDefault="00773CD0" w:rsidP="00773C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107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oUCcUA&#10;AADdAAAADwAAAGRycy9kb3ducmV2LnhtbESPW2vCQBSE3wv9D8sp+FY39d7oKl7wQp+8QV8P2WMS&#10;mj0bsqtGf70rCH0cZuYbZjSpTSEuVLncsoKvZgSCOLE651TB8bD8HIBwHlljYZkU3MjBZPz+NsJY&#10;2yvv6LL3qQgQdjEqyLwvYyldkpFB17QlcfBOtjLog6xSqSu8BrgpZCuKetJgzmEhw5LmGSV/+7NR&#10;cO/94tatW7NFW3u6dQYr+7NdKdX4qKdDEJ5q/x9+tTdaQbfT/4bnm/AE5P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6hQJ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773CD0" w:rsidRDefault="00773CD0" w:rsidP="00773C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07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2eC8IA&#10;AADdAAAADwAAAGRycy9kb3ducmV2LnhtbERP3WrCMBS+F/YO4Qx2p6lSpavGMoaD3W1WH+DQnKXF&#10;5qRtsrbb0y8XAy8/vv9DMdtWjDT4xrGC9SoBQVw53bBRcL28LTMQPiBrbB2Tgh/yUBwfFgfMtZv4&#10;TGMZjIgh7HNUUIfQ5VL6qiaLfuU64sh9ucFiiHAwUg84xXDbyk2S7KTFhmNDjR291lTdym+roHeb&#10;rZ7LE37cTs+fjTFp/3tOlXp6nF/2IALN4S7+d79rBds0i/vjm/gE5P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3Z4L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773CD0" w:rsidRDefault="00773CD0" w:rsidP="00773C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07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7Cx+MUA&#10;AADdAAAADwAAAGRycy9kb3ducmV2LnhtbESPwW7CMBBE70j8g7VIvYEDLTRNcSKoVIkrtIcet/aS&#10;BOJ1iF0I/foaCanH0cy80SyL3jbiTJ2vHSuYThIQxNqZmksFnx/v4xSED8gGG8ek4Eoeinw4WGJm&#10;3IW3dN6FUkQI+wwVVCG0mZReV2TRT1xLHL296yyGKLtSmg4vEW4bOUuShbRYc1yosKW3ivRx92MV&#10;bOpvmi/0/sWma739+j2Fx+eDUeph1K9eQQTqw3/43t4YBfOndAq3N/EJyP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sLH4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773CD0" w:rsidRDefault="00773CD0" w:rsidP="00773C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07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vce8IA&#10;AADdAAAADwAAAGRycy9kb3ducmV2LnhtbERPXWvCMBR9F/Yfwh34pumKk64zyhQEh1PQje310tw1&#10;Zc1NaWKt/94MBB/PN2e26G0tOmp95VjB0zgBQVw4XXGp4OtzPcpA+ICssXZMCi7kYTF/GMww1+7M&#10;B+qOoRSxhH2OCkwITS6lLwxZ9GPXEEft17UWQ4RtKXWL51hua5kmyVRarDguGGxoZaj4O56sgg73&#10;l+THLHcv79VHke6X31sdeTV87N9eQQTqw918S2+0gudJlsL/m/gE5Pw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a9x7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773CD0" w:rsidRDefault="00773CD0" w:rsidP="00773C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07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zHgMUA&#10;AADdAAAADwAAAGRycy9kb3ducmV2LnhtbESPQUvDQBSE70L/w/IEb3Zj1FJit6UIFY+a9uDxmX3N&#10;pmbfC7trE/31riB4HGbmG2a1mXyvzhRiJ2zgZl6AIm7EdtwaOOx310tQMSFb7IXJwBdF2KxnFyus&#10;rIz8Suc6tSpDOFZowKU0VFrHxpHHOJeBOHtHCR5TlqHVNuCY4b7XZVEstMeO84LDgR4dNR/1pzcw&#10;PjXvp/L4Zt13GGRXv8ip7MWYq8tp+wAq0ZT+w3/tZ2vg/m55C79v8hPQ6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HMeA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773CD0" w:rsidRDefault="00773CD0" w:rsidP="00773C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107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4ZU8cA&#10;AADdAAAADwAAAGRycy9kb3ducmV2LnhtbESP3WoCMRSE7wt9h3AK3tWsYnXZGsVfKNJStHp/ujnu&#10;bpucLJuo27dvBMHLYWa+YcbT1hpxpsZXjhX0ugkI4tzpigsF+6/1cwrCB2SNxjEp+CMP08njwxgz&#10;7S68pfMuFCJC2GeooAyhzqT0eUkWfdfVxNE7usZiiLIppG7wEuHWyH6SDKXFiuNCiTUtSsp/dyer&#10;YP25ND/9j+3sIMNiNfo26Wa+fFeq89TOXkEEasM9fGu/aQUvg3QA1zfxCcjJ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meGVP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773CD0" w:rsidRDefault="00773CD0" w:rsidP="00773C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107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3VxccYA&#10;AADdAAAADwAAAGRycy9kb3ducmV2LnhtbESPQWvCQBSE74X+h+UVvBTd2BoJ0VWKUFRQaFXw+sy+&#10;JsHs25BdY/rvXUHwOMzMN8x03plKtNS40rKC4SACQZxZXXKu4LD/7icgnEfWWFkmBf/kYD57fZli&#10;qu2Vf6nd+VwECLsUFRTe16mULivIoBvYmjh4f7Yx6INscqkbvAa4qeRHFI2lwZLDQoE1LQrKzruL&#10;UdD+bE75qnX1+py8u/jztFxu9VGp3lv3NQHhqfPP8KO90griURLD/U14AnJ2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3Vxcc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773CD0" w:rsidRDefault="00773CD0" w:rsidP="00773C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1078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aTz8cA&#10;AADdAAAADwAAAGRycy9kb3ducmV2LnhtbESPT2sCMRTE7wW/Q3iCt5pVVLZbo2hB6EXw36HenpvX&#10;3cXNyzZJdfXTG6HQ4zAzv2Gm89bU4kLOV5YVDPoJCOLc6ooLBYf96jUF4QOyxtoyKbiRh/ms8zLF&#10;TNsrb+myC4WIEPYZKihDaDIpfV6SQd+3DXH0vq0zGKJ0hdQOrxFuajlMkok0WHFcKLGhj5Ly8+7X&#10;KFi+pcufzYjX9+3pSMev03k8dIlSvW67eAcRqA3/4b/2p1YwHqUTeL6JT0DOH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8Gk8/HAAAA3QAAAA8AAAAAAAAAAAAAAAAAmAIAAGRy&#10;cy9kb3ducmV2LnhtbFBLBQYAAAAABAAEAPUAAACMAwAAAAA=&#10;" fillcolor="black" stroked="f">
              <v:textbox>
                <w:txbxContent>
                  <w:p w:rsidR="00773CD0" w:rsidRDefault="00773CD0" w:rsidP="00773C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1079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P1WscA&#10;AADdAAAADwAAAGRycy9kb3ducmV2LnhtbESPQWvCQBSE7wX/w/KE3uqmUm1IXUVtC4J60PbQ42v2&#10;NVmSfRuyW43+elcQPA4z8w0zmXW2FgdqvXGs4HmQgCDOnTZcKPj++nxKQfiArLF2TApO5GE27T1M&#10;MNPuyDs67EMhIoR9hgrKEJpMSp+XZNEPXEMcvT/XWgxRtoXULR4j3NZymCRjadFwXCixoWVJebX/&#10;twp+1mOT7gwNfzfnxYfejKrF9r1S6rHfzd9ABOrCPXxrr7SC0Uv6Ctc38QnI6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Bj9VrHAAAA3Q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773CD0" w:rsidRDefault="00773CD0" w:rsidP="00773C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1080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lfncMA&#10;AADdAAAADwAAAGRycy9kb3ducmV2LnhtbERPz2vCMBS+D/wfwhO8zdThRqlGEYe4yw5zE6+P5tnU&#10;Ni81iVr965fDYMeP7/d82dtWXMmH2rGCyTgDQVw6XXOl4Od785yDCBFZY+uYFNwpwHIxeJpjod2N&#10;v+i6i5VIIRwKVGBi7AopQ2nIYhi7jjhxR+ctxgR9JbXHWwq3rXzJsjdpsebUYLCjtaGy2V2sAr86&#10;vDcPvuyb7PF5D9tTf87RKDUa9qsZiEh9/Bf/uT+0gtdpnuamN+kJ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Rlfnc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773CD0" w:rsidRDefault="00773CD0" w:rsidP="00773C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1081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FftMYA&#10;AADdAAAADwAAAGRycy9kb3ducmV2LnhtbESP3WoCMRSE7wt9h3AKvRHNVvqjq1GkIAhKQesDHDfH&#10;3aXJybI56tqnNwWhl8PMfMNM55136kxtrAMbeBlkoIiLYGsuDey/l/0RqCjIFl1gMnClCPPZ48MU&#10;cxsuvKXzTkqVIBxzNFCJNLnWsajIYxyEhjh5x9B6lCTbUtsWLwnunR5m2bv2WHNaqLChz4qKn93J&#10;G3DDgxuvP+JGrnu9yX69bHtf1pjnp24xASXUyX/43l5ZA2+vozH8vUlPQM9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wFftM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773CD0" w:rsidRDefault="00773CD0" w:rsidP="00773C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1082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5vsMMA&#10;AADdAAAADwAAAGRycy9kb3ducmV2LnhtbERPu27CMBTdK/UfrFupW3GK2goCBvEQUpYODSDWS3yJ&#10;o9rXUWwg5evxUInx6Lyn895ZcaEuNJ4VvA8yEMSV1w3XCnbbzdsIRIjIGq1nUvBHAeaz56cp5tpf&#10;+YcuZaxFCuGQowITY5tLGSpDDsPAt8SJO/nOYUywq6Xu8JrCnZXDLPuSDhtODQZbWhmqfsuzU7Au&#10;WzvcFWYZDvvv49EWtw0d1kq9vvSLCYhIfXyI/92FVvD5MU7705v0BOTs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W5vsM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773CD0" w:rsidRDefault="00773CD0" w:rsidP="00773C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1083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WFmsUA&#10;AADdAAAADwAAAGRycy9kb3ducmV2LnhtbESPQWsCMRSE70L/Q3gFb25iqbauG6WUCkJPWj14eyTP&#10;3W03L8smddd/bwpCj8PMfMMU68E14kJdqD1rmGYKBLHxtuZSw+FrM3kFESKyxcYzabhSgPXqYVRg&#10;bn3PO7rsYykShEOOGqoY21zKYCpyGDLfEifv7DuHMcmulLbDPsFdI5+UmkuHNaeFClt6r8j87H+d&#10;hu+N/PRGoTkejv3Wvpw+5tQorcePw9sSRKQh/ofv7a3VMHteTOHvTXoCc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tYWa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773CD0" w:rsidRDefault="00773CD0" w:rsidP="00773C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1084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65w8YA&#10;AADdAAAADwAAAGRycy9kb3ducmV2LnhtbESPQWvCQBSE7wX/w/KE3urGtIpGV7GFQql4qIp4fGaf&#10;SUj2bdhdNf33XUHocZiZb5j5sjONuJLzlWUFw0ECgji3uuJCwX73+TIB4QOyxsYyKfglD8tF72mO&#10;mbY3/qHrNhQiQthnqKAMoc2k9HlJBv3AtsTRO1tnMETpCqkd3iLcNDJNkrE0WHFcKLGlj5Lyensx&#10;Co6XNZ83r98r9x4Ottv5Oj1NaqWe+91qBiJQF/7Dj/aXVjB6m6ZwfxOfgFz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365w8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773CD0" w:rsidRDefault="00773CD0" w:rsidP="00773C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1085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imiscA&#10;AADdAAAADwAAAGRycy9kb3ducmV2LnhtbESPT2sCMRTE70K/Q3gFb5rVquhqFC0UeinUPwe9PTfP&#10;3cXNy5pE3fbTN0LB4zAzv2Fmi8ZU4kbOl5YV9LoJCOLM6pJzBbvtR2cMwgdkjZVlUvBDHhbzl9YM&#10;U23vvKbbJuQiQtinqKAIoU6l9FlBBn3X1sTRO1lnMETpcqkd3iPcVLKfJCNpsOS4UGBN7wVl583V&#10;KFhNxqvL94C/ftfHAx32x/Ow7xKl2q/NcgoiUBOe4f/2p1YwHEze4PEmPgE5/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qoporHAAAA3QAAAA8AAAAAAAAAAAAAAAAAmAIAAGRy&#10;cy9kb3ducmV2LnhtbFBLBQYAAAAABAAEAPUAAACMAwAAAAA=&#10;" fillcolor="black" stroked="f">
              <v:textbox>
                <w:txbxContent>
                  <w:p w:rsidR="00773CD0" w:rsidRDefault="00773CD0" w:rsidP="00773C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1086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3E/8UA&#10;AADdAAAADwAAAGRycy9kb3ducmV2LnhtbESPQUsDMRSE74L/ITzBm82qtejatCwFUTxtW0uvr5vn&#10;ZnHzsiQx3f77RhB6HGbmG2a+HG0vEvnQOVZwPylAEDdOd9wq+Nq+3T2DCBFZY++YFJwowHJxfTXH&#10;UrsjryltYisyhEOJCkyMQyllaAxZDBM3EGfv23mLMUvfSu3xmOG2lw9FMZMWO84LBgdaGWp+Nr9W&#10;QTqs6uox7ZNZf/qq9a5+3x1qpW5vxuoVRKQxXsL/7Q+t4Gn6MoW/N/kJyMUZ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PcT/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773CD0" w:rsidRDefault="00773CD0" w:rsidP="00773C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1087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aBlsYA&#10;AADdAAAADwAAAGRycy9kb3ducmV2LnhtbESPQWvCQBSE74X+h+UVvOlGqaLRVYpYsb2oaaE9PrLP&#10;bGj2bciuMfXXuwWhx2FmvmEWq85WoqXGl44VDAcJCOLc6ZILBZ8fr/0pCB+QNVaOScEveVgtHx8W&#10;mGp34SO1WShEhLBPUYEJoU6l9Lkhi37gauLonVxjMUTZFFI3eIlwW8lRkkykxZLjgsGa1obyn+xs&#10;FfjhevP1bq+z9ntreJ+9mcmhMEr1nrqXOYhAXfgP39s7rWD8PBvD35v4BOTy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PaBls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773CD0" w:rsidRDefault="00773CD0" w:rsidP="00773C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773CD0" w:rsidRPr="00062C82" w:rsidRDefault="00773CD0" w:rsidP="00773CD0">
      <w:pPr>
        <w:tabs>
          <w:tab w:val="left" w:pos="4424"/>
        </w:tabs>
        <w:jc w:val="center"/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РІШЕННЯ</w:t>
      </w:r>
    </w:p>
    <w:p w:rsidR="00773CD0" w:rsidRPr="00062C82" w:rsidRDefault="00773CD0" w:rsidP="00773CD0">
      <w:pPr>
        <w:tabs>
          <w:tab w:val="left" w:pos="4424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ХХХІІІ</w:t>
      </w:r>
      <w:r w:rsidRPr="00062C82">
        <w:rPr>
          <w:rFonts w:ascii="Times New Roman" w:hAnsi="Times New Roman" w:cs="Times New Roman"/>
        </w:rPr>
        <w:t xml:space="preserve"> сесії сільської ради  </w:t>
      </w:r>
      <w:r w:rsidRPr="00062C82">
        <w:rPr>
          <w:rFonts w:ascii="Times New Roman" w:hAnsi="Times New Roman" w:cs="Times New Roman"/>
          <w:lang w:val="en-US"/>
        </w:rPr>
        <w:t>V</w:t>
      </w:r>
      <w:r w:rsidRPr="00062C82">
        <w:rPr>
          <w:rFonts w:ascii="Times New Roman" w:hAnsi="Times New Roman" w:cs="Times New Roman"/>
        </w:rPr>
        <w:t>ІІ скликання</w:t>
      </w:r>
    </w:p>
    <w:p w:rsidR="00773CD0" w:rsidRPr="00062C82" w:rsidRDefault="00773CD0" w:rsidP="00773CD0">
      <w:pPr>
        <w:tabs>
          <w:tab w:val="left" w:pos="4424"/>
        </w:tabs>
        <w:rPr>
          <w:rFonts w:ascii="Times New Roman" w:hAnsi="Times New Roman" w:cs="Times New Roman"/>
        </w:rPr>
      </w:pPr>
    </w:p>
    <w:p w:rsidR="00773CD0" w:rsidRPr="00062C82" w:rsidRDefault="00773CD0" w:rsidP="00773CD0">
      <w:pPr>
        <w:tabs>
          <w:tab w:val="left" w:pos="4424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21.02.2020</w:t>
      </w:r>
      <w:r w:rsidRPr="00062C82">
        <w:rPr>
          <w:rFonts w:ascii="Times New Roman" w:hAnsi="Times New Roman" w:cs="Times New Roman"/>
        </w:rPr>
        <w:t>р.                                    Крупець                                        № _______</w:t>
      </w:r>
    </w:p>
    <w:p w:rsidR="00773CD0" w:rsidRPr="00062C82" w:rsidRDefault="00773CD0" w:rsidP="00773CD0">
      <w:pPr>
        <w:tabs>
          <w:tab w:val="left" w:pos="4424"/>
        </w:tabs>
        <w:rPr>
          <w:rFonts w:ascii="Times New Roman" w:hAnsi="Times New Roman" w:cs="Times New Roman"/>
        </w:rPr>
      </w:pPr>
      <w:r w:rsidRPr="00062C82">
        <w:rPr>
          <w:rFonts w:ascii="Times New Roman" w:hAnsi="Times New Roman" w:cs="Times New Roman"/>
        </w:rPr>
        <w:t xml:space="preserve">                                          </w:t>
      </w:r>
    </w:p>
    <w:p w:rsidR="00773CD0" w:rsidRPr="00062C82" w:rsidRDefault="00773CD0" w:rsidP="00773CD0">
      <w:pPr>
        <w:tabs>
          <w:tab w:val="left" w:pos="4424"/>
        </w:tabs>
        <w:rPr>
          <w:rFonts w:ascii="Times New Roman" w:hAnsi="Times New Roman" w:cs="Times New Roman"/>
        </w:rPr>
      </w:pPr>
    </w:p>
    <w:p w:rsidR="00773CD0" w:rsidRPr="00062C82" w:rsidRDefault="00773CD0" w:rsidP="00773CD0">
      <w:pPr>
        <w:tabs>
          <w:tab w:val="left" w:pos="4424"/>
        </w:tabs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Про затвердження технічної документації</w:t>
      </w:r>
    </w:p>
    <w:p w:rsidR="00773CD0" w:rsidRPr="00062C82" w:rsidRDefault="00773CD0" w:rsidP="00773CD0">
      <w:pPr>
        <w:tabs>
          <w:tab w:val="left" w:pos="4424"/>
        </w:tabs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 xml:space="preserve">із землеустрою щодо встановлення </w:t>
      </w:r>
    </w:p>
    <w:p w:rsidR="00773CD0" w:rsidRPr="00062C82" w:rsidRDefault="00773CD0" w:rsidP="00773CD0">
      <w:pPr>
        <w:tabs>
          <w:tab w:val="left" w:pos="4424"/>
        </w:tabs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(відновлення)  меж земельної ділянки</w:t>
      </w:r>
    </w:p>
    <w:p w:rsidR="00773CD0" w:rsidRPr="00062C82" w:rsidRDefault="00773CD0" w:rsidP="00773CD0">
      <w:pPr>
        <w:tabs>
          <w:tab w:val="left" w:pos="4424"/>
        </w:tabs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 xml:space="preserve">в натурі (на місцевості) </w:t>
      </w:r>
      <w:proofErr w:type="spellStart"/>
      <w:r>
        <w:rPr>
          <w:rFonts w:ascii="Times New Roman" w:hAnsi="Times New Roman" w:cs="Times New Roman"/>
          <w:b/>
        </w:rPr>
        <w:t>Мандзиняк</w:t>
      </w:r>
      <w:proofErr w:type="spellEnd"/>
      <w:r>
        <w:rPr>
          <w:rFonts w:ascii="Times New Roman" w:hAnsi="Times New Roman" w:cs="Times New Roman"/>
          <w:b/>
        </w:rPr>
        <w:t xml:space="preserve">  А.М.</w:t>
      </w:r>
    </w:p>
    <w:p w:rsidR="00773CD0" w:rsidRPr="00062C82" w:rsidRDefault="00773CD0" w:rsidP="00773CD0">
      <w:pPr>
        <w:tabs>
          <w:tab w:val="left" w:pos="4424"/>
        </w:tabs>
        <w:rPr>
          <w:rFonts w:ascii="Times New Roman" w:hAnsi="Times New Roman" w:cs="Times New Roman"/>
        </w:rPr>
      </w:pPr>
    </w:p>
    <w:p w:rsidR="00773CD0" w:rsidRPr="00062C82" w:rsidRDefault="00773CD0" w:rsidP="00773CD0">
      <w:pPr>
        <w:tabs>
          <w:tab w:val="left" w:pos="4424"/>
        </w:tabs>
        <w:rPr>
          <w:rFonts w:ascii="Times New Roman" w:hAnsi="Times New Roman" w:cs="Times New Roman"/>
        </w:rPr>
      </w:pPr>
    </w:p>
    <w:p w:rsidR="00773CD0" w:rsidRPr="00062C82" w:rsidRDefault="00773CD0" w:rsidP="00773CD0">
      <w:pPr>
        <w:tabs>
          <w:tab w:val="left" w:pos="4424"/>
        </w:tabs>
        <w:jc w:val="both"/>
        <w:rPr>
          <w:rFonts w:ascii="Times New Roman" w:hAnsi="Times New Roman" w:cs="Times New Roman"/>
        </w:rPr>
      </w:pPr>
      <w:r w:rsidRPr="00062C82">
        <w:rPr>
          <w:rFonts w:ascii="Times New Roman" w:hAnsi="Times New Roman" w:cs="Times New Roman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Мандзиняк</w:t>
      </w:r>
      <w:proofErr w:type="spellEnd"/>
      <w:r>
        <w:rPr>
          <w:rFonts w:ascii="Times New Roman" w:hAnsi="Times New Roman" w:cs="Times New Roman"/>
        </w:rPr>
        <w:t xml:space="preserve"> А.М.,</w:t>
      </w:r>
      <w:r w:rsidRPr="00062C82">
        <w:rPr>
          <w:rFonts w:ascii="Times New Roman" w:hAnsi="Times New Roman" w:cs="Times New Roman"/>
        </w:rPr>
        <w:t xml:space="preserve"> сільська  рада ВИРІШИЛА:</w:t>
      </w:r>
    </w:p>
    <w:p w:rsidR="00773CD0" w:rsidRPr="00062C82" w:rsidRDefault="00773CD0" w:rsidP="00773CD0">
      <w:pPr>
        <w:tabs>
          <w:tab w:val="left" w:pos="4424"/>
        </w:tabs>
        <w:jc w:val="both"/>
        <w:rPr>
          <w:rFonts w:ascii="Times New Roman" w:hAnsi="Times New Roman" w:cs="Times New Roman"/>
        </w:rPr>
      </w:pPr>
    </w:p>
    <w:p w:rsidR="00773CD0" w:rsidRDefault="00773CD0" w:rsidP="00773CD0">
      <w:pPr>
        <w:tabs>
          <w:tab w:val="left" w:pos="4424"/>
        </w:tabs>
        <w:jc w:val="both"/>
        <w:rPr>
          <w:rFonts w:ascii="Times New Roman" w:hAnsi="Times New Roman" w:cs="Times New Roman"/>
          <w:color w:val="FF0000"/>
        </w:rPr>
      </w:pPr>
      <w:r w:rsidRPr="00062C82">
        <w:rPr>
          <w:rFonts w:ascii="Times New Roman" w:hAnsi="Times New Roman" w:cs="Times New Roman"/>
        </w:rPr>
        <w:t xml:space="preserve">      1. Затвердити </w:t>
      </w:r>
      <w:proofErr w:type="spellStart"/>
      <w:r>
        <w:rPr>
          <w:rFonts w:ascii="Times New Roman" w:hAnsi="Times New Roman" w:cs="Times New Roman"/>
        </w:rPr>
        <w:t>Мандзиняк</w:t>
      </w:r>
      <w:proofErr w:type="spellEnd"/>
      <w:r>
        <w:rPr>
          <w:rFonts w:ascii="Times New Roman" w:hAnsi="Times New Roman" w:cs="Times New Roman"/>
        </w:rPr>
        <w:t xml:space="preserve">  </w:t>
      </w:r>
      <w:proofErr w:type="spellStart"/>
      <w:r>
        <w:rPr>
          <w:rFonts w:ascii="Times New Roman" w:hAnsi="Times New Roman" w:cs="Times New Roman"/>
        </w:rPr>
        <w:t>Альоні</w:t>
      </w:r>
      <w:proofErr w:type="spellEnd"/>
      <w:r>
        <w:rPr>
          <w:rFonts w:ascii="Times New Roman" w:hAnsi="Times New Roman" w:cs="Times New Roman"/>
        </w:rPr>
        <w:t xml:space="preserve"> Михайлівні</w:t>
      </w:r>
      <w:r w:rsidRPr="00062C82">
        <w:rPr>
          <w:rFonts w:ascii="Times New Roman" w:hAnsi="Times New Roman" w:cs="Times New Roman"/>
        </w:rPr>
        <w:t>,  як</w:t>
      </w:r>
      <w:r>
        <w:rPr>
          <w:rFonts w:ascii="Times New Roman" w:hAnsi="Times New Roman" w:cs="Times New Roman"/>
        </w:rPr>
        <w:t>а</w:t>
      </w:r>
      <w:r w:rsidRPr="00062C82">
        <w:rPr>
          <w:rFonts w:ascii="Times New Roman" w:hAnsi="Times New Roman" w:cs="Times New Roman"/>
        </w:rPr>
        <w:t xml:space="preserve"> зареєстрован</w:t>
      </w:r>
      <w:r>
        <w:rPr>
          <w:rFonts w:ascii="Times New Roman" w:hAnsi="Times New Roman" w:cs="Times New Roman"/>
        </w:rPr>
        <w:t xml:space="preserve">а за адресою: </w:t>
      </w:r>
      <w:r w:rsidR="0073127B" w:rsidRPr="0073127B">
        <w:rPr>
          <w:rFonts w:ascii="Times New Roman" w:hAnsi="Times New Roman" w:cs="Times New Roman"/>
        </w:rPr>
        <w:t>______________</w:t>
      </w:r>
      <w:r>
        <w:rPr>
          <w:rFonts w:ascii="Times New Roman" w:hAnsi="Times New Roman" w:cs="Times New Roman"/>
        </w:rPr>
        <w:t xml:space="preserve">, </w:t>
      </w:r>
      <w:r w:rsidRPr="00062C82">
        <w:rPr>
          <w:rFonts w:ascii="Times New Roman" w:hAnsi="Times New Roman" w:cs="Times New Roman"/>
        </w:rPr>
        <w:t>ідентифікаційн</w:t>
      </w:r>
      <w:r>
        <w:rPr>
          <w:rFonts w:ascii="Times New Roman" w:hAnsi="Times New Roman" w:cs="Times New Roman"/>
        </w:rPr>
        <w:t>ий</w:t>
      </w:r>
      <w:r w:rsidRPr="00062C82">
        <w:rPr>
          <w:rFonts w:ascii="Times New Roman" w:hAnsi="Times New Roman" w:cs="Times New Roman"/>
        </w:rPr>
        <w:t xml:space="preserve"> номер </w:t>
      </w:r>
      <w:r w:rsidR="0073127B" w:rsidRPr="0073127B">
        <w:rPr>
          <w:rFonts w:ascii="Times New Roman" w:hAnsi="Times New Roman" w:cs="Times New Roman"/>
        </w:rPr>
        <w:t>______________</w:t>
      </w:r>
      <w:r w:rsidRPr="00062C82">
        <w:rPr>
          <w:rFonts w:ascii="Times New Roman" w:hAnsi="Times New Roman" w:cs="Times New Roman"/>
        </w:rPr>
        <w:t>, технічну документацію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 w:cs="Times New Roman"/>
        </w:rPr>
        <w:t>,</w:t>
      </w:r>
      <w:r w:rsidRPr="00062C82">
        <w:rPr>
          <w:rFonts w:ascii="Times New Roman" w:hAnsi="Times New Roman" w:cs="Times New Roman"/>
        </w:rPr>
        <w:t xml:space="preserve"> та передати її у приватну власність, площею 0,</w:t>
      </w:r>
      <w:r>
        <w:rPr>
          <w:rFonts w:ascii="Times New Roman" w:hAnsi="Times New Roman" w:cs="Times New Roman"/>
        </w:rPr>
        <w:t>1800га, (кадастровий номер: 68239840</w:t>
      </w:r>
      <w:r w:rsidRPr="00062C82">
        <w:rPr>
          <w:rFonts w:ascii="Times New Roman" w:hAnsi="Times New Roman" w:cs="Times New Roman"/>
        </w:rPr>
        <w:t>00:0</w:t>
      </w:r>
      <w:r>
        <w:rPr>
          <w:rFonts w:ascii="Times New Roman" w:hAnsi="Times New Roman" w:cs="Times New Roman"/>
        </w:rPr>
        <w:t>2:008</w:t>
      </w:r>
      <w:r w:rsidRPr="00062C82">
        <w:rPr>
          <w:rFonts w:ascii="Times New Roman" w:hAnsi="Times New Roman" w:cs="Times New Roman"/>
        </w:rPr>
        <w:t>:00</w:t>
      </w:r>
      <w:r>
        <w:rPr>
          <w:rFonts w:ascii="Times New Roman" w:hAnsi="Times New Roman" w:cs="Times New Roman"/>
        </w:rPr>
        <w:t>41</w:t>
      </w:r>
      <w:r w:rsidRPr="00062C82">
        <w:rPr>
          <w:rFonts w:ascii="Times New Roman" w:hAnsi="Times New Roman" w:cs="Times New Roman"/>
        </w:rPr>
        <w:t xml:space="preserve">), для будівництва та обслуговування житлового будинку господарських будівель та споруд (присадибна ділянка), яка розташована Хмельницька область, </w:t>
      </w:r>
      <w:proofErr w:type="spellStart"/>
      <w:r w:rsidRPr="00062C82">
        <w:rPr>
          <w:rFonts w:ascii="Times New Roman" w:hAnsi="Times New Roman" w:cs="Times New Roman"/>
        </w:rPr>
        <w:t>Славутський</w:t>
      </w:r>
      <w:proofErr w:type="spellEnd"/>
      <w:r w:rsidRPr="00062C82">
        <w:rPr>
          <w:rFonts w:ascii="Times New Roman" w:hAnsi="Times New Roman" w:cs="Times New Roman"/>
        </w:rPr>
        <w:t xml:space="preserve">  район, </w:t>
      </w:r>
      <w:proofErr w:type="spellStart"/>
      <w:r w:rsidRPr="00062C82">
        <w:rPr>
          <w:rFonts w:ascii="Times New Roman" w:hAnsi="Times New Roman" w:cs="Times New Roman"/>
        </w:rPr>
        <w:t>с.</w:t>
      </w:r>
      <w:r>
        <w:rPr>
          <w:rFonts w:ascii="Times New Roman" w:hAnsi="Times New Roman" w:cs="Times New Roman"/>
        </w:rPr>
        <w:t>Стригани</w:t>
      </w:r>
      <w:proofErr w:type="spellEnd"/>
      <w:r>
        <w:rPr>
          <w:rFonts w:ascii="Times New Roman" w:hAnsi="Times New Roman" w:cs="Times New Roman"/>
        </w:rPr>
        <w:t xml:space="preserve">, вулиця </w:t>
      </w:r>
      <w:proofErr w:type="spellStart"/>
      <w:r>
        <w:rPr>
          <w:rFonts w:ascii="Times New Roman" w:hAnsi="Times New Roman" w:cs="Times New Roman"/>
        </w:rPr>
        <w:t>Охман</w:t>
      </w:r>
      <w:proofErr w:type="spellEnd"/>
      <w:r>
        <w:rPr>
          <w:rFonts w:ascii="Times New Roman" w:hAnsi="Times New Roman" w:cs="Times New Roman"/>
        </w:rPr>
        <w:t xml:space="preserve"> Г, 6.</w:t>
      </w:r>
      <w:r w:rsidRPr="00062C82">
        <w:rPr>
          <w:rFonts w:ascii="Times New Roman" w:hAnsi="Times New Roman" w:cs="Times New Roman"/>
          <w:color w:val="FF0000"/>
        </w:rPr>
        <w:t xml:space="preserve">  </w:t>
      </w:r>
    </w:p>
    <w:p w:rsidR="00773CD0" w:rsidRPr="00062C82" w:rsidRDefault="00773CD0" w:rsidP="00773CD0">
      <w:pPr>
        <w:tabs>
          <w:tab w:val="left" w:pos="442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FF0000"/>
        </w:rPr>
        <w:t xml:space="preserve">      </w:t>
      </w:r>
      <w:r w:rsidRPr="00062C82">
        <w:rPr>
          <w:rFonts w:ascii="Times New Roman" w:hAnsi="Times New Roman" w:cs="Times New Roman"/>
        </w:rPr>
        <w:t xml:space="preserve">2. </w:t>
      </w:r>
      <w:proofErr w:type="spellStart"/>
      <w:r>
        <w:rPr>
          <w:rFonts w:ascii="Times New Roman" w:hAnsi="Times New Roman" w:cs="Times New Roman"/>
          <w:color w:val="auto"/>
        </w:rPr>
        <w:t>Мандзиняк</w:t>
      </w:r>
      <w:proofErr w:type="spellEnd"/>
      <w:r>
        <w:rPr>
          <w:rFonts w:ascii="Times New Roman" w:hAnsi="Times New Roman" w:cs="Times New Roman"/>
          <w:color w:val="auto"/>
        </w:rPr>
        <w:t xml:space="preserve">  А.М.</w:t>
      </w:r>
      <w:r w:rsidRPr="00062C82">
        <w:rPr>
          <w:rFonts w:ascii="Times New Roman" w:hAnsi="Times New Roman" w:cs="Times New Roman"/>
          <w:color w:val="auto"/>
        </w:rPr>
        <w:t xml:space="preserve">, </w:t>
      </w:r>
      <w:r w:rsidRPr="00062C82">
        <w:rPr>
          <w:rFonts w:ascii="Times New Roman" w:hAnsi="Times New Roman" w:cs="Times New Roman"/>
        </w:rPr>
        <w:t>посвідчити своє право  в  установленому  законом  порядку.</w:t>
      </w:r>
    </w:p>
    <w:p w:rsidR="00773CD0" w:rsidRPr="00062C82" w:rsidRDefault="00773CD0" w:rsidP="00773CD0">
      <w:pPr>
        <w:tabs>
          <w:tab w:val="left" w:pos="4424"/>
        </w:tabs>
        <w:jc w:val="both"/>
        <w:rPr>
          <w:rFonts w:ascii="Times New Roman" w:hAnsi="Times New Roman" w:cs="Times New Roman"/>
        </w:rPr>
      </w:pPr>
      <w:r w:rsidRPr="00062C82">
        <w:rPr>
          <w:rFonts w:ascii="Times New Roman" w:hAnsi="Times New Roman" w:cs="Times New Roman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773CD0" w:rsidRPr="00062C82" w:rsidRDefault="00773CD0" w:rsidP="00773CD0">
      <w:pPr>
        <w:tabs>
          <w:tab w:val="left" w:pos="4424"/>
        </w:tabs>
        <w:jc w:val="both"/>
        <w:rPr>
          <w:rFonts w:ascii="Times New Roman" w:hAnsi="Times New Roman" w:cs="Times New Roman"/>
          <w:color w:val="FF0000"/>
        </w:rPr>
      </w:pPr>
    </w:p>
    <w:p w:rsidR="00773CD0" w:rsidRPr="00062C82" w:rsidRDefault="00773CD0" w:rsidP="00773CD0">
      <w:pPr>
        <w:tabs>
          <w:tab w:val="left" w:pos="4424"/>
        </w:tabs>
        <w:jc w:val="both"/>
        <w:rPr>
          <w:rFonts w:ascii="Times New Roman" w:hAnsi="Times New Roman" w:cs="Times New Roman"/>
        </w:rPr>
      </w:pPr>
    </w:p>
    <w:p w:rsidR="00773CD0" w:rsidRPr="00773CD0" w:rsidRDefault="00773CD0" w:rsidP="00773CD0">
      <w:pPr>
        <w:tabs>
          <w:tab w:val="left" w:pos="4424"/>
        </w:tabs>
        <w:jc w:val="both"/>
        <w:rPr>
          <w:rFonts w:ascii="Times New Roman" w:hAnsi="Times New Roman" w:cs="Times New Roman"/>
          <w:lang w:val="en-US"/>
        </w:rPr>
      </w:pPr>
    </w:p>
    <w:p w:rsidR="00773CD0" w:rsidRPr="00062C82" w:rsidRDefault="00773CD0" w:rsidP="00773CD0">
      <w:pPr>
        <w:tabs>
          <w:tab w:val="left" w:pos="4424"/>
        </w:tabs>
        <w:jc w:val="both"/>
        <w:rPr>
          <w:rFonts w:ascii="Times New Roman" w:hAnsi="Times New Roman" w:cs="Times New Roman"/>
        </w:rPr>
      </w:pPr>
    </w:p>
    <w:p w:rsidR="00EC0F2E" w:rsidRPr="00773CD0" w:rsidRDefault="00773CD0" w:rsidP="00773CD0">
      <w:pPr>
        <w:tabs>
          <w:tab w:val="left" w:pos="4424"/>
        </w:tabs>
        <w:jc w:val="both"/>
        <w:rPr>
          <w:rFonts w:ascii="Times New Roman" w:hAnsi="Times New Roman" w:cs="Times New Roman"/>
          <w:lang w:val="en-US"/>
        </w:rPr>
      </w:pPr>
      <w:r w:rsidRPr="00062C82">
        <w:rPr>
          <w:rFonts w:ascii="Times New Roman" w:hAnsi="Times New Roman" w:cs="Times New Roman"/>
        </w:rPr>
        <w:t>Сільський  голова                                                                                             В.А.</w:t>
      </w:r>
      <w:proofErr w:type="spellStart"/>
      <w:r w:rsidRPr="00062C82">
        <w:rPr>
          <w:rFonts w:ascii="Times New Roman" w:hAnsi="Times New Roman" w:cs="Times New Roman"/>
        </w:rPr>
        <w:t>Михалюк</w:t>
      </w:r>
      <w:proofErr w:type="spellEnd"/>
      <w:r w:rsidRPr="00062C82">
        <w:rPr>
          <w:rFonts w:ascii="Times New Roman" w:hAnsi="Times New Roman" w:cs="Times New Roman"/>
        </w:rPr>
        <w:t xml:space="preserve"> </w:t>
      </w:r>
    </w:p>
    <w:sectPr w:rsidR="00EC0F2E" w:rsidRPr="00773CD0" w:rsidSect="00EC0F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773CD0"/>
    <w:rsid w:val="00171A2E"/>
    <w:rsid w:val="00304C90"/>
    <w:rsid w:val="00505B6D"/>
    <w:rsid w:val="005D1EE4"/>
    <w:rsid w:val="006B0E0C"/>
    <w:rsid w:val="006D3977"/>
    <w:rsid w:val="0073127B"/>
    <w:rsid w:val="00773CD0"/>
    <w:rsid w:val="007D6C18"/>
    <w:rsid w:val="009729E0"/>
    <w:rsid w:val="00D1641A"/>
    <w:rsid w:val="00EC0F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CD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2DA2BF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16505E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2DA2BF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 w:line="276" w:lineRule="auto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2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4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6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88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10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3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5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7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after="200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2</TotalTime>
  <Pages>1</Pages>
  <Words>272</Words>
  <Characters>1553</Characters>
  <Application>Microsoft Office Word</Application>
  <DocSecurity>0</DocSecurity>
  <Lines>12</Lines>
  <Paragraphs>3</Paragraphs>
  <ScaleCrop>false</ScaleCrop>
  <Company>Microsoft</Company>
  <LinksUpToDate>false</LinksUpToDate>
  <CharactersWithSpaces>1822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3</cp:revision>
  <dcterms:created xsi:type="dcterms:W3CDTF">2020-02-13T11:13:00Z</dcterms:created>
  <dcterms:modified xsi:type="dcterms:W3CDTF">2020-02-13T12:06:00Z</dcterms:modified>
</cp:coreProperties>
</file>