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75B" w:rsidRPr="000676D9" w:rsidRDefault="00CD675B" w:rsidP="00CD67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675B" w:rsidRDefault="00CD675B" w:rsidP="00CD6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D675B" w:rsidRDefault="00CD675B" w:rsidP="00CD675B"/>
    <w:p w:rsidR="00CD675B" w:rsidRDefault="00CD675B" w:rsidP="00CD675B"/>
    <w:p w:rsidR="00CD675B" w:rsidRDefault="00CD675B" w:rsidP="00CD67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D675B" w:rsidRDefault="00CD675B" w:rsidP="00CD67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D675B" w:rsidRDefault="00CD675B" w:rsidP="00CD67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D675B" w:rsidRDefault="00CD675B" w:rsidP="00CD67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D675B" w:rsidRDefault="00CD675B" w:rsidP="00CD67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675B" w:rsidRDefault="00CD675B" w:rsidP="00CD67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D675B" w:rsidRDefault="00CD675B" w:rsidP="00CD67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675B" w:rsidRDefault="00CD675B" w:rsidP="00CD67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D675B" w:rsidRPr="00685040" w:rsidRDefault="00CD675B" w:rsidP="00CD675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№105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D675B" w:rsidRPr="00F02A07" w:rsidRDefault="00CD675B" w:rsidP="00CD675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</w:rPr>
      </w:pPr>
    </w:p>
    <w:p w:rsidR="00CD675B" w:rsidRPr="00F02A07" w:rsidRDefault="00CD675B" w:rsidP="00CD675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F02A07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F02A07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CD675B" w:rsidRPr="00F02A07" w:rsidRDefault="00CD675B" w:rsidP="00CD675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F02A07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CD675B" w:rsidRPr="00F02A07" w:rsidRDefault="00CD675B" w:rsidP="00CD675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CD675B" w:rsidRPr="00F02A07" w:rsidRDefault="00CD675B" w:rsidP="00CD675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Зощуку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О.К.</w:t>
      </w:r>
    </w:p>
    <w:p w:rsidR="00CD675B" w:rsidRPr="00F02A07" w:rsidRDefault="00CD675B" w:rsidP="00CD675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CD675B" w:rsidRPr="00F02A07" w:rsidRDefault="00CD675B" w:rsidP="00CD675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 xml:space="preserve">пункту 34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місцевесамоврядування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», статей 12,  118 та 121 </w:t>
      </w:r>
      <w:proofErr w:type="gramStart"/>
      <w:r w:rsidRPr="00F02A07">
        <w:rPr>
          <w:rFonts w:ascii="Times New Roman" w:eastAsia="Times New Roman" w:hAnsi="Times New Roman" w:cs="Times New Roman"/>
          <w:sz w:val="24"/>
        </w:rPr>
        <w:t>Земельного</w:t>
      </w:r>
      <w:proofErr w:type="gramEnd"/>
      <w:r w:rsidRPr="00F02A07">
        <w:rPr>
          <w:rFonts w:ascii="Times New Roman" w:eastAsia="Times New Roman" w:hAnsi="Times New Roman" w:cs="Times New Roman"/>
          <w:sz w:val="24"/>
        </w:rPr>
        <w:t xml:space="preserve"> кодексу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Зощука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О.К.</w:t>
      </w:r>
      <w:r w:rsidRPr="00F02A07">
        <w:rPr>
          <w:rFonts w:ascii="Times New Roman" w:eastAsia="Times New Roman" w:hAnsi="Times New Roman" w:cs="Times New Roman"/>
          <w:sz w:val="24"/>
        </w:rPr>
        <w:t>,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CD675B" w:rsidRPr="00F02A07" w:rsidRDefault="00CD675B" w:rsidP="00CD675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>ВИРІШИЛА:</w:t>
      </w:r>
    </w:p>
    <w:p w:rsidR="00CD675B" w:rsidRPr="00F02A07" w:rsidRDefault="00CD675B" w:rsidP="00CD675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 xml:space="preserve">       1. </w:t>
      </w:r>
      <w:proofErr w:type="spellStart"/>
      <w:proofErr w:type="gramStart"/>
      <w:r w:rsidRPr="00F02A07"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Зощуку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Олександру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Костянтиновичу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зареєстрован</w:t>
      </w:r>
      <w:r>
        <w:rPr>
          <w:rFonts w:ascii="Times New Roman" w:eastAsia="Times New Roman" w:hAnsi="Times New Roman" w:cs="Times New Roman"/>
          <w:sz w:val="24"/>
        </w:rPr>
        <w:t>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536244">
        <w:rPr>
          <w:rFonts w:ascii="Times New Roman" w:eastAsia="Times New Roman" w:hAnsi="Times New Roman" w:cs="Times New Roman"/>
          <w:sz w:val="24"/>
          <w:lang w:val="en-US"/>
        </w:rPr>
        <w:t>___________________</w:t>
      </w:r>
      <w:bookmarkStart w:id="0" w:name="_GoBack"/>
      <w:bookmarkEnd w:id="0"/>
      <w:r w:rsidRPr="00F02A07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0,27 </w:t>
      </w:r>
      <w:r w:rsidRPr="00F02A07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, за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рахунок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земель запасу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призначення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ради </w:t>
      </w:r>
      <w:r>
        <w:rPr>
          <w:rFonts w:ascii="Times New Roman" w:eastAsia="Times New Roman" w:hAnsi="Times New Roman" w:cs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sz w:val="24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Лисиче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CD675B" w:rsidRPr="00F02A07" w:rsidRDefault="00CD675B" w:rsidP="00CD675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 xml:space="preserve">       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Зощуку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О.К.</w:t>
      </w:r>
      <w:r w:rsidRPr="00F02A07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F02A07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F02A07">
        <w:rPr>
          <w:rFonts w:ascii="Times New Roman" w:eastAsia="Times New Roman" w:hAnsi="Times New Roman" w:cs="Times New Roman"/>
          <w:sz w:val="24"/>
        </w:rPr>
        <w:t>.</w:t>
      </w:r>
    </w:p>
    <w:p w:rsidR="00CD675B" w:rsidRPr="00F02A07" w:rsidRDefault="00CD675B" w:rsidP="00CD67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D675B" w:rsidRPr="00F02A07" w:rsidRDefault="00CD675B" w:rsidP="00CD67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675B" w:rsidRPr="00CD675B" w:rsidRDefault="00CD675B" w:rsidP="00CD675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CD675B" w:rsidRPr="00F02A07" w:rsidRDefault="00CD675B" w:rsidP="00CD675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2028FC" w:rsidRPr="00CD675B" w:rsidRDefault="00CD675B" w:rsidP="00CD675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lang w:val="en-US"/>
        </w:rPr>
      </w:pPr>
      <w:proofErr w:type="spellStart"/>
      <w:r w:rsidRPr="00F02A07">
        <w:rPr>
          <w:rFonts w:ascii="Times New Roman" w:eastAsia="Times New Roman" w:hAnsi="Times New Roman" w:cs="Times New Roman"/>
          <w:sz w:val="24"/>
        </w:rPr>
        <w:t>Сільський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В.А.Михалюк</w:t>
      </w:r>
      <w:proofErr w:type="spellEnd"/>
    </w:p>
    <w:sectPr w:rsidR="002028FC" w:rsidRPr="00CD67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75B"/>
    <w:rsid w:val="00171A2E"/>
    <w:rsid w:val="002028FC"/>
    <w:rsid w:val="00304C90"/>
    <w:rsid w:val="00505B6D"/>
    <w:rsid w:val="00536244"/>
    <w:rsid w:val="006D3977"/>
    <w:rsid w:val="007D6C18"/>
    <w:rsid w:val="00CD675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2020-05-27T16:59:00Z</dcterms:created>
  <dcterms:modified xsi:type="dcterms:W3CDTF">2020-05-27T17:42:00Z</dcterms:modified>
</cp:coreProperties>
</file>