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326" w:rsidRDefault="00334326" w:rsidP="0033432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4326" w:rsidRDefault="00334326" w:rsidP="003343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34326" w:rsidRDefault="00334326" w:rsidP="003343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34326" w:rsidRDefault="00334326" w:rsidP="003343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4326" w:rsidRDefault="00334326" w:rsidP="003343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34326" w:rsidRDefault="00334326" w:rsidP="003343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34326" w:rsidRDefault="00334326" w:rsidP="003343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334326" w:rsidRPr="00F2698F" w:rsidRDefault="00334326" w:rsidP="00334326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334326" w:rsidRPr="00F2698F" w:rsidRDefault="00334326" w:rsidP="0033432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34326" w:rsidRPr="00F2698F" w:rsidRDefault="00334326" w:rsidP="0033432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334326" w:rsidRPr="00F2698F" w:rsidRDefault="00334326" w:rsidP="0033432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334326" w:rsidRPr="00F2698F" w:rsidRDefault="00334326" w:rsidP="0033432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334326" w:rsidRDefault="00334326" w:rsidP="0033432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Петровській Л.А., Петровській В.А.</w:t>
      </w:r>
    </w:p>
    <w:p w:rsidR="00334326" w:rsidRPr="00F2698F" w:rsidRDefault="00334326" w:rsidP="00334326">
      <w:pPr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334326" w:rsidRPr="00F2698F" w:rsidRDefault="00334326" w:rsidP="0033432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lang w:eastAsia="en-US"/>
        </w:rPr>
        <w:t>статей 12, 122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розглянувши заяву   Петровській Л.А., Петровській В.А. 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сільська рада</w:t>
      </w:r>
    </w:p>
    <w:p w:rsidR="00334326" w:rsidRPr="00F2698F" w:rsidRDefault="00334326" w:rsidP="0033432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34326" w:rsidRPr="00F2698F" w:rsidRDefault="00334326" w:rsidP="0033432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 Петровській Любові  Анатоліївні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, 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адресою: </w:t>
      </w:r>
      <w:r w:rsidR="009F1D98" w:rsidRPr="009F1D98">
        <w:rPr>
          <w:rFonts w:ascii="Times New Roman" w:eastAsia="Calibri" w:hAnsi="Times New Roman" w:cs="Times New Roman"/>
          <w:sz w:val="24"/>
          <w:lang w:eastAsia="en-US"/>
        </w:rPr>
        <w:t>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; Петровській  Вірі Анатоліївні,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ка зареєстрована за адресою: </w:t>
      </w:r>
      <w:r w:rsidR="009F1D98">
        <w:rPr>
          <w:rFonts w:ascii="Times New Roman" w:eastAsia="Calibri" w:hAnsi="Times New Roman" w:cs="Times New Roman"/>
          <w:sz w:val="24"/>
          <w:lang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eastAsia="en-US"/>
        </w:rPr>
        <w:t>ділянка  розташована в с. Крупець, по вул. Незалежності, 106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34326" w:rsidRPr="00F2698F" w:rsidRDefault="00334326" w:rsidP="0033432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2.Петровській Л.А., Петровській В.А. </w:t>
      </w:r>
      <w:r w:rsidRPr="00F2698F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34326" w:rsidRPr="00F2698F" w:rsidRDefault="00334326" w:rsidP="0033432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2698F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34326" w:rsidRPr="005233F6" w:rsidRDefault="00334326" w:rsidP="003343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269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34326" w:rsidRPr="00F2698F" w:rsidRDefault="00334326" w:rsidP="0033432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34326" w:rsidRPr="00F2698F" w:rsidRDefault="00334326" w:rsidP="00334326">
      <w:pPr>
        <w:tabs>
          <w:tab w:val="left" w:pos="4424"/>
        </w:tabs>
        <w:spacing w:after="0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4326" w:rsidRDefault="00334326" w:rsidP="0033432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2698F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p w:rsidR="00B51C72" w:rsidRDefault="00B51C72"/>
    <w:sectPr w:rsidR="00B51C7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326"/>
    <w:rsid w:val="00334326"/>
    <w:rsid w:val="009F1D98"/>
    <w:rsid w:val="00B51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32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3432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3432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3432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432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3432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3432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3432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286</Words>
  <Characters>1636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2021-07-07T06:18:00Z</dcterms:created>
  <dcterms:modified xsi:type="dcterms:W3CDTF">2021-07-07T08:07:00Z</dcterms:modified>
</cp:coreProperties>
</file>