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86" w:rsidRDefault="005E5586" w:rsidP="005E558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E5586" w:rsidRDefault="005E5586" w:rsidP="005E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C030A4" wp14:editId="0316EEA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39" name="Группа 15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586" w:rsidRDefault="005E5586" w:rsidP="005E55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3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eIM3gAAEF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EqqF4gzeAAAQVkEAA4AAAAAAAAAAAAAAAAALgIA&#10;AGRycy9lMm9Eb2MueG1sUEsBAi0AFAAGAAgAAAAhAJ7TZG3dAAAABgEAAA8AAAAAAAAAAAAAAAAA&#10;jXoAAGRycy9kb3ducmV2LnhtbFBLBQYAAAAABAAEAPMAAACX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desUA&#10;AADeAAAADwAAAGRycy9kb3ducmV2LnhtbESPT4vCQAzF7wt+hyGCt3Xqv12pjiLiigdBdNd76MS2&#10;2MmUzqjdb28OgreEvLz3fvNl6yp1pyaUng0M+gko4szbknMDf78/n1NQISJbrDyTgX8KsFx0PuaY&#10;Wv/gI91PMVdiwiFFA0WMdap1yApyGPq+JpbbxTcOo6xNrm2DDzF3lR4myZd2WLIkFFjTuqDsero5&#10;A3603e3P+fA42vB35NVhejm3e2N63XY1AxWpjW/x63tnpf5kMBYAwZEZ9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F16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KQscA&#10;AADeAAAADwAAAGRycy9kb3ducmV2LnhtbERPTUsDMRC9C/0PYQpeis2u2FbXpkUKq20PhVbB67AZ&#10;N6ubyZLEdu2vN0LB2zze58yXvW3FkXxoHCvIxxkI4srphmsFb6/lzT2IEJE1to5JwQ8FWC4GV3Ms&#10;tDvxno6HWIsUwqFABSbGrpAyVIYshrHriBP34bzFmKCvpfZ4SuG2lbdZNpUWG04NBjtaGaq+Dt9W&#10;wWe5M++r2fnZjx72dB6V25d2M1Xqetg/PYKI1Md/8cW91mn+JL/L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kSk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wNM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779G0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VwN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3AlcUA&#10;AADeAAAADwAAAGRycy9kb3ducmV2LnhtbERPTUsDMRC9C/6HMII3m21tq2ybltIqiODBWijehs10&#10;d+lmEpKxu/57Iwje5vE+Z7keXKcuFFPr2cB4VIAirrxtuTZw+Hi+ewSVBNli55kMfFOC9er6aoml&#10;9T2/02UvtcohnEo00IiEUutUNeQwjXwgztzJR4eSYay1jdjncNfpSVHMtcOWc0ODgbYNVef9lzPw&#10;1j+F14f57BQ+43Si087KcSvG3N4MmwUooUH+xX/uF5vnz8bTe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cC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BN28cA&#10;AADeAAAADwAAAGRycy9kb3ducmV2LnhtbESPzWrDMBCE74W8g9hCLiWRk7olOJFNCE0pvoT8PMBi&#10;bSxTa2UsNXbePioUettlZueb3RSjbcWNet84VrCYJyCIK6cbrhVczvvZCoQPyBpbx6TgTh6KfPK0&#10;wUy7gY90O4VaxBD2GSowIXSZlL4yZNHPXUcctavrLYa49rXUPQ4x3LZymSTv0mLDkWCwo52h6vv0&#10;YyPk8IqH8jqc958jDvhRGn7ZHpWaPo/bNYhAY/g3/11/6Vj/bZGm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ATd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j9esQA&#10;AADeAAAADwAAAGRycy9kb3ducmV2LnhtbERPTUsDMRC9C/6HMII3m23ptrI2LVIViuChrSDehs10&#10;d3EzCcnY3f57Iwje5vE+Z7UZXa/OFFPn2cB0UoAirr3tuDHwfny5uweVBNli75kMXCjBZn19tcLK&#10;+oH3dD5Io3IIpwoNtCKh0jrVLTlMEx+IM3fy0aFkGBttIw453PV6VhQL7bDj3NBioG1L9dfh2xl4&#10;G57D63JRnsJnnM90erLysRVjbm/GxwdQQqP8i//cO5vnl9N5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I/X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9+5MUA&#10;AADeAAAADwAAAGRycy9kb3ducmV2LnhtbERP32vCMBB+H/g/hBN8kZm6TRnVKDoIG0wQ3cDXoznb&#10;YnMpSbTdf78MhL3dx/fzluveNuJGPtSOFUwnGQjiwpmaSwXfX/rxFUSIyAYbx6TghwKsV4OHJebG&#10;dXyg2zGWIoVwyFFBFWObSxmKiiyGiWuJE3d23mJM0JfSeOxSuG3kU5bNpcWaU0OFLb1VVFyOV6tg&#10;u+/KZz8utr37PL+fZlobvdNKjYb9ZgEiUh//xXf3h0nzZ9OXO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37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RgMIA&#10;AADeAAAADwAAAGRycy9kb3ducmV2LnhtbERPzYrCMBC+L/gOYRb2tqaKrtI1irgURLys+gBDM9t0&#10;bSYlibW+vREEb/Px/c5i1dtGdORD7VjBaJiBIC6drrlScDoWn3MQISJrbByTghsFWC0HbwvMtbvy&#10;L3WHWIkUwiFHBSbGNpcylIYshqFriRP357zFmKCvpPZ4TeG2keMs+5IWa04NBlvaGCrPh4tVUOzG&#10;++580b5w635iaWr+5z9GqY/3fv0NIlIfX+Kne6vT/OloMoPHO+kG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5GA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PDcgA&#10;AADeAAAADwAAAGRycy9kb3ducmV2LnhtbESPT0sDMRDF74LfIYzgRWy2akW2TYsVgoKF0j/gddhM&#10;d5duJksSu+u3dw6Ctxnem/d+s1iNvlMXiqkNbGA6KUARV8G1XBs4Huz9C6iUkR12gcnADyVYLa+v&#10;Fli6MPCOLvtcKwnhVKKBJue+1DpVDXlMk9ATi3YK0WOWNdbaRRwk3Hf6oSietceWpaHBnt4aqs77&#10;b29gvR3qx3hXrcfweXr/mlnr7MYac3szvs5BZRrzv/nv+sMJ/mz6JLzy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DE8N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gacIA&#10;AADeAAAADwAAAGRycy9kb3ducmV2LnhtbERPzYrCMBC+L/gOYRb2tqaKLto1irgURLys+gBDM9t0&#10;bSYlibW+vREEb/Px/c5i1dtGdORD7VjBaJiBIC6drrlScDoWnzMQISJrbByTghsFWC0HbwvMtbvy&#10;L3WHWIkUwiFHBSbGNpcylIYshqFriRP357zFmKCvpPZ4TeG2keMs+5IWa04NBlvaGCrPh4tVUOzG&#10;++580b5w635iaWr+Zz9GqY/3fv0NIlIfX+Kne6vT/OloMofHO+kG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KB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0BwcQA&#10;AADeAAAADwAAAGRycy9kb3ducmV2LnhtbESPwW7CQAxE70j8w8pI3GATIFWVsqAKCQTHpv0AK+sm&#10;EVlvml1I+Ht8QOrNlscz87b70bXqTn1oPBtIlwko4tLbhisDP9/HxTuoEJEttp7JwIMC7HfTyRZz&#10;6wf+onsRKyUmHHI0UMfY5VqHsiaHYek7Yrn9+t5hlLWvtO1xEHPX6lWSvGmHDUtCjR0daiqvxc0Z&#10;2DyG01+RXZOjdZRe1t2FY5kZM5+Nnx+gIo3xX/z6Plupn6WZAAiOzKB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dAc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y9cIA&#10;AADeAAAADwAAAGRycy9kb3ducmV2LnhtbERPwarCMBC8C/5DWMGbpgrKe9UooijiyddXPS/N2hab&#10;TWmi1r83giBz2WV2Znbmy9ZU4k6NKy0rGA0jEMSZ1SXnCtL/7eAHhPPIGivLpOBJDpaLbmeOsbYP&#10;/qN74nMRTNjFqKDwvo6ldFlBBt3Q1sSBu9jGoA9rk0vd4COYm0qOo2gqDZYcEgqsaV1Qdk1uRsFt&#10;eh6nfDnoY7J57n4325WTp1ypfq9dzUB4av33+KPe6/D+JADedcIM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7L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6cn8YA&#10;AADeAAAADwAAAGRycy9kb3ducmV2LnhtbERPTWvCQBC9C/0PyxS86UarwaauogVBPRiq9tDbNDtN&#10;0mZnY3bV+O/dQqG3ebzPmc5bU4kLNa60rGDQj0AQZ1aXnCs4Hla9CQjnkTVWlknBjRzMZw+dKSba&#10;XvmNLnufixDCLkEFhfd1IqXLCjLo+rYmDtyXbQz6AJtc6gavIdxUchhFsTRYcmgosKbXgrKf/dko&#10;eE8n8XO63Iy+t7tPfDL69KHLWKnuY7t4AeGp9f/iP/dah/njwXgI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6cn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ukMUA&#10;AADeAAAADwAAAGRycy9kb3ducmV2LnhtbERPS2vCQBC+F/oflin0VjdqDSG6Sh9UxVOMgtchO01C&#10;s7Mhu9XEX98tCN7m43vOYtWbRpypc7VlBeNRBIK4sLrmUsHx8PWSgHAeWWNjmRQM5GC1fHxYYKrt&#10;hfd0zn0pQgi7FBVU3replK6oyKAb2ZY4cN+2M+gD7EqpO7yEcNPISRTF0mDNoaHClj4qKn7yX6Pg&#10;Gp8wc5vJ++dUexpek7XdZWulnp/6tzkIT72/i2/urQ7zZ+PZFP7fC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G66Q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fSsMA&#10;AADeAAAADwAAAGRycy9kb3ducmV2LnhtbERPzYrCMBC+C75DGMGbpkq7aDWKLAp7W60+wNCMabGZ&#10;1Car3X36zYKwt/n4fme97W0jHtT52rGC2TQBQVw6XbNRcDkfJgsQPiBrbByTgm/ysN0MB2vMtXvy&#10;iR5FMCKGsM9RQRVCm0vpy4os+qlriSN3dZ3FEGFnpO7wGcNtI+dJ8iYt1hwbKmzpvaLyVnxZBXc3&#10;z3Rf7PHztl8ea2PS+88pVWo86ncrEIH68C9+uT90nJ/NshT+3o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tfS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cOsQA&#10;AADeAAAADwAAAGRycy9kb3ducmV2LnhtbERPyW7CMBC9V+o/WFOJW3ECCk0DDqJISFxZDj1O7SEJ&#10;jcdp7ELar8dIlXqbp7fOYjnYVlyo941jBek4AUGsnWm4UnA8bJ5zED4gG2wdk4If8rAsHx8WWBh3&#10;5R1d9qESMYR9gQrqELpCSq9rsujHriOO3Mn1FkOEfSVNj9cYbls5SZKZtNhwbKixo3VN+nP/bRVs&#10;mw/KZvr0avM3vXv//QrTl7NRavQ0rOYgAg3hX/zn3po4P0uzDO7vxBt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7nD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j7msYA&#10;AADeAAAADwAAAGRycy9kb3ducmV2LnhtbERP0WrCQBB8L/gPxwp9qxcFpUYvQQXBUis0lvq65La5&#10;0NxeyF1j/HuvUOjb7M7OzM46H2wjeup87VjBdJKAIC6drrlS8HHePz2D8AFZY+OYFNzIQ56NHtaY&#10;anfld+qLUIlowj5FBSaENpXSl4Ys+olriSP35TqLIY5dJXWH12huGzlLkoW0WHNMMNjSzlD5XfxY&#10;BT2ebsnFbN+WL/WxnJ22n6867tXjeNisQAQawv/xn/qg4/vz6XwBv3UiBp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j7m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Bm8MA&#10;AADeAAAADwAAAGRycy9kb3ducmV2LnhtbERPTUvDQBC9C/0PyxS82U0DVYndFilUPGrsweOYnWZT&#10;szNhd9tEf70rCN7m8T5nvZ18ry4UYidsYLkoQBE3YjtuDRze9jf3oGJCttgLk4EvirDdzK7WWFkZ&#10;+ZUudWpVDuFYoQGX0lBpHRtHHuNCBuLMHSV4TBmGVtuAYw73vS6L4lZ77Dg3OBxo56j5rM/ewPjU&#10;fJzK47t132GQff0ip7IXY67n0+MDqERT+hf/uZ9tnr9aru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mBm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4F/sgA&#10;AADeAAAADwAAAGRycy9kb3ducmV2LnhtbESPT0vDQBDF7wW/wzKCt2bTQmuJ3Zb+hSIWadX7mB2T&#10;6O5syK5t/PbOQfA2w3vz3m/my947daEuNoENjLIcFHEZbMOVgdeX/XAGKiZkiy4wGfihCMvFzWCO&#10;hQ1XPtHlnColIRwLNFCn1BZax7ImjzELLbFoH6HzmGTtKm07vEq4d3qc51PtsWFpqLGlTU3l1/nb&#10;G9g/b93n+Hhavem02d2/u9njevtkzN1tv3oAlahP/+a/64MV/MloIrzyjsy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7gX+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R98cYA&#10;AADeAAAADwAAAGRycy9kb3ducmV2LnhtbERP22rCQBB9F/oPyxR8KbpRSdE0q5SCaKFCvYCvk+w0&#10;CWZnQ3aN8e+7hYJvczjXSVe9qUVHrassK5iMIxDEudUVFwpOx/VoDsJ5ZI21ZVJwJwer5dMgxUTb&#10;G++pO/hChBB2CSoovW8SKV1ekkE3tg1x4H5sa9AH2BZSt3gL4aaW0yh6lQYrDg0lNvRRUn45XI2C&#10;7vsrK7adaz4v8xcXz7LNZqfPSg2f+/c3EJ56/xD/u7c6zI8n8QL+3g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R98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5gzMgA&#10;AADeAAAADwAAAGRycy9kb3ducmV2LnhtbESPQW/CMAyF75P4D5GRuI0UBIgVAhqTJnGZNNgO42Ya&#10;01Y0TpcE6Pbr58Mkbrb8/N77luvONepKIdaeDYyGGSjiwtuaSwOfH6+Pc1AxIVtsPJOBH4qwXvUe&#10;lphbf+MdXfepVGLCMUcDVUptrnUsKnIYh74lltvJB4dJ1lBqG/Am5q7R4yybaYc1S0KFLb1UVJz3&#10;F2dg8zTffL9P+O13dzzQ4et4no5DZsyg3z0vQCXq0l38/721Un86mgmA4MgMevU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bmDMyAAAAN4AAAAPAAAAAAAAAAAAAAAAAJgCAABk&#10;cnMvZG93bnJldi54bWxQSwUGAAAAAAQABAD1AAAAjQMAAAAA&#10;" fillcolor="black" stroked="f"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LV8YA&#10;AADeAAAADwAAAGRycy9kb3ducmV2LnhtbERPS2vCQBC+C/6HZYTedBPBIKmrqK1QqD34OPQ4Zsdk&#10;SXY2ZFdN++u7hUJv8/E9Z7HqbSPu1HnjWEE6SUAQF04bLhWcT7vxHIQPyBobx6TgizyslsPBAnPt&#10;Hnyg+zGUIoawz1FBFUKbS+mLiiz6iWuJI3d1ncUQYVdK3eEjhttGTpMkkxYNx4YKW9pWVNTHm1Xw&#10;+Z6Z+cHQ9LL/3rzq/azefLzUSj2N+vUziEB9+Bf/ud90nD9LsxR+34k3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HL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E4EsMA&#10;AADeAAAADwAAAGRycy9kb3ducmV2LnhtbERPTWsCMRC9C/6HMEJvmlWoyNYoUhF76aFq6XXYTDfb&#10;3UzWJOrqr28Ewds83ufMl51txJl8qBwrGI8yEMSF0xWXCg77zXAGIkRkjY1jUnClAMtFvzfHXLsL&#10;f9F5F0uRQjjkqMDE2OZShsKQxTByLXHifp23GBP0pdQeLyncNnKSZVNpseLUYLCld0NFvTtZBX71&#10;s65vfPqus9vnNWz/uuMMjVIvg271BiJSF5/ih/tDp/mv4+kE7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E4E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rwsQA&#10;AADeAAAADwAAAGRycy9kb3ducmV2LnhtbERP22oCMRB9L/gPYQq+lJrVUtuuRpGCUFAErR8w3Yy7&#10;S5PJspnq6tcboeDbHM51pvPOO3WkNtaBDQwHGSjiItiaSwP77+XzO6goyBZdYDJwpgjzWe9hirkN&#10;J97ScSelSiEcczRQiTS51rGoyGMchIY4cYfQepQE21LbFk8p3Ds9yrKx9lhzaqiwoc+Kit/dnzfg&#10;Rj/uY/UW13Le63V28bJ92lhj+o/dYgJKqJO7+N/9ZdP81+H4BW7vpBv0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cK8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Xy7MUA&#10;AADeAAAADwAAAGRycy9kb3ducmV2LnhtbERPTWsCMRC9F/ofwhR606yiUrZGsRVhLz103eJ13Ew3&#10;i8lk2UTd9tebgtDbPN7nLNeDs+JCfWg9K5iMMxDEtdctNwqq/W70AiJEZI3WMyn4oQDr1ePDEnPt&#10;r/xJlzI2IoVwyFGBibHLpQy1IYdh7DvixH373mFMsG+k7vGawp2V0yxbSIctpwaDHb0bqk/l2SnY&#10;lp2dVoV5C4evj+PRFr87OmyVen4aNq8gIg3xX3x3FzrNn08WM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ZfL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lQcMA&#10;AADeAAAADwAAAGRycy9kb3ducmV2LnhtbERPTWvCQBC9F/oflin0VncjmEp0DUUUhJ5q9eBt2B2T&#10;2OxsyK4m/ffdguBtHu9zluXoWnGjPjSeNWQTBYLYeNtwpeHwvX2bgwgR2WLrmTT8UoBy9fy0xML6&#10;gb/oto+VSCEcCtRQx9gVUgZTk8Mw8R1x4s6+dxgT7CtpexxSuGvlVKlcOmw4NdTY0bom87O/Og2X&#10;rfz0RqE5Ho7Dzr6fNjm1SuvXl/FjASLSGB/iu3tn0/xZls/g/5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zlQ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IUcUA&#10;AADeAAAADwAAAGRycy9kb3ducmV2LnhtbERPS2vCQBC+F/oflhF6qxsthpC6CbZQKC09+EB6HLNj&#10;EpKdDburpv/eLQje5uN7zrIcTS/O5HxrWcFsmoAgrqxuuVaw2348ZyB8QNbYWyYFf+ShLB4flphr&#10;e+E1nTehFjGEfY4KmhCGXEpfNWTQT+1AHLmjdQZDhK6W2uElhptezpMklQZbjg0NDvTeUNVtTkbB&#10;7+mbjz8vXyv3FvZ23Ppufsg6pZ4m4+oVRKAx3MU396eO8xezNIX/d+IN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ohR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4uMUA&#10;AADeAAAADwAAAGRycy9kb3ducmV2LnhtbERPS2sCMRC+C/6HMII3zSr1tRqlFgq9FOrjoLdxM+4u&#10;bibbJOq2v74RCt7m43vOYtWYStzI+dKygkE/AUGcWV1yrmC/e+9NQfiArLGyTAp+yMNq2W4tMNX2&#10;zhu6bUMuYgj7FBUUIdSplD4ryKDv25o4cmfrDIYIXS61w3sMN5UcJslYGiw5NhRY01tB2WV7NQrW&#10;s+n6++uFP383pyMdD6fLaOgSpbqd5nUOIlATnuJ/94eO80eD8QQe78Qb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/i4xQAAAN4AAAAPAAAAAAAAAAAAAAAAAJgCAABkcnMv&#10;ZG93bnJldi54bWxQSwUGAAAAAAQABAD1AAAAigMAAAAA&#10;" fillcolor="black" stroked="f"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5nYMYA&#10;AADeAAAADwAAAGRycy9kb3ducmV2LnhtbESPQUsDMRCF74L/IYzgzWarWGRtWpaCKJ62reJ1uhk3&#10;i5vJksR0/ffOQfA2w3vz3jfr7exHVSimIbCB5aICRdwFO3Bv4O34dPMAKmVki2NgMvBDCbaby4s1&#10;1jaceU/lkHslIZxqNOBynmqtU+fIY1qEiVi0zxA9Zlljr23Es4T7Ud9W1Up7HFgaHE60c9R9Hb69&#10;gXLatc1d+Shu/xqbPob2+f3UGnN9NTePoDLN+d/8d/1iBf9+uR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5nY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6G8sUA&#10;AADeAAAADwAAAGRycy9kb3ducmV2LnhtbERPTWvCQBC9F/wPyxS81U2EhhpdpYiW1ktrLNTjkJ1m&#10;Q7OzIbvG6K93C4Xe5vE+Z7EabCN66nztWEE6SUAQl07XXCn4PGwfnkD4gKyxcUwKLuRhtRzdLTDX&#10;7sx76otQiRjCPkcFJoQ2l9KXhiz6iWuJI/ftOoshwq6SusNzDLeNnCZJJi3WHBsMtrQ2VP4UJ6vA&#10;p+vN185eZ/3xxfB78Wayj8ooNb4fnucgAg3hX/znftVx/mOazeD3nXi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ob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5586" w:rsidRDefault="005E5586" w:rsidP="005E55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E5586" w:rsidRDefault="005E5586" w:rsidP="005E558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E5586" w:rsidRDefault="005E5586" w:rsidP="005E55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E5586" w:rsidRDefault="005E5586" w:rsidP="005E558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5E5586" w:rsidRDefault="005E5586" w:rsidP="005E558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E5586" w:rsidRDefault="005E5586" w:rsidP="005E558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</w:t>
      </w:r>
      <w:r w:rsidR="003779CD">
        <w:rPr>
          <w:rFonts w:ascii="Times New Roman" w:eastAsia="Calibri" w:hAnsi="Times New Roman" w:cs="Times New Roman"/>
          <w:b/>
          <w:sz w:val="24"/>
          <w:lang w:val="ru-RU" w:eastAsia="en-US"/>
        </w:rPr>
        <w:t>.</w:t>
      </w:r>
      <w:bookmarkStart w:id="0" w:name="_GoBack"/>
      <w:bookmarkEnd w:id="0"/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E5586" w:rsidRDefault="005E5586" w:rsidP="005E55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C7B39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E5586" w:rsidRDefault="005E5586" w:rsidP="005E55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E5586" w:rsidRDefault="005E5586" w:rsidP="005E55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E5586" w:rsidRDefault="005E5586" w:rsidP="005E55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E5586" w:rsidRDefault="005E5586" w:rsidP="005E55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E5586" w:rsidRDefault="005E5586" w:rsidP="005E55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E5586" w:rsidRPr="005E5586" w:rsidRDefault="005E5586" w:rsidP="005E55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C53739" w:rsidRPr="005E5586" w:rsidRDefault="005E5586" w:rsidP="005E558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C53739" w:rsidRPr="005E55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86"/>
    <w:rsid w:val="003779CD"/>
    <w:rsid w:val="005E5586"/>
    <w:rsid w:val="006C7B39"/>
    <w:rsid w:val="00C5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8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8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dcterms:created xsi:type="dcterms:W3CDTF">2021-07-19T05:58:00Z</dcterms:created>
  <dcterms:modified xsi:type="dcterms:W3CDTF">2021-07-19T08:11:00Z</dcterms:modified>
</cp:coreProperties>
</file>