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646" w:rsidRDefault="00185646" w:rsidP="0018564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646" w:rsidRDefault="00185646" w:rsidP="001856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85646" w:rsidRDefault="00185646" w:rsidP="001856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85646" w:rsidRDefault="00185646" w:rsidP="001856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5646" w:rsidRDefault="00185646" w:rsidP="001856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5646" w:rsidRDefault="00185646" w:rsidP="001856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5646" w:rsidRDefault="00185646" w:rsidP="001856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5646" w:rsidRDefault="00185646" w:rsidP="001856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85646" w:rsidRDefault="00185646" w:rsidP="0018564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85646" w:rsidRDefault="00185646" w:rsidP="001856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85646" w:rsidRDefault="00185646" w:rsidP="001856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85646" w:rsidRDefault="00185646" w:rsidP="001856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5646" w:rsidRDefault="00185646" w:rsidP="001856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85646" w:rsidRDefault="00185646" w:rsidP="001856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5646" w:rsidRDefault="00185646" w:rsidP="001856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85646" w:rsidRDefault="00185646" w:rsidP="0018564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85646" w:rsidRDefault="00185646" w:rsidP="0018564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96</w:t>
      </w:r>
    </w:p>
    <w:p w:rsidR="00185646" w:rsidRPr="00F23833" w:rsidRDefault="00185646" w:rsidP="0018564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85646" w:rsidRPr="00EB4539" w:rsidRDefault="00185646" w:rsidP="0018564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45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185646" w:rsidRPr="00EB4539" w:rsidRDefault="00185646" w:rsidP="0018564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45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185646" w:rsidRPr="00EB4539" w:rsidRDefault="00185646" w:rsidP="0018564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45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185646" w:rsidRPr="00EB4539" w:rsidRDefault="00185646" w:rsidP="0018564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45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6823984700:04:005:0031, </w:t>
      </w:r>
      <w:proofErr w:type="spellStart"/>
      <w:r w:rsidRPr="00EB45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</w:t>
      </w:r>
      <w:proofErr w:type="spellEnd"/>
      <w:r w:rsidRPr="00EB45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</w:p>
    <w:p w:rsidR="00185646" w:rsidRPr="00EB4539" w:rsidRDefault="00185646" w:rsidP="00185646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646" w:rsidRPr="00EB4539" w:rsidRDefault="00185646" w:rsidP="001856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39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статей 12, 20, 186 Земельного кодексу України, Закону України «Про землеустрій»,  враховуючи пропозицію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185646" w:rsidRPr="00EB4539" w:rsidRDefault="00185646" w:rsidP="001856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39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185646" w:rsidRPr="00EB4539" w:rsidRDefault="00185646" w:rsidP="0018564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proofErr w:type="spellStart"/>
      <w:r w:rsidRPr="00EB45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EB45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</w:t>
      </w:r>
      <w:r w:rsidRPr="00EB453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EB45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EB453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4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ділянки, кадастровий  номер </w:t>
      </w:r>
      <w:r w:rsidRPr="00EB453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6823984700:04:005:0031</w:t>
      </w:r>
      <w:r w:rsidRPr="00EB4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16.00 землі </w:t>
      </w:r>
      <w:r w:rsidRPr="00EB453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EB4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яка розташована  Хмельницька область, </w:t>
      </w:r>
      <w:proofErr w:type="spellStart"/>
      <w:r w:rsidRPr="00EB453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Славутський</w:t>
      </w:r>
      <w:proofErr w:type="spellEnd"/>
      <w:r w:rsidRPr="00EB4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(Шепетівський) район, </w:t>
      </w:r>
      <w:proofErr w:type="spellStart"/>
      <w:r w:rsidRPr="00EB453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Лисиченська</w:t>
      </w:r>
      <w:proofErr w:type="spellEnd"/>
      <w:r w:rsidRPr="00EB4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B4539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Pr="00EB4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сільська рада.  </w:t>
      </w:r>
    </w:p>
    <w:p w:rsidR="00185646" w:rsidRPr="00EB4539" w:rsidRDefault="00185646" w:rsidP="0018564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3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Крупецькій сільській раді, розробити  технічну документацію із землеустрою  щодо </w:t>
      </w:r>
      <w:r w:rsidRPr="00EB45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4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 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та подати на  розгляд сесії сільської ради.</w:t>
      </w:r>
    </w:p>
    <w:p w:rsidR="00185646" w:rsidRPr="00EB4539" w:rsidRDefault="00185646" w:rsidP="001856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39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85646" w:rsidRPr="00EB4539" w:rsidRDefault="00185646" w:rsidP="001856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85646" w:rsidRPr="00185646" w:rsidRDefault="00185646" w:rsidP="001856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5309C9" w:rsidRPr="00185646" w:rsidRDefault="00185646" w:rsidP="0018564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EB453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5309C9" w:rsidRPr="0018564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646"/>
    <w:rsid w:val="00185646"/>
    <w:rsid w:val="0053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64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8564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8564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85646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64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8564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8564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85646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277</Words>
  <Characters>1583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2021-07-26T12:55:00Z</dcterms:created>
  <dcterms:modified xsi:type="dcterms:W3CDTF">2021-07-26T12:56:00Z</dcterms:modified>
</cp:coreProperties>
</file>