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7BB" w:rsidRPr="00C623C0" w:rsidRDefault="000907BB" w:rsidP="000907BB">
      <w:pPr>
        <w:tabs>
          <w:tab w:val="right" w:pos="9354"/>
        </w:tabs>
        <w:jc w:val="right"/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>ПРОЕКТ</w:t>
      </w:r>
    </w:p>
    <w:p w:rsidR="000907BB" w:rsidRPr="00C623C0" w:rsidRDefault="000907BB" w:rsidP="000907BB">
      <w:pPr>
        <w:tabs>
          <w:tab w:val="right" w:pos="9354"/>
        </w:tabs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</w:pPr>
    </w:p>
    <w:p w:rsidR="000907BB" w:rsidRPr="00C623C0" w:rsidRDefault="00F754E5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F754E5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val="ru-RU" w:eastAsia="ru-RU"/>
        </w:rPr>
        <w:pict>
          <v:group id="Групувати 2942" o:spid="_x0000_s1057" style="position:absolute;margin-left:211.3pt;margin-top:2.95pt;width:42.8pt;height:57.85pt;z-index:25166131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XaRMMA&#10;AADdAAAADwAAAGRycy9kb3ducmV2LnhtbERPz2vCMBS+C/sfwht4s+lasKMaZUw2hJ1st+Hx0by1&#10;Zc1LSbJa/3tzGHj8+H5v97MZxETO95YVPCUpCOLG6p5bBZ/12+oZhA/IGgfLpOBKHva7h8UWS20v&#10;fKKpCq2IIexLVNCFMJZS+qYjgz6xI3HkfqwzGCJ0rdQOLzHcDDJL07U02HNs6HCk146a3+rPKPiY&#10;svX3+f1g6rzNCtfkX4esH5RaPs4vGxCB5nAX/7uPWkGRp3FufBOfgNz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AXaRMMAAADd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0o7MYA&#10;AADdAAAADwAAAGRycy9kb3ducmV2LnhtbESPQWvCQBSE70L/w/IKvUjdxIJpU1cpglAVhCaFXh/Z&#10;1yQ2+zbsbjX+e1cQPA4z8w0zXw6mE0dyvrWsIJ0kIIgrq1uuFXyX6+dXED4ga+wsk4IzeVguHkZz&#10;zLU98Rcdi1CLCGGfo4ImhD6X0lcNGfQT2xNH79c6gyFKV0vt8BThppPTJJlJgy3HhQZ7WjVU/RX/&#10;RoEsi03YZK0Zp9uf/ZDaw2pXHZR6ehw+3kEEGsI9fGt/agXZS/IG1zfxCcjF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0o7M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M95MUA&#10;AADdAAAADwAAAGRycy9kb3ducmV2LnhtbERPTU8CMRC9m/gfmiHxYqCLIMJCIUICIR5IAL2P22F3&#10;ZTtd2wILv54eTDy+vO/JrDGVOJPzpWUF3U4CgjizuuRcwed+2R6C8AFZY2WZFFzJw2z6+DDBVNsL&#10;b+m8C7mIIexTVFCEUKdS+qwgg75ja+LIHawzGCJ0udQOLzHcVPIlSQbSYMmxocCaFgVlx93JKFiu&#10;6Tj6qn9X/Zt7zYc/35uP+f5ZqadW8z4GEagJ/+I/91oreOt14/74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z3kxQAAAN0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7/UMQA&#10;AADdAAAADwAAAGRycy9kb3ducmV2LnhtbESPQYvCMBSE7wv+h/AEb2taxVWqUURRBE/ril6fzbOt&#10;Ni+libb+e7OwsMdhZr5hZovWlOJJtSssK4j7EQji1OqCMwXHn83nBITzyBpLy6TgRQ4W887HDBNt&#10;G/6m58FnIkDYJagg975KpHRpTgZd31bEwbva2qAPss6krrEJcFPKQRR9SYMFh4UcK1rllN4PD6Mg&#10;2o/Ky/XE7eS83qb3W7PhpoiV6nXb5RSEp9b/h//aO61gPIxj+H0TnoCc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e/1D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0GCMkA&#10;AADdAAAADwAAAGRycy9kb3ducmV2LnhtbESPT2sCMRTE74LfITzBS9GstlW7GsUWLNJDof65Pzev&#10;u6ubl22S6tZP3xQKHoeZ+Q0zWzSmEmdyvrSsYNBPQBBnVpecK9htV70JCB+QNVaWScEPeVjM260Z&#10;ptpe+IPOm5CLCGGfooIihDqV0mcFGfR9WxNH79M6gyFKl0vt8BLhppLDJBlJgyXHhQJreikoO22+&#10;jYLVmk5P+/rr9eHqHvPJ8fD+9ry9U6rbaZZTEIGacAv/t9dawfh+MIS/N/E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Z0GCM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DEvMYA&#10;AADdAAAADwAAAGRycy9kb3ducmV2LnhtbESPQWvCQBSE7wX/w/IEb3UTpVWimyBKSqGnammvr9ln&#10;Es2+Ddk1Sf99t1DwOMzMN8w2G00jeupcbVlBPI9AEBdW11wq+Djlj2sQziNrbCyTgh9ykKWThy0m&#10;2g78Tv3RlyJA2CWooPK+TaR0RUUG3dy2xME7286gD7Irpe5wCHDTyEUUPUuDNYeFClvaV1Rcjzej&#10;IHp7ar7Pnzyuvw4vxfUy5DzUsVKz6bjbgPA0+nv4v/2qFayW8RL+3oQnI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DEvM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z9QMYA&#10;AADdAAAADwAAAGRycy9kb3ducmV2LnhtbESPQWvCQBSE7wX/w/IEb3WjKVWjq0hqoddqPHh7Zp9J&#10;SPZtyG5j2l/fLRQ8DjPzDbPZDaYRPXWusqxgNo1AEOdWV1woyE7vz0sQziNrbCyTgm9ysNuOnjaY&#10;aHvnT+qPvhABwi5BBaX3bSKly0sy6Ka2JQ7ezXYGfZBdIXWH9wA3jZxH0as0WHFYKLGltKS8Pn4Z&#10;Bee3uo5XHMU/lz5duvSaZfPbQanJeNivQXga/CP83/7QChbx7AX+3o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z9QM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xfdskA&#10;AADdAAAADwAAAGRycy9kb3ducmV2LnhtbESPQWvCQBSE74L/YXlCL1I3aW0r0VWkKFiwh9pS9fbI&#10;PpNg9m2aXWP013cLQo/DzHzDTGatKUVDtSssK4gHEQji1OqCMwVfn8v7EQjnkTWWlknBhRzMpt3O&#10;BBNtz/xBzcZnIkDYJagg975KpHRpTgbdwFbEwTvY2qAPss6krvEc4KaUD1H0LA0WHBZyrOg1p/S4&#10;ORkFQ2p28/V1//69+1l4e+hv31y8Vequ187HIDy1/j98a6+0gpfH+An+3oQnIK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OxfdskAAADdAAAADwAAAAAAAAAAAAAAAACYAgAA&#10;ZHJzL2Rvd25yZXYueG1sUEsFBgAAAAAEAAQA9QAAAI4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LGrMUA&#10;AADdAAAADwAAAGRycy9kb3ducmV2LnhtbESPQWvCQBSE74X+h+UVvNWNBqymriJRwWs1Hry9Zp9J&#10;SPZtyK4x7a93CwWPw8x8wyzXg2lET52rLCuYjCMQxLnVFRcKstP+fQ7CeWSNjWVS8EMO1qvXlyUm&#10;2t75i/qjL0SAsEtQQel9m0jp8pIMurFtiYN3tZ1BH2RXSN3hPcBNI6dRNJMGKw4LJbaUlpTXx5tR&#10;cN7WdbzgKP699Oncpd9ZNr3ulBq9DZtPEJ4G/wz/tw9awUc8mcHfm/AE5O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sas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JkmsgA&#10;AADdAAAADwAAAGRycy9kb3ducmV2LnhtbESPQWvCQBSE7wX/w/IEL6VuYouW6CoiFirUg1qq3h7Z&#10;ZxLMvo3ZbYz99d1CweMwM98wk1lrStFQ7QrLCuJ+BII4tbrgTMHn7u3pFYTzyBpLy6TgRg5m087D&#10;BBNtr7yhZuszESDsElSQe18lUro0J4Oubyvi4J1sbdAHWWdS13gNcFPKQRQNpcGCw0KOFS1ySs/b&#10;b6PghZrD/OPnuP46XJbenh73Kxfvlep12/kYhKfW38P/7XetYPQcj+DvTXgCcvo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vcmSayAAAAN0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ePXsUA&#10;AADdAAAADwAAAGRycy9kb3ducmV2LnhtbERPXWvCMBR9H/gfwh34NlOnTOmMIo6pMBhYRV8vzV3T&#10;2dx0TbTdfr15GPh4ON+zRWcrcaXGl44VDAcJCOLc6ZILBYf9+9MUhA/IGivHpOCXPCzmvYcZptq1&#10;vKNrFgoRQ9inqMCEUKdS+tyQRT9wNXHkvlxjMUTYFFI32MZwW8nnJHmRFkuODQZrWhnKz9nFKjiN&#10;R5/ObDJ3ad/Wf+fdz+T7uPpQqv/YLV9BBOrCXfzv3moFk9Ewzo1v4hO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J49exQAAAN0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kJWMYA&#10;AADdAAAADwAAAGRycy9kb3ducmV2LnhtbESPzW7CMBCE70h9B2sr9VYciqCQYlBBJEL0xE/vq3hJ&#10;osbrNHaD+/Y1UiWOo5n5RrNYBdOInjpXW1YwGiYgiAuray4VnE/Z8wyE88gaG8uk4JccrJYPgwWm&#10;2l75QP3RlyJC2KWooPK+TaV0RUUG3dC2xNG72M6gj7Irpe7wGuGmkS9JMpUGa44LFba0qaj4Ov4Y&#10;BeP95DvX63LbN7PcfewuWajDp1JPj+H9DYSn4O/h//ZOK3gdj+ZwexOf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kJWMYAAADd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nQJMIA&#10;AADdAAAADwAAAGRycy9kb3ducmV2LnhtbERPz2vCMBS+C/4P4Q1207QOqnZGKY5BYXiwetjx0bw1&#10;xealNFnt/vvlIHj8+H7vDpPtxEiDbx0rSJcJCOLa6ZYbBdfL52IDwgdkjZ1jUvBHHg77+WyHuXZ3&#10;PtNYhUbEEPY5KjAh9LmUvjZk0S9dTxy5HzdYDBEOjdQD3mO47eQqSTJpseXYYLCno6H6Vv1aBd/b&#10;0zadzEfyNa6LMtSMeBszpV5fpuIdRKApPMUPd6kVrN9WcX98E5+A3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dAkwgAAAN0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q/HsgA&#10;AADdAAAADwAAAGRycy9kb3ducmV2LnhtbESPT2vCQBTE70K/w/IK3nSTCLZN3QQRFC8etH/0+Mi+&#10;Jmmzb2N21dhP3y0IHoeZ+Q0zy3vTiDN1rrasIB5HIIgLq2suFby/LUfPIJxH1thYJgVXcpBnD4MZ&#10;ptpeeEvnnS9FgLBLUUHlfZtK6YqKDLqxbYmD92U7gz7IrpS6w0uAm0YmUTSVBmsOCxW2tKio+Nmd&#10;jIJ9vPl9aSf9R3Lwx/V3sjoWy8+pUsPHfv4KwlPv7+Fbe60VPE2SGP7fhCcgs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yr8eyAAAAN0AAAAPAAAAAAAAAAAAAAAAAJgCAABk&#10;cnMvZG93bnJldi54bWxQSwUGAAAAAAQABAD1AAAAj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x3HMQA&#10;AADdAAAADwAAAGRycy9kb3ducmV2LnhtbESPUWvCMBSF34X9h3AHe9PUbqh0RikbA8eerP6AS3PX&#10;VpubkGS2/nsjCHs8nHO+w1lvR9OLC/nQWVYwn2UgiGurO24UHA9f0xWIEJE19pZJwZUCbDdPkzUW&#10;2g68p0sVG5EgHApU0MboCilD3ZLBMLOOOHm/1huMSfpGao9Dgpte5lm2kAY7TgstOvpoqT5Xf0YB&#10;erf8dJUc9ovTD+5O3yW92VKpl+exfAcRaYz/4Ud7pxUsX/Mc7m/SE5Cb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cdxz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bDgccA&#10;AADdAAAADwAAAGRycy9kb3ducmV2LnhtbESPQWvCQBSE7wX/w/IEb3WjAZXoKmobEJuLth68PbKv&#10;SWj2bciumvbXdwXB4zAz3zCLVWdqcaXWVZYVjIYRCOLc6ooLBV+f6esMhPPIGmvLpOCXHKyWvZcF&#10;Jtre+EDXoy9EgLBLUEHpfZNI6fKSDLqhbYiD921bgz7ItpC6xVuAm1qOo2giDVYcFkpsaFtS/nO8&#10;GAVZmjXZB7/Pzm+XTXze/Z2mvE+VGvS79RyEp84/w4/2TiuYxuMY7m/CE5D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2w4HHAAAA3Q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e+tsgA&#10;AADdAAAADwAAAGRycy9kb3ducmV2LnhtbESPW2sCMRSE3wv+h3AKvtVstXjZGkUEsQVb8AL28XRz&#10;uru4OVmTuG7/fVMQfBxm5htmOm9NJRpyvrSs4LmXgCDOrC45V3DYr57GIHxA1lhZJgW/5GE+6zxM&#10;MdX2yltqdiEXEcI+RQVFCHUqpc8KMuh7tiaO3o91BkOULpfa4TXCTSX7STKUBkuOCwXWtCwoO+0u&#10;RsHneXjZNMev9bdrV/W5el9+6EmpVPexXbyCCNSGe/jWftMKRoP+C/y/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F762yAAAAN0AAAAPAAAAAAAAAAAAAAAAAJgCAABk&#10;cnMvZG93bnJldi54bWxQSwUGAAAAAAQABAD1AAAAjQ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l1mcYA&#10;AADdAAAADwAAAGRycy9kb3ducmV2LnhtbESP0WrCQBRE3wv+w3ILvtVNI9aSuooU0hYpiNEPuGSv&#10;2WD2bshuYtqvd4VCH4eZOcOsNqNtxECdrx0reJ4lIIhLp2uuFJyO+dMrCB+QNTaOScEPedisJw8r&#10;zLS78oGGIlQiQthnqMCE0GZS+tKQRT9zLXH0zq6zGKLsKqk7vEa4bWSaJC/SYs1xwWBL74bKS9Fb&#10;BZzIfP9dNlp+/J6Wu09T7BZ9odT0cdy+gQg0hv/wX/tLK1jO0wXc38QnI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l1mc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BQlsgA&#10;AADdAAAADwAAAGRycy9kb3ducmV2LnhtbESPW2vCQBSE3wX/w3KEvulGrbfoKq2tYH1rLJS8HbIn&#10;F8yeDdmtpv76bqHQx2FmvmE2u87U4kqtqywrGI8iEMSZ1RUXCj7Oh+EShPPIGmvLpOCbHOy2/d4G&#10;Y21v/E7XxBciQNjFqKD0vomldFlJBt3INsTBy21r0AfZFlK3eAtwU8tJFM2lwYrDQokN7UvKLsmX&#10;UZDkaaqf+fXxbTlz+9Npel99Hl6Uehh0T2sQnjr/H/5rH7WCxXQyh9834QnI7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4FCWyAAAAN0AAAAPAAAAAAAAAAAAAAAAAJgCAABk&#10;cnMvZG93bnJldi54bWxQSwUGAAAAAAQABAD1AAAAj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80MQA&#10;AADdAAAADwAAAGRycy9kb3ducmV2LnhtbESP3YrCMBSE7xd8h3AE79bUFlSqUUQUvPBi/XmAQ3Ns&#10;qs1JbaLWt98IC3s5zMw3zHzZ2Vo8qfWVYwWjYQKCuHC64lLB+bT9noLwAVlj7ZgUvMnDctH7mmOu&#10;3YsP9DyGUkQI+xwVmBCaXEpfGLLoh64hjt7FtRZDlG0pdYuvCLe1TJNkLC1WHBcMNrQ2VNyOD6sg&#10;Pa+u68tPtr/es4Q31nSbx8EoNeh3qxmIQF34D/+1d1rBJEsn8HkTn4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EfNDEAAAA3Q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20c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+0sa58Y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ottHEAAAA3QAAAA8AAAAAAAAAAAAAAAAAmAIAAGRycy9k&#10;b3ducmV2LnhtbFBLBQYAAAAABAAEAPUAAACJAwAAAAA=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6aIyMcA&#10;AADdAAAADwAAAGRycy9kb3ducmV2LnhtbESPQWvCQBSE70L/w/IKvUjdRCW1aVYppQX1IlqFHh/Z&#10;1yQk+zZktzH+e1cQehxm5hsmWw2mET11rrKsIJ5EIIhzqysuFBy/v54XIJxH1thYJgUXcrBaPowy&#10;TLU98576gy9EgLBLUUHpfZtK6fKSDLqJbYmD92s7gz7IrpC6w3OAm0ZOoyiRBisOCyW29FFSXh/+&#10;jIKtzPvxZk7xruh/6s/d4mSSfazU0+Pw/gbC0+D/w/f2Wit4mU1f4fYmPA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miMjHAAAA3QAAAA8AAAAAAAAAAAAAAAAAmAIAAGRy&#10;cy9kb3ducmV2LnhtbFBLBQYAAAAABAAEAPUAAACM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KzO4cMA&#10;AADdAAAADwAAAGRycy9kb3ducmV2LnhtbERPzWrCQBC+F/oOyxS8NZsqtja6ihQLFgpS9QGG3WkS&#10;zM6G7GhSn757EDx+fP+L1eAbdaEu1oENvGQ5KGIbXM2lgePh83kGKgqywyYwGfijCKvl48MCCxd6&#10;/qHLXkqVQjgWaKASaQuto63IY8xCS5y439B5lAS7UrsO+xTuGz3O81ftsebUUGFLHxXZ0/7sDYzP&#10;Vqx//7p+b44y3R3aPp/O1saMnob1HJTQIHfxzb11Bt4mk7Q/vUlPQC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KzO4cMAAADd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6U3ccA&#10;AADdAAAADwAAAGRycy9kb3ducmV2LnhtbESPT2sCMRTE74V+h/AK3mpWF9qyGqWUKhbWin8u3h7J&#10;c7N087Jsom6/fSMUPA4z8xtmOu9dIy7UhdqzgtEwA0Gsvam5UnDYL57fQISIbLDxTAp+KcB89vgw&#10;xcL4K2/psouVSBAOBSqwMbaFlEFbchiGviVO3sl3DmOSXSVNh9cEd40cZ9mLdFhzWrDY0ocl/bM7&#10;OwV6mZefX+XR6vN4s67q703ptielBk/9+wREpD7ew//tlVHwmucjuL1JT0D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e+lN3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c+sQA&#10;AADdAAAADwAAAGRycy9kb3ducmV2LnhtbESPQYvCMBSE7wv+h/AEb2tqBZVqFBEEvQirFT0+mmdb&#10;bF5KE9u6v36zsLDHYWa+YVab3lSipcaVlhVMxhEI4szqknMF6WX/uQDhPLLGyjIpeJODzXrwscJE&#10;246/qD37XAQIuwQVFN7XiZQuK8igG9uaOHgP2xj0QTa51A12AW4qGUfRTBosOSwUWNOuoOx5fhkF&#10;tfm+pvfjqY0mN4x1t+PuOWOlRsN+uwThqff/4b/2QSuYT6cx/L4JT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83PrEAAAA3Q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izb8YA&#10;AADdAAAADwAAAGRycy9kb3ducmV2LnhtbESPQWvCQBSE7wX/w/KE3pqNjbQaXUUKFk+CRojeHtln&#10;Esy+DdlVY399Vyj0OMzMN8x82ZtG3KhztWUFoygGQVxYXXOp4JCt3yYgnEfW2FgmBQ9ysFwMXuaY&#10;anvnHd32vhQBwi5FBZX3bSqlKyoy6CLbEgfvbDuDPsiulLrDe4CbRr7H8Yc0WHNYqLClr4qKy/5q&#10;FIyP01WW0+nnkn/bXG6yrd2ur0q9DvvVDISn3v+H/9obreAzSRJ4vglP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8izb8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vzMcA&#10;AADdAAAADwAAAGRycy9kb3ducmV2LnhtbESPQWvCQBSE74L/YXkFb7qpKVGiq0iLUCkUtAWvz+xr&#10;kib7Nu5uNf77bqHgcZiZb5jlujetuJDztWUFj5MEBHFhdc2lgs+P7XgOwgdkja1lUnAjD+vVcLDE&#10;XNsr7+lyCKWIEPY5KqhC6HIpfVGRQT+xHXH0vqwzGKJ0pdQOrxFuWjlNkkwarDkuVNjRc0VFc/gx&#10;Cs7pS/PuTsfv09tufsua4jyVu0yp0UO/WYAI1Id7+L/9qhXM0vQJ/t7EJ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Wb8z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PkscA&#10;AADdAAAADwAAAGRycy9kb3ducmV2LnhtbESPT2sCMRTE7wW/Q3hCbzWr1n9bo2hB6EVQ60Fvz83r&#10;7uLmZZukuvXTm4LQ4zAzv2Gm88ZU4kLOl5YVdDsJCOLM6pJzBfvP1csYhA/IGivLpOCXPMxnracp&#10;ptpeeUuXXchFhLBPUUERQp1K6bOCDPqOrYmj92WdwRCly6V2eI1wU8lekgylwZLjQoE1vReUnXc/&#10;RsFyMl5+b155fduejnQ8nM6DnkuUem43izcQgZrwH360P7SCUb8/gL838QnI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1wj5LHAAAA3QAAAA8AAAAAAAAAAAAAAAAAmAIAAGRy&#10;cy9kb3ducmV2LnhtbFBLBQYAAAAABAAEAPUAAACMAwAAAAA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331sYA&#10;AADdAAAADwAAAGRycy9kb3ducmV2LnhtbESP0WoCMRRE3wv+Q7hCX0rNqqDt1igiCpYuLNV+wHVz&#10;u7s0uVmSVNe/N4WCj8PMnGEWq94acSYfWscKxqMMBHHldMu1gq/j7vkFRIjIGo1jUnClAKvl4GGB&#10;uXYX/qTzIdYiQTjkqKCJsculDFVDFsPIdcTJ+3beYkzS11J7vCS4NXKSZTNpseW00GBHm4aqn8Ov&#10;VbCdnHx5wg9TZcfaFO9l8fRaFko9Dvv1G4hIfbyH/9t7rWA+nc7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331s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yFZ8YA&#10;AADdAAAADwAAAGRycy9kb3ducmV2LnhtbESPQWvCQBSE74X+h+UVvNVNDWhNXUWFQEHQNvXg8Zl9&#10;zYZm38bsqum/d4VCj8PMfMPMFr1txIU6XztW8DJMQBCXTtdcKdh/5c+vIHxA1tg4JgW/5GExf3yY&#10;YabdlT/pUoRKRAj7DBWYENpMSl8asuiHriWO3rfrLIYou0rqDq8Rbhs5SpKxtFhzXDDY0tpQ+VOc&#10;rQIr8XCsxnm5Xaab3WZarz5OuVFq8NQv30AE6sN/+K/9rhVM0nQC9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yFZ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907BB" w:rsidRPr="00C623C0" w:rsidRDefault="000907BB" w:rsidP="000907BB">
      <w:pPr>
        <w:tabs>
          <w:tab w:val="left" w:pos="2160"/>
        </w:tabs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УКРАЇНА</w:t>
      </w:r>
    </w:p>
    <w:p w:rsidR="000907BB" w:rsidRPr="00C623C0" w:rsidRDefault="000907BB" w:rsidP="000907BB">
      <w:pPr>
        <w:keepNext/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КРУПЕЦЬКА СІЛЬСЬКА РАДА</w:t>
      </w: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СЛАВУТСЬКОГО РАЙОНУ</w:t>
      </w: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ХМЕЛЬНИЦЬКОЇ ОБЛАСТІ</w:t>
      </w:r>
    </w:p>
    <w:p w:rsidR="000907BB" w:rsidRPr="00C623C0" w:rsidRDefault="000907BB" w:rsidP="000907B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r w:rsidR="00F754E5">
        <w:rPr>
          <w:rFonts w:ascii="Times New Roman" w:eastAsiaTheme="minorHAnsi" w:hAnsi="Times New Roman" w:cs="Times New Roman"/>
          <w:noProof/>
          <w:color w:val="auto"/>
          <w:sz w:val="22"/>
          <w:szCs w:val="22"/>
          <w:lang w:val="ru-RU" w:eastAsia="ru-RU"/>
        </w:rPr>
        <w:pict>
          <v:group id="Групувати 2973" o:spid="_x0000_s1026" style="position:absolute;margin-left:219.6pt;margin-top:717.85pt;width:42.8pt;height:57.85pt;z-index:25166028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BpadixPngAAGFXBAAO&#10;AAAAAAAAAAAAAAAAAC4CAABkcnMvZTJvRG9jLnhtbFBLAQItABQABgAIAAAAIQDfzpAw4gAAAA0B&#10;AAAPAAAAAAAAAAAAAAAAAJh6AABkcnMvZG93bnJldi54bWxQSwUGAAAAAAQABADzAAAAp3sAAAAA&#10;"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W1YsYA&#10;AADdAAAADwAAAGRycy9kb3ducmV2LnhtbESPQWvCQBSE70L/w/KE3nRjAtpG11AaKgVP1bZ4fGSf&#10;STD7NuxuY/z3XaHQ4zAz3zCbYjSdGMj51rKCxTwBQVxZ3XKt4PP4NnsC4QOyxs4yKbiRh2L7MNlg&#10;ru2VP2g4hFpECPscFTQh9LmUvmrIoJ/bnjh6Z+sMhihdLbXDa4SbTqZJspQGW44LDfb02lB1OfwY&#10;BfshXX6fdqU5ZnW6clX2VaZtp9TjdHxZgwg0hv/wX/tdK1hl2TPc38QnIL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W1Y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04scQA&#10;AADdAAAADwAAAGRycy9kb3ducmV2LnhtbERPTWvCQBC9C/6HZYReRDdpRSW6CUUoNBUKTQq9Dtlp&#10;EpudDdmtSf999yB4fLzvYzaZTlxpcK1lBfE6AkFcWd1yreCzfFntQTiPrLGzTAr+yEGWzmdHTLQd&#10;+YOuha9FCGGXoILG+z6R0lUNGXRr2xMH7tsOBn2AQy31gGMIN518jKKtNNhyaGiwp1ND1U/xaxTI&#10;ssh9vmvNMn77ep9iezmdq4tSD4vp+QDC0+Tv4pv7VSvYPW3C/vAmPAGZ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9OLH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y3YskA&#10;AADdAAAADwAAAGRycy9kb3ducmV2LnhtbESPW2sCMRSE34X+h3AEX4pmbb11NUpbsIgPhXp5P25O&#10;d7duTrZJqqu/vikUfBxm5htmtmhMJU7kfGlZQb+XgCDOrC45V7DbLrsTED4ga6wsk4ILeVjM71oz&#10;TLU98wedNiEXEcI+RQVFCHUqpc8KMuh7tiaO3qd1BkOULpfa4TnCTSUfkmQkDZYcFwqs6bWg7Lj5&#10;MQqWKzo+7evvt8HVDfPJ1+F9/bK9V6rTbp6nIAI14Rb+b6+0gvHjoA9/b+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vy3YskAAADdAAAADwAAAAAAAAAAAAAAAACYAgAA&#10;ZHJzL2Rvd25yZXYueG1sUEsFBgAAAAAEAAQA9QAAAI4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9OOsQA&#10;AADdAAAADwAAAGRycy9kb3ducmV2LnhtbESPQYvCMBSE74L/ITzBm6bqrko1iiiKsKdV0euzebbV&#10;5qU00Xb/vVlY2OMwM98w82VjCvGiyuWWFQz6EQjixOqcUwWn47Y3BeE8ssbCMin4IQfLRbs1x1jb&#10;mr/pdfCpCBB2MSrIvC9jKV2SkUHXtyVx8G62MuiDrFKpK6wD3BRyGEVjaTDnsJBhSeuMksfhaRRE&#10;X5/F9XbmZnrZ7JLHvd5ynQ+U6naa1QyEp8b/h//ae61gMvoYwu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/TjrEAAAA3Q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MjskA&#10;AADdAAAADwAAAGRycy9kb3ducmV2LnhtbESPT2sCMRTE74V+h/CEXkSz1j/V1Si2YBEPhWq9PzfP&#10;3a2bl22S6tZP3xSEHoeZ+Q0zWzSmEmdyvrSsoNdNQBBnVpecK/jYrTpjED4ga6wsk4If8rCY39/N&#10;MNX2wu903oZcRAj7FBUUIdSplD4ryKDv2po4ekfrDIYoXS61w0uEm0o+JslIGiw5LhRY00tB2Wn7&#10;bRSs1nSa7Ouv18HVDfPx5+Ft87xrK/XQapZTEIGa8B++tddawVN/0Ie/N/E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KMjskAAADdAAAADwAAAAAAAAAAAAAAAACYAgAA&#10;ZHJzL2Rvd25yZXYueG1sUEsFBgAAAAAEAAQA9QAAAI4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pz1cYA&#10;AADdAAAADwAAAGRycy9kb3ducmV2LnhtbESPQWvCQBSE7wX/w/IKvTUbrbYhdRWxpAietEWvr9ln&#10;kpp9G7LbJP33riB4HGbmG2a+HEwtOmpdZVnBOIpBEOdWV1wo+P7KnhMQziNrrC2Tgn9ysFyMHuaY&#10;atvzjrq9L0SAsEtRQel9k0rp8pIMusg2xME72dagD7ItpG6xD3BTy0kcv0qDFYeFEhtal5Sf939G&#10;Qbyd1T+nAw/J8eMzP//2GffVWKmnx2H1DsLT4O/hW3ujFby9TKdwfROegF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pz1cYAAADd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N3xsYA&#10;AADdAAAADwAAAGRycy9kb3ducmV2LnhtbESPQWvCQBSE70L/w/IK3nRT01pNXUXSCr1q48HbM/tM&#10;QrJvQ3Yb0/56t1DwOMzMN8xqM5hG9NS5yrKCp2kEgji3uuJCQfa1myxAOI+ssbFMCn7IwWb9MFph&#10;ou2V99QffCEChF2CCkrv20RKl5dk0E1tSxy8i+0M+iC7QuoOrwFuGjmLork0WHFYKLGltKS8Pnwb&#10;Bcf3uo6XHMW/pz5duPScZbPLh1Ljx2H7BsLT4O/h//anVvAaP7/A35vwBO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N3xsYAAADd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3uHMgA&#10;AADdAAAADwAAAGRycy9kb3ducmV2LnhtbESPQWvCQBSE7wX/w/IEL8VstGJL6ipSFCrooVaqvT2y&#10;zyQ0+zZmtzH667uC0OMwM98wk1lrStFQ7QrLCgZRDII4tbrgTMHuc9l/AeE8ssbSMim4kIPZtPMw&#10;wUTbM39Qs/WZCBB2CSrIva8SKV2ak0EX2Yo4eEdbG/RB1pnUNZ4D3JRyGMdjabDgsJBjRW85pT/b&#10;X6NgRM1hvr5+b74Op4W3x8f9yg32SvW67fwVhKfW/4fv7Xet4PlpNIbbm/AE5P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je4cyAAAAN0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1MKsYA&#10;AADdAAAADwAAAGRycy9kb3ducmV2LnhtbESPQWvCQBSE7wX/w/IEb3WjKdWmriLRgtdqPPT2mn0m&#10;Idm3IbvGtL/eLRQ8DjPzDbPaDKYRPXWusqxgNo1AEOdWV1woyE4fz0sQziNrbCyTgh9ysFmPnlaY&#10;aHvjT+qPvhABwi5BBaX3bSKly0sy6Ka2JQ7exXYGfZBdIXWHtwA3jZxH0as0WHFYKLGltKS8Pl6N&#10;gvOuruM3juLfrz5duvQ7y+aXvVKT8bB9B+Fp8I/wf/ugFSzilwX8vQ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1MKs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7f9cYA&#10;AADdAAAADwAAAGRycy9kb3ducmV2LnhtbERPy2rCQBTdC/2H4RbcSJ1oxUp0IiItVKgLbfGxu2Ru&#10;Hpi5k2amMfbrO4uCy8N5L5adqURLjSstKxgNIxDEqdUl5wq+Pt+eZiCcR9ZYWSYFN3KwTB56C4y1&#10;vfKO2r3PRQhhF6OCwvs6ltKlBRl0Q1sTBy6zjUEfYJNL3eA1hJtKjqNoKg2WHBoKrGldUHrZ/xgF&#10;E2pPq4/f8/Zw+n71NhscN250VKr/2K3mIDx1/i7+d79rBS/PkzA3vAlPQC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V7f9cYAAADd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gF2MgA&#10;AADdAAAADwAAAGRycy9kb3ducmV2LnhtbESPQWvCQBSE70L/w/IK3nRjFW1TVylKW6EgmJb2+sg+&#10;s6nZt2l2Nam/3i0IPQ4z8w0zX3a2EidqfOlYwWiYgCDOnS65UPDx/jy4B+EDssbKMSn4JQ/LxU1v&#10;jql2Le/olIVCRAj7FBWYEOpUSp8bsuiHriaO3t41FkOUTSF1g22E20reJclUWiw5LhisaWUoP2RH&#10;q+BrMt4685q5Y7t+OR92P7Pvz9WbUv3b7ukRRKAu/Iev7Y1WMBtPHuDvTXwCc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2AXY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kZBcMA&#10;AADdAAAADwAAAGRycy9kb3ducmV2LnhtbERPz0/CMBS+m/A/NI/Em+uUIGSsLEAYIXIC5f6yPrbF&#10;9XWuddT/3h5MPH75fudFMJ0YaXCtZQXPSQqCuLK65VrBx3v5tAThPLLGzjIp+CEHxXrykGOm7Z3P&#10;NF58LWIIuwwVNN73mZSuasigS2xPHLmbHQz6CIda6gHvMdx08iVNX6XBlmNDgz3tGqo+L99Gwext&#10;/nXQ23o/dsuDOx1vZWjDVanHadisQHgK/l/85z5qBYvZPO6Pb+IT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kZBcMAAADd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MGwsQA&#10;AADdAAAADwAAAGRycy9kb3ducmV2LnhtbESPQYvCMBSE78L+h/AWvGnaXdS1axRxEQTxoO7B46N5&#10;NsXmpTSx1n9vBMHjMDPfMLNFZyvRUuNLxwrSYQKCOHe65ELB/3E9+AHhA7LGyjEpuJOHxfyjN8NM&#10;uxvvqT2EQkQI+wwVmBDqTEqfG7Loh64mjt7ZNRZDlE0hdYO3CLeV/EqSsbRYclwwWNPKUH45XK2C&#10;03Q3TTvzl2zbyXITcka8tGOl+p/d8hdEoC68w6/2RiuYfI9SeL6JT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zBsL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5SFMcA&#10;AADdAAAADwAAAGRycy9kb3ducmV2LnhtbESPS2/CMBCE75X4D9Yi9VYcgnilGIQqgbhw4N3jKt4m&#10;KfE6xAbS/nqMVKnH0cx8o5nMGlOKG9WusKyg24lAEKdWF5wp2O8WbyMQziNrLC2Tgh9yMJu2XiaY&#10;aHvnDd22PhMBwi5BBbn3VSKlS3My6Dq2Ig7el60N+iDrTOoa7wFuShlH0UAaLDgs5FjRR07peXs1&#10;Ck7d9e+46jWH+NNfVt/x8pIujgOlXtvN/B2Ep8b/h//aK61g2OvH8HwTnoCcP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eUhTHAAAA3Q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ah+sQA&#10;AADdAAAADwAAAGRycy9kb3ducmV2LnhtbESPUWvCMBSF3wf+h3AF32aqbirVKGUiOPZktx9waa5t&#10;tbkJSWbrv18Ggz0ezjnf4Wz3g+nEnXxoLSuYTTMQxJXVLdcKvj6Pz2sQISJr7CyTggcF2O9GT1vM&#10;te35TPcy1iJBOOSooInR5VKGqiGDYWodcfIu1huMSfpaao99gptOzrNsKQ22nBYadPTWUHUrv40C&#10;9G51cKXsz8vrB56u7wW92EKpyXgoNiAiDfE//Nc+aQWrxesCft+k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Wofr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koiMgA&#10;AADdAAAADwAAAGRycy9kb3ducmV2LnhtbESPT2vCQBTE70K/w/IK3symaqukrmKrAWlz8d/B2yP7&#10;moRm34bsqrGf3i0Uehxm5jfMbNGZWlyodZVlBU9RDII4t7riQsFhnw6mIJxH1lhbJgU3crCYP/Rm&#10;mGh75S1ddr4QAcIuQQWl900ipctLMugi2xAH78u2Bn2QbSF1i9cAN7UcxvGLNFhxWCixofeS8u/d&#10;2SjI0qzJPnk9Pa3Ob6PT5uc44Y9Uqf5jt3wF4anz/+G/9kYrmIyex/D7JjwBOb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kmSiIyAAAAN0AAAAPAAAAAAAAAAAAAAAAAJgCAABk&#10;cnMvZG93bnJldi54bWxQSwUGAAAAAAQABAD1AAAAjQ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1oUMcA&#10;AADdAAAADwAAAGRycy9kb3ducmV2LnhtbESPQWsCMRSE74L/ITyhN83aom1XoxRBVKhCbaEen5vn&#10;7uLmZU3iuv33plDocZiZb5jpvDWVaMj50rKC4SABQZxZXXKu4Otz2X8B4QOyxsoyKfghD/NZtzPF&#10;VNsbf1CzD7mIEPYpKihCqFMpfVaQQT+wNXH0TtYZDFG6XGqHtwg3lXxMkrE0WHJcKLCmRUHZeX81&#10;CnaX8fW9+T6sjq5d1pdqs9jq11Kph177NgERqA3/4b/2Wit4fhqN4PdNf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daFDHAAAA3QAAAA8AAAAAAAAAAAAAAAAAmAIAAGRy&#10;cy9kb3ducmV2LnhtbFBLBQYAAAAABAAEAPUAAACM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2Yk8YA&#10;AADdAAAADwAAAGRycy9kb3ducmV2LnhtbESP0WrCQBRE3wv+w3KFvtWNLVGJriKFtCUUpKkfcMle&#10;s8Hs3ZDdaNqv7wpCH4eZOcNsdqNtxYV63zhWMJ8lIIgrpxuuFRy/86cVCB+QNbaOScEPedhtJw8b&#10;zLS78hddylCLCGGfoQITQpdJ6StDFv3MdcTRO7neYoiyr6Xu8RrhtpXPSbKQFhuOCwY7ejVUncvB&#10;KuBE5ofPqtXy7fe4LN5NWaRDqdTjdNyvQQQaw3/43v7QCpYv6QJub+ITkN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2Yk8YAAADd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qGcMcA&#10;AADdAAAADwAAAGRycy9kb3ducmV2LnhtbESPW2vCQBSE3wv9D8sp9K1uvFWNruIVrG9NC+LbIXtM&#10;gtmzIbvV6K93BaGPw8x8w0xmjSnFmWpXWFbQbkUgiFOrC84U/P5sPoYgnEfWWFomBVdyMJu+vkww&#10;1vbC33ROfCYChF2MCnLvq1hKl+Zk0LVsRRy8o60N+iDrTOoaLwFuStmJok9psOCwkGNFy5zSU/Jn&#10;FCTHw0EveN37Gvbdcrfr3kb7zUqp97dmPgbhqfH/4Wd7qxUMuv0BPN6EJ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qhnDHAAAA3Q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2b38AA&#10;AADdAAAADwAAAGRycy9kb3ducmV2LnhtbERPzYrCMBC+L/gOYQRva6pFV6pRRBQ8eFDXBxiasak2&#10;k9pErW9vDoLHj+9/tmhtJR7U+NKxgkE/AUGcO11yoeD0v/mdgPABWWPlmBS8yMNi3vmZYabdkw/0&#10;OIZCxBD2GSowIdSZlD43ZNH3XU0cubNrLIYIm0LqBp8x3FZymCRjabHk2GCwppWh/Hq8WwXD0/Ky&#10;Ou/T3eWWJry2pl3fD0apXrddTkEEasNX/HFvtYK/dBTnxjfxCcj5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2b38AAAADdAAAADwAAAAAAAAAAAAAAAACYAgAAZHJzL2Rvd25y&#10;ZXYueG1sUEsFBgAAAAAEAAQA9QAAAIU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JgN8gA&#10;AADdAAAADwAAAGRycy9kb3ducmV2LnhtbESPQWsCMRSE74X+h/AKvXWztVp1NUoVCl4EtR709ty8&#10;7i5uXrZJ1NVf3wiFHoeZ+YYZT1tTizM5X1lW8JqkIIhzqysuFGy/Pl8GIHxA1lhbJgVX8jCdPD6M&#10;MdP2wms6b0IhIoR9hgrKEJpMSp+XZNAntiGO3rd1BkOUrpDa4SXCTS07afouDVYcF0psaF5Sftyc&#10;jILZcDD7WXV5eVsf9rTfHY69jkuVen5qP0YgArXhP/zXXmgF/bfeEO5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4mA3yAAAAN0AAAAPAAAAAAAAAAAAAAAAAJgCAABk&#10;cnMvZG93bnJldi54bWxQSwUGAAAAAAQABAD1AAAAjQMAAAAA&#10;" fillcolor="black" stroked="f"/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aYlcMA&#10;AADdAAAADwAAAGRycy9kb3ducmV2LnhtbERPTYvCMBC9L/gfwgheFk3rSpVqFBEXVi+iq+BxaMa2&#10;2ExKk63135uDsMfH+16sOlOJlhpXWlYQjyIQxJnVJecKzr/fwxkI55E1VpZJwZMcrJa9jwWm2j74&#10;SO3J5yKEsEtRQeF9nUrpsoIMupGtiQN3s41BH2CTS93gI4SbSo6jKJEGSw4NBda0KSi7n/6Mgr3M&#10;2s/dhOJD3l7v28PsYpJjrNSg363nIDx1/l/8dv9oBdOvJOwPb8IT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PaYlcMAAADd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NEZ8YA&#10;AADdAAAADwAAAGRycy9kb3ducmV2LnhtbESPUWvCQBCE3wv9D8cWfKsXFa2NniKlQgsFqfoDlrtt&#10;EszthdxqYn99TxD6OMzMN8xy3ftaXaiNVWADo2EGitgGV3Fh4HjYPs9BRUF2WAcmA1eKsF49Piwx&#10;d6Hjb7rspVAJwjFHA6VIk2sdbUke4zA0xMn7Ca1HSbIttGuxS3Bf63GWzbTHitNCiQ29lWRP+7M3&#10;MD5bsf718/fr/SjT3aHpsul8Y8zgqd8sQAn18h++tz+cgZfJbAS3N+kJ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NEZ8YAAADdAAAADwAAAAAAAAAAAAAAAACYAgAAZHJz&#10;L2Rvd25yZXYueG1sUEsFBgAAAAAEAAQA9QAAAIs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8lt8cA&#10;AADdAAAADwAAAGRycy9kb3ducmV2LnhtbESPT2sCMRTE70K/Q3gFb5rtCrasRpHSSgvbin8u3h7J&#10;c7O4eVk2UbffvikUPA4z8xtmvuxdI67UhdqzgqdxBoJYe1NzpeCwfx+9gAgR2WDjmRT8UIDl4mEw&#10;x8L4G2/puouVSBAOBSqwMbaFlEFbchjGviVO3sl3DmOSXSVNh7cEd43Ms2wqHdacFiy29GpJn3cX&#10;p0CvJ+XbZ3m0+pJvvqr6e1O67Ump4WO/moGI1Md7+L/9YRQ8T6Y5/L1JT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TfJbfHAAAA3QAAAA8AAAAAAAAAAAAAAAAAmAIAAGRy&#10;cy9kb3ducmV2LnhtbFBLBQYAAAAABAAEAPUAAACMAwAAAAA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NWfMUA&#10;AADdAAAADwAAAGRycy9kb3ducmV2LnhtbESPQWvCQBSE74X+h+UJ3ppNFFKJWYMIhXoRtEp7fGSf&#10;STD7NmS3Seyv7wqFHoeZ+YbJi8m0YqDeNZYVJFEMgri0uuFKwfnj7WUFwnlkja1lUnAnB8Xm+SnH&#10;TNuRjzScfCUChF2GCmrvu0xKV9Zk0EW2Iw7e1fYGfZB9JXWPY4CbVi7iOJUGGw4LNXa0q6m8nb6N&#10;gs78XM5f+8MQJ5+40OOOx1vKSs1n03YNwtPk/8N/7Xet4HWZLuHxJjw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A1Z8xQAAAN0AAAAPAAAAAAAAAAAAAAAAAJgCAABkcnMv&#10;ZG93bnJldi54bWxQSwUGAAAAAAQABAD1AAAAig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IEBsYA&#10;AADdAAAADwAAAGRycy9kb3ducmV2LnhtbESPT4vCMBTE7wt+h/AEb2vqH3S3GkUExZOgFbp7ezTP&#10;tti8lCZqdz+9EQSPw8z8hpkvW1OJGzWutKxg0I9AEGdWl5wrOCWbzy8QziNrrCyTgj9ysFx0PuYY&#10;a3vnA92OPhcBwi5GBYX3dSylywoy6Pq2Jg7e2TYGfZBNLnWD9wA3lRxG0UQaLDksFFjTuqDscrwa&#10;BeOf71WS0u//Jd3aVO6Svd1vrkr1uu1qBsJT69/hV3unFUxHkzE8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5IEBsYAAADd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nlSscA&#10;AADdAAAADwAAAGRycy9kb3ducmV2LnhtbESP3WrCQBSE7wu+w3KE3tWNiqlEV5GWQkUo+APeHrOn&#10;SZrs2bi71fj2rlDo5TAz3zDzZWcacSHnK8sKhoMEBHFudcWFgsP+42UKwgdkjY1lUnAjD8tF72mO&#10;mbZX3tJlFwoRIewzVFCG0GZS+rwkg35gW+LofVtnMETpCqkdXiPcNHKUJKk0WHFcKLGlt5Lyevdr&#10;FJzH7/WXOx1/Tpv19JbW+Xkk16lSz/1uNQMRqAv/4b/2p1bwOk4n8HgTn4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rp5UrHAAAA3QAAAA8AAAAAAAAAAAAAAAAAmAIAAGRy&#10;cy9kb3ducmV2LnhtbFBLBQYAAAAABAAEAPUAAACM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E++MgA&#10;AADdAAAADwAAAGRycy9kb3ducmV2LnhtbESPQWsCMRSE7wX/Q3hCbzWrbbd2axQVCr0UqvWgt+fm&#10;ubu4eVmTqKu/vikIHoeZ+YYZTVpTixM5X1lW0O8lIIhzqysuFKx+P5+GIHxA1lhbJgUX8jAZdx5G&#10;mGl75gWdlqEQEcI+QwVlCE0mpc9LMuh7tiGO3s46gyFKV0jt8BzhppaDJEmlwYrjQokNzUvK98uj&#10;UTB7H84OPy/8fV1sN7RZb/evA5co9dhtpx8gArXhHr61v7SCt+c0hf838QnI8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+ET74yAAAAN0AAAAPAAAAAAAAAAAAAAAAAJgCAABk&#10;cnMvZG93bnJldi54bWxQSwUGAAAAAAQABAD1AAAAjQMAAAAA&#10;" fillcolor="black" stroked="f"/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J9UMYA&#10;AADdAAAADwAAAGRycy9kb3ducmV2LnhtbESP0WoCMRRE3wv+Q7hCX0rNqqDt1igiCpYuLNV+wHVz&#10;u7s0uVmSVNe/bwqCj8PMnGEWq94acSYfWscKxqMMBHHldMu1gq/j7vkFRIjIGo1jUnClAKvl4GGB&#10;uXYX/qTzIdYiQTjkqKCJsculDFVDFsPIdcTJ+3beYkzS11J7vCS4NXKSZTNpseW00GBHm4aqn8Ov&#10;VbCdnHx5wg9TZcfaFO9l8fRaFko9Dvv1G4hIfbyHb+29VjCfzubw/yY9Abn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J9UMYAAADd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+CMQA&#10;AADdAAAADwAAAGRycy9kb3ducmV2LnhtbERPy2rCQBTdC/2H4Ra600krRE0zEVsIFIT6XLi8Zm4z&#10;oZk7aWaq6d93FoLLw3nny8G24kK9bxwreJ4kIIgrpxuuFRwP5XgOwgdkja1jUvBHHpbFwyjHTLsr&#10;7+iyD7WIIewzVGBC6DIpfWXIop+4jjhyX663GCLsa6l7vMZw28qXJEmlxYZjg8GO3g1V3/tfq8BK&#10;PJ3rtKw+V9P1Zr1o3rY/pVHq6XFYvYIINIS7+Ob+0Apm0zTOjW/iE5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PgjEAAAA3Q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</w:pPr>
      <w:proofErr w:type="gramStart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Р</w:t>
      </w:r>
      <w:proofErr w:type="gramEnd"/>
      <w:r w:rsidRPr="00C623C0">
        <w:rPr>
          <w:rFonts w:ascii="Times New Roman" w:eastAsiaTheme="minorHAnsi" w:hAnsi="Times New Roman" w:cs="Times New Roman"/>
          <w:b/>
          <w:color w:val="auto"/>
          <w:sz w:val="22"/>
          <w:szCs w:val="22"/>
          <w:lang w:val="ru-RU" w:eastAsia="en-US"/>
        </w:rPr>
        <w:t>ІШЕННЯ</w:t>
      </w:r>
    </w:p>
    <w:p w:rsidR="000907BB" w:rsidRPr="00C623C0" w:rsidRDefault="000907BB" w:rsidP="000907BB">
      <w:pPr>
        <w:jc w:val="center"/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  </w:t>
      </w:r>
      <w: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ХХХІІІ </w:t>
      </w:r>
      <w:r w:rsidRPr="00C623C0">
        <w:rPr>
          <w:rFonts w:ascii="Times New Roman" w:eastAsiaTheme="minorHAnsi" w:hAnsi="Times New Roman" w:cs="Times New Roman"/>
          <w:color w:val="FF0000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ради   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en-US" w:eastAsia="en-US"/>
        </w:rPr>
        <w:t>VII</w:t>
      </w:r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  <w:t>скликання</w:t>
      </w:r>
      <w:proofErr w:type="spellEnd"/>
    </w:p>
    <w:p w:rsidR="000907BB" w:rsidRPr="00C623C0" w:rsidRDefault="000907BB" w:rsidP="000907BB">
      <w:pPr>
        <w:rPr>
          <w:rFonts w:ascii="Times New Roman" w:eastAsiaTheme="minorHAnsi" w:hAnsi="Times New Roman" w:cs="Times New Roman"/>
          <w:color w:val="auto"/>
          <w:sz w:val="22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21.02.2020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р.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Крупець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                                     №___  </w:t>
      </w: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надання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дозволу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на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розробку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проекту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із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</w:p>
    <w:p w:rsidR="000907BB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відведення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земельної</w:t>
      </w:r>
      <w:proofErr w:type="spell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 </w:t>
      </w: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ділянки</w:t>
      </w:r>
      <w:proofErr w:type="spellEnd"/>
    </w:p>
    <w:p w:rsidR="000907BB" w:rsidRPr="006A0E0F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  <w:proofErr w:type="spell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Корнієнко</w:t>
      </w:r>
      <w:proofErr w:type="spellEnd"/>
      <w:proofErr w:type="gramStart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 xml:space="preserve"> І.</w:t>
      </w:r>
      <w:proofErr w:type="gramEnd"/>
      <w:r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  <w:t>П.</w:t>
      </w: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b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Відповідно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до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gram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пункту</w:t>
      </w:r>
      <w:proofErr w:type="gram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34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частини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1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26,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статті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42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місцеве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самоврядування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в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статей 12,  118 та 121 Земельного кодексу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Закону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України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«Про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землеустрій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»,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розглянувши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заяву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Корнієнко І.П.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рада </w:t>
      </w: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ВИРІШИЛА:</w:t>
      </w: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1.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Надати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Корнієнко Івану Петровичу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, як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ий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зареєстрован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ий за адресою: </w:t>
      </w:r>
      <w:r w:rsidR="00D938CB" w:rsidRPr="00D938CB">
        <w:rPr>
          <w:rFonts w:ascii="Times New Roman" w:hAnsi="Times New Roman" w:cs="Times New Roman"/>
          <w:lang w:val="ru-RU"/>
        </w:rPr>
        <w:t>______________________</w:t>
      </w:r>
      <w:r w:rsidRPr="00576D4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1,0000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га, 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>для ведення особистого селянського господарства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розташована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в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сел</w:t>
      </w:r>
      <w:proofErr w:type="gram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</w:t>
      </w:r>
      <w:proofErr w:type="gram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ідова</w:t>
      </w:r>
      <w:proofErr w:type="spellEnd"/>
      <w:r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Гора.</w:t>
      </w: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      2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eastAsia="en-US"/>
        </w:rPr>
        <w:t xml:space="preserve">. </w:t>
      </w:r>
      <w:r>
        <w:rPr>
          <w:rFonts w:ascii="Times New Roman" w:eastAsiaTheme="minorHAnsi" w:hAnsi="Times New Roman" w:cs="Times New Roman"/>
          <w:color w:val="auto"/>
          <w:szCs w:val="22"/>
          <w:lang w:eastAsia="en-US"/>
        </w:rPr>
        <w:t>Корнієнко І.П.</w:t>
      </w:r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,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розробити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проект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землеустрою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щодо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відведення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земельної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ділянки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для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передачі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її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у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власність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та подати на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розгляд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сесії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сільської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ради.</w:t>
      </w:r>
    </w:p>
    <w:p w:rsidR="000907BB" w:rsidRPr="00062C82" w:rsidRDefault="000907BB" w:rsidP="000907BB">
      <w:pPr>
        <w:tabs>
          <w:tab w:val="left" w:pos="4424"/>
        </w:tabs>
        <w:jc w:val="both"/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07BB" w:rsidRPr="00062C82" w:rsidRDefault="000907BB" w:rsidP="000907BB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jc w:val="both"/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</w:p>
    <w:p w:rsidR="000907BB" w:rsidRPr="00C623C0" w:rsidRDefault="000907BB" w:rsidP="000907BB">
      <w:pPr>
        <w:tabs>
          <w:tab w:val="left" w:pos="2160"/>
        </w:tabs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</w:pP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Сільський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>В.А.Михалюк</w:t>
      </w:r>
      <w:proofErr w:type="spellEnd"/>
      <w:r w:rsidRPr="00C623C0">
        <w:rPr>
          <w:rFonts w:ascii="Times New Roman" w:eastAsiaTheme="minorHAnsi" w:hAnsi="Times New Roman" w:cs="Times New Roman"/>
          <w:color w:val="auto"/>
          <w:szCs w:val="22"/>
          <w:lang w:val="ru-RU" w:eastAsia="en-US"/>
        </w:rPr>
        <w:t xml:space="preserve"> </w:t>
      </w:r>
    </w:p>
    <w:p w:rsidR="00882E8C" w:rsidRDefault="00882E8C"/>
    <w:sectPr w:rsidR="00882E8C" w:rsidSect="00882E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0907BB"/>
    <w:rsid w:val="000907BB"/>
    <w:rsid w:val="00171A2E"/>
    <w:rsid w:val="00304C90"/>
    <w:rsid w:val="00505B6D"/>
    <w:rsid w:val="006D3977"/>
    <w:rsid w:val="007D6C18"/>
    <w:rsid w:val="00882E8C"/>
    <w:rsid w:val="00D1641A"/>
    <w:rsid w:val="00D938CB"/>
    <w:rsid w:val="00F75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7B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2020-02-13T11:46:00Z</dcterms:created>
  <dcterms:modified xsi:type="dcterms:W3CDTF">2020-02-13T12:54:00Z</dcterms:modified>
</cp:coreProperties>
</file>