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1D" w:rsidRDefault="00996E1D" w:rsidP="00996E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E1D" w:rsidRDefault="00996E1D" w:rsidP="00996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6E1D" w:rsidRDefault="00996E1D" w:rsidP="00996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6E1D" w:rsidRDefault="00996E1D" w:rsidP="00996E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96E1D" w:rsidRDefault="00996E1D" w:rsidP="00996E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6E1D" w:rsidRDefault="00996E1D" w:rsidP="00996E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38</w:t>
      </w:r>
    </w:p>
    <w:p w:rsidR="00996E1D" w:rsidRDefault="00996E1D" w:rsidP="00996E1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96E1D" w:rsidRDefault="00996E1D" w:rsidP="00996E1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96E1D" w:rsidRPr="00DA10B1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21C1A">
        <w:rPr>
          <w:rFonts w:ascii="Times New Roman" w:eastAsia="Calibri" w:hAnsi="Times New Roman" w:cs="Times New Roman"/>
          <w:sz w:val="24"/>
          <w:lang w:val="ru-RU" w:eastAsia="en-US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96E1D" w:rsidRDefault="00996E1D" w:rsidP="00996E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96E1D" w:rsidRDefault="00996E1D" w:rsidP="00996E1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96E1D" w:rsidRDefault="00996E1D" w:rsidP="00996E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96E1D" w:rsidRPr="00996E1D" w:rsidRDefault="00996E1D" w:rsidP="00996E1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34E74" w:rsidRPr="00996E1D" w:rsidRDefault="00996E1D" w:rsidP="00996E1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334E74" w:rsidRPr="00996E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1D"/>
    <w:rsid w:val="00334E74"/>
    <w:rsid w:val="00521C1A"/>
    <w:rsid w:val="009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1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6E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6E1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6E1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1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96E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6E1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96E1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244</Words>
  <Characters>1393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2021-07-26T12:30:00Z</dcterms:created>
  <dcterms:modified xsi:type="dcterms:W3CDTF">2021-07-27T07:25:00Z</dcterms:modified>
</cp:coreProperties>
</file>