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E2" w:rsidRPr="004B36E6" w:rsidRDefault="00315825" w:rsidP="000375E2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375E2" w:rsidRDefault="000375E2" w:rsidP="000375E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375E2" w:rsidRDefault="000375E2" w:rsidP="000375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75E2" w:rsidRDefault="000375E2" w:rsidP="000375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75E2" w:rsidRDefault="000375E2" w:rsidP="000375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75E2" w:rsidRDefault="000375E2" w:rsidP="000375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75E2" w:rsidRDefault="000375E2" w:rsidP="000375E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0375E2" w:rsidRDefault="000375E2" w:rsidP="000375E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375E2" w:rsidRDefault="000375E2" w:rsidP="000375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375E2" w:rsidRDefault="000375E2" w:rsidP="000375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375E2" w:rsidRDefault="000375E2" w:rsidP="000375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75E2" w:rsidRDefault="000375E2" w:rsidP="000375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375E2" w:rsidRDefault="000375E2" w:rsidP="000375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75E2" w:rsidRDefault="000375E2" w:rsidP="000375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375E2" w:rsidRDefault="000375E2" w:rsidP="000375E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375E2" w:rsidRDefault="000375E2" w:rsidP="000375E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№96</w:t>
      </w:r>
    </w:p>
    <w:p w:rsidR="000375E2" w:rsidRDefault="000375E2" w:rsidP="000375E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375E2" w:rsidRDefault="000375E2" w:rsidP="000375E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0375E2" w:rsidRDefault="000375E2" w:rsidP="000375E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0375E2" w:rsidRDefault="000375E2" w:rsidP="000375E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Р.І.</w:t>
      </w:r>
    </w:p>
    <w:p w:rsidR="000375E2" w:rsidRDefault="000375E2" w:rsidP="000375E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375E2" w:rsidRDefault="000375E2" w:rsidP="000375E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Р.І., сільська   рада    </w:t>
      </w:r>
    </w:p>
    <w:p w:rsidR="000375E2" w:rsidRDefault="000375E2" w:rsidP="000375E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375E2" w:rsidRDefault="000375E2" w:rsidP="000375E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Руслану Івановичу проект землеустрою щодо відведення земельної ділянки,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для ведення 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0,2997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0375E2" w:rsidRDefault="000375E2" w:rsidP="000375E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Руслану Івановичу,  який зареєстрований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315825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15825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 0,2997 га, кадастровий номер: 6823982100:03:013:0025, для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  особистого селянського господарства,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область,</w:t>
      </w:r>
      <w:r>
        <w:rPr>
          <w:rFonts w:ascii="Times New Roman" w:eastAsia="Arial Unicode MS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0375E2" w:rsidRDefault="000375E2" w:rsidP="000375E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Р.І., якому передана земельна ділянка у власність, посвідчити право власності  в установленому  законом порядку.</w:t>
      </w:r>
    </w:p>
    <w:p w:rsidR="000375E2" w:rsidRPr="000375E2" w:rsidRDefault="000375E2" w:rsidP="000375E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375E2" w:rsidRDefault="000375E2" w:rsidP="000375E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02D5A" w:rsidRPr="000375E2" w:rsidRDefault="000375E2" w:rsidP="000375E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802D5A" w:rsidRPr="000375E2" w:rsidSect="000375E2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0375E2"/>
    <w:rsid w:val="000375E2"/>
    <w:rsid w:val="00171A2E"/>
    <w:rsid w:val="00304C90"/>
    <w:rsid w:val="00315825"/>
    <w:rsid w:val="00505B6D"/>
    <w:rsid w:val="006D3977"/>
    <w:rsid w:val="007D6C18"/>
    <w:rsid w:val="00802D5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E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4</TotalTime>
  <Pages>1</Pages>
  <Words>295</Words>
  <Characters>1685</Characters>
  <Application>Microsoft Office Word</Application>
  <DocSecurity>0</DocSecurity>
  <Lines>14</Lines>
  <Paragraphs>3</Paragraphs>
  <ScaleCrop>false</ScaleCrop>
  <Company>Microsoft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2020-12-02T07:13:00Z</dcterms:created>
  <dcterms:modified xsi:type="dcterms:W3CDTF">2020-12-02T07:23:00Z</dcterms:modified>
</cp:coreProperties>
</file>