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02" w:rsidRDefault="003F2C02" w:rsidP="003F2C0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C02" w:rsidRDefault="003F2C02" w:rsidP="003F2C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2C02" w:rsidRDefault="003F2C02" w:rsidP="003F2C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F2C02" w:rsidRDefault="003F2C02" w:rsidP="003F2C0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2C02" w:rsidRDefault="003F2C02" w:rsidP="003F2C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F2C02" w:rsidRDefault="003F2C02" w:rsidP="003F2C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F2C02" w:rsidRDefault="003F2C02" w:rsidP="003F2C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№60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F2C02" w:rsidRDefault="003F2C02" w:rsidP="003F2C0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F2C02" w:rsidRDefault="003F2C02" w:rsidP="003F2C0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3F2C02" w:rsidRDefault="003F2C02" w:rsidP="003F2C0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3F2C02" w:rsidRDefault="003F2C02" w:rsidP="003F2C0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3F2C02" w:rsidRPr="005C5A92" w:rsidRDefault="003F2C02" w:rsidP="003F2C0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Корнієнку І.П.</w:t>
      </w:r>
    </w:p>
    <w:p w:rsidR="003F2C02" w:rsidRDefault="003F2C02" w:rsidP="003F2C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2C02" w:rsidRDefault="003F2C02" w:rsidP="003F2C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Корнієнка І.П.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3F2C02" w:rsidRDefault="003F2C02" w:rsidP="003F2C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3F2C02" w:rsidRDefault="003F2C02" w:rsidP="003F2C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Корнієнку Івану Петровичу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0.4500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село Дідова Гора.</w:t>
      </w:r>
    </w:p>
    <w:p w:rsidR="003F2C02" w:rsidRDefault="003F2C02" w:rsidP="003F2C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Корнієнку Івану Петровичу,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34999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3499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0,4500 га, кадастровий номер: 6823984700:04:021:0028, 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 село Дідова Гора.</w:t>
      </w:r>
    </w:p>
    <w:p w:rsidR="003F2C02" w:rsidRDefault="003F2C02" w:rsidP="003F2C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Корнієнку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І.П,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F2C02" w:rsidRDefault="003F2C02" w:rsidP="003F2C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F2C02" w:rsidRPr="003F2C02" w:rsidRDefault="003F2C02" w:rsidP="003F2C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DE558D" w:rsidRPr="003F2C02" w:rsidRDefault="003F2C02" w:rsidP="003F2C0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E558D" w:rsidRPr="003F2C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02"/>
    <w:rsid w:val="00334999"/>
    <w:rsid w:val="003F2C02"/>
    <w:rsid w:val="00DE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0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F2C0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F2C0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F2C0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0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F2C0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F2C0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F2C0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2021-07-26T12:39:00Z</dcterms:created>
  <dcterms:modified xsi:type="dcterms:W3CDTF">2021-07-27T07:27:00Z</dcterms:modified>
</cp:coreProperties>
</file>