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373" w:rsidRPr="00CB71B2" w:rsidRDefault="00AE2373" w:rsidP="00AE2373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AE2373" w:rsidRPr="00CB71B2" w:rsidRDefault="00AE2373" w:rsidP="00AE2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E2373" w:rsidRPr="00CB71B2" w:rsidRDefault="00AE2373" w:rsidP="00AE2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373" w:rsidRDefault="00AE2373" w:rsidP="00AE23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E2373" w:rsidRDefault="00AE2373" w:rsidP="00AE23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E2373" w:rsidRPr="00CB71B2" w:rsidRDefault="00AE2373" w:rsidP="00AE23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E2373" w:rsidRPr="00CB71B2" w:rsidRDefault="00AE2373" w:rsidP="00AE237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E2373" w:rsidRPr="00CB71B2" w:rsidRDefault="00AE2373" w:rsidP="00AE23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E2373" w:rsidRPr="00CB71B2" w:rsidRDefault="00AE2373" w:rsidP="00AE23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E2373" w:rsidRPr="00CB71B2" w:rsidRDefault="00AE2373" w:rsidP="00AE237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E2373" w:rsidRPr="00CB71B2" w:rsidRDefault="00AE2373" w:rsidP="00AE23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E2373" w:rsidRPr="00CB71B2" w:rsidRDefault="00AE2373" w:rsidP="00AE23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E2373" w:rsidRPr="00CB71B2" w:rsidRDefault="00AE2373" w:rsidP="00AE23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E2373" w:rsidRPr="00CB71B2" w:rsidRDefault="00AE2373" w:rsidP="00AE23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E2373" w:rsidRPr="00CB71B2" w:rsidRDefault="00AE2373" w:rsidP="00AE23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E2373" w:rsidRPr="00CB71B2" w:rsidRDefault="00AE2373" w:rsidP="00AE237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AE2373" w:rsidRPr="00CB71B2" w:rsidRDefault="00AE2373" w:rsidP="00AE237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E2373" w:rsidRPr="00CB71B2" w:rsidRDefault="00AE2373" w:rsidP="00AE237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22.04.2021 року                                            Крупець                                                 №___</w:t>
      </w:r>
    </w:p>
    <w:p w:rsidR="00AE2373" w:rsidRPr="00CB71B2" w:rsidRDefault="00AE2373" w:rsidP="00AE237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E2373" w:rsidRPr="00CB71B2" w:rsidRDefault="00AE2373" w:rsidP="00AE237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E2373" w:rsidRPr="00CB71B2" w:rsidRDefault="00AE2373" w:rsidP="00AE237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AE2373" w:rsidRPr="00CB71B2" w:rsidRDefault="00AE2373" w:rsidP="00AE237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E2373" w:rsidRPr="00CB71B2" w:rsidRDefault="00AE2373" w:rsidP="00AE237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Гамолюк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В.А.</w:t>
      </w:r>
    </w:p>
    <w:p w:rsidR="00AE2373" w:rsidRPr="00CB71B2" w:rsidRDefault="00AE2373" w:rsidP="00AE237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2373" w:rsidRPr="00CB71B2" w:rsidRDefault="00AE2373" w:rsidP="00AE237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2373" w:rsidRPr="00CB71B2" w:rsidRDefault="00AE2373" w:rsidP="00AE237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1B2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Гамолюк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В.А.,  </w:t>
      </w:r>
      <w:r w:rsidRPr="00CB71B2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AE2373" w:rsidRPr="00CB71B2" w:rsidRDefault="00AE2373" w:rsidP="00AE237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AE2373" w:rsidRPr="00CB71B2" w:rsidRDefault="00AE2373" w:rsidP="00AE237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2373" w:rsidRPr="00CB71B2" w:rsidRDefault="00AE2373" w:rsidP="00AE237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Гамолюк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Валентині Андріївні 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господарства, площею  0,2700га, яка розташована Хмельницька область, Шепетівський район,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с.Лисиче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E2373" w:rsidRPr="00CB71B2" w:rsidRDefault="00AE2373" w:rsidP="00AE23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Гамолюк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Валентині Андріївні, </w:t>
      </w:r>
      <w:r w:rsidRPr="00CB71B2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5A5C0F">
        <w:rPr>
          <w:rFonts w:ascii="Times New Roman" w:eastAsia="Calibri" w:hAnsi="Times New Roman" w:cs="Times New Roman"/>
          <w:sz w:val="24"/>
        </w:rPr>
        <w:t>_________</w:t>
      </w:r>
      <w:r w:rsidRPr="00CB71B2">
        <w:rPr>
          <w:rFonts w:ascii="Times New Roman" w:eastAsia="Calibri" w:hAnsi="Times New Roman" w:cs="Times New Roman"/>
          <w:sz w:val="24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5A5C0F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</w:t>
      </w:r>
      <w:bookmarkStart w:id="0" w:name="_GoBack"/>
      <w:bookmarkEnd w:id="0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0,2700 га, кадастровий номер: 6823984700:01:015:0022, для ведення особистого селянського господарства, яка розташована Хмельницька область, Шепетівський район,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с.Лисиче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E2373" w:rsidRPr="00CB71B2" w:rsidRDefault="00AE2373" w:rsidP="00AE23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Гамолюк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В.А.,</w:t>
      </w: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AE2373" w:rsidRPr="00CB71B2" w:rsidRDefault="00AE2373" w:rsidP="00AE23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E2373" w:rsidRPr="00CB71B2" w:rsidRDefault="00AE2373" w:rsidP="00AE23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2373" w:rsidRPr="00CB71B2" w:rsidRDefault="00AE2373" w:rsidP="00AE23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3A75" w:rsidRPr="00AE2373" w:rsidRDefault="00AE2373" w:rsidP="00AE237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AA3A75" w:rsidRPr="00AE237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373"/>
    <w:rsid w:val="00171A2E"/>
    <w:rsid w:val="00304C90"/>
    <w:rsid w:val="00505B6D"/>
    <w:rsid w:val="005A5C0F"/>
    <w:rsid w:val="006D3977"/>
    <w:rsid w:val="007D6C18"/>
    <w:rsid w:val="00AA3A75"/>
    <w:rsid w:val="00AE237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88B82"/>
  <w15:docId w15:val="{6BF6A223-3D12-4786-8836-1329729CC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373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257</Words>
  <Characters>1470</Characters>
  <Application>Microsoft Office Word</Application>
  <DocSecurity>0</DocSecurity>
  <Lines>12</Lines>
  <Paragraphs>3</Paragraphs>
  <ScaleCrop>false</ScaleCrop>
  <Company>Microsoft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2021-04-14T11:48:00Z</dcterms:created>
  <dcterms:modified xsi:type="dcterms:W3CDTF">2021-04-15T05:11:00Z</dcterms:modified>
</cp:coreProperties>
</file>