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851" w:rsidRDefault="00A55851" w:rsidP="00A55851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eastAsia="en-US"/>
        </w:rPr>
      </w:pPr>
      <w:r>
        <w:rPr>
          <w:rFonts w:ascii="Times New Roman" w:eastAsia="Calibri" w:hAnsi="Times New Roman" w:cs="Times New Roman"/>
          <w:color w:val="FF0000"/>
          <w:lang w:eastAsia="en-US"/>
        </w:rPr>
        <w:t>ПРОЕКТ</w:t>
      </w: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74806E" wp14:editId="6B6FC71D">
                <wp:simplePos x="0" y="0"/>
                <wp:positionH relativeFrom="column">
                  <wp:posOffset>2802890</wp:posOffset>
                </wp:positionH>
                <wp:positionV relativeFrom="paragraph">
                  <wp:posOffset>106045</wp:posOffset>
                </wp:positionV>
                <wp:extent cx="420370" cy="624205"/>
                <wp:effectExtent l="0" t="0" r="0" b="4445"/>
                <wp:wrapNone/>
                <wp:docPr id="14195" name="Группа 141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9735" cy="624205"/>
                          <a:chOff x="0" y="0"/>
                          <a:chExt cx="1142" cy="1718"/>
                        </a:xfrm>
                      </wpg:grpSpPr>
                      <wps:wsp>
                        <wps:cNvPr id="1419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9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1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195" o:spid="_x0000_s1026" style="position:absolute;margin-left:220.7pt;margin-top:8.35pt;width:33.1pt;height:49.1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K3a8MA&#10;AADeAAAADwAAAGRycy9kb3ducmV2LnhtbERPTYvCMBC9L+x/CLPgTdOquFpNRcQVD4LU1fvQjG2x&#10;mZQmavffG0HY2zze5yyWnanFnVpXWVYQDyIQxLnVFRcKTr8//SkI55E11pZJwR85WKafHwtMtH1w&#10;RvejL0QIYZeggtL7JpHS5SUZdAPbEAfuYluDPsC2kLrFRwg3tRxG0UQarDg0lNjQuqT8erwZBXa0&#10;3e3PxTAbbfjb8+owvZy7vVK9r241B+Gp8//it3unw/xxPJvA651wg0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TK3a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gU8YA&#10;AADeAAAADwAAAGRycy9kb3ducmV2LnhtbERPTWsCMRC9C/0PYYRepGYtRevWKEXYVj0UtILXYTPd&#10;rN1MliTVrb++EQre5vE+Z7bobCNO5EPtWMFomIEgLp2uuVKw/ywenkGEiKyxcUwKfinAYn7Xm2Gu&#10;3Zm3dNrFSqQQDjkqMDG2uZShNGQxDF1LnLgv5y3GBH0ltcdzCreNfMyysbRYc2ow2NLSUPm9+7EK&#10;jsWHOSwnlzc/mG7pMig27816rNR9v3t9ARGpizfxv3ul0/yn0XQC13fSDX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qgU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aQIMUA&#10;AADeAAAADwAAAGRycy9kb3ducmV2LnhtbESPzWrCQBDH7wXfYZmCl6IbrZQ2dRWRWsSL+PEAQ3bM&#10;hmZnQ3Zr4ts7B8HbDPP/+M182ftaXamNVWADk3EGirgItuLSwPm0GX2CignZYh2YDNwownIxeJlj&#10;bkPHB7oeU6kkhGOOBlxKTa51LBx5jOPQEMvtElqPSda21LbFTsJ9radZ9qE9ViwNDhtaOyr+jv9e&#10;SvbvuN9dutPmt8cOf3aO31YHY4av/eobVKI+PcUP99YK/mzyJbzyjsy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NpA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4ggcUA&#10;AADeAAAADwAAAGRycy9kb3ducmV2LnhtbERPTUsDMRC9C/6HMII3m22prV2bltIqiODBVii9DZvp&#10;7uJmEpKxu/57Iwje5vE+Z7keXKcuFFPr2cB4VIAirrxtuTbwcXi+ewCVBNli55kMfFOC9er6aoml&#10;9T2/02UvtcohnEo00IiEUutUNeQwjXwgztzZR4eSYay1jdjncNfpSVHMtMOWc0ODgbYNVZ/7L2fg&#10;rX8Kr/PZ/Tmc4nSi087KcSvG3N4Mm0dQQoP8i//cLzbPn44XC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/iC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9o3cQA&#10;AADeAAAADwAAAGRycy9kb3ducmV2LnhtbESP3WrCQBCF7wu+wzJCb4puaotIdBURleKN+PMAQ3bM&#10;BrOzIbs16ds7hULvzjBnvjNnsep9rR7UxiqwgfdxBoq4CLbi0sD1shvNQMWEbLEOTAZ+KMJqOXhZ&#10;YG5Dxyd6nFOpBMIxRwMupSbXOhaOPMZxaIhldwutxyRjW2rbYidwX+tJlk21x4olwWFDG0fF/fzt&#10;JeT4gcfDrbvs9j12uD04flufjHkd9us5qER9+jf/XX9Zef9TmPBbRzTo5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vaN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fYfMQA&#10;AADeAAAADwAAAGRycy9kb3ducmV2LnhtbERPTUsDMRC9C/0PYYTebLZLrWVtWkqtIIIHq1C8DZvp&#10;7uJmEpKxu/57Iwje5vE+Z70dXa8uFFPn2cB8VoAirr3tuDHw/vZ4swKVBNli75kMfFOC7WZytcbK&#10;+oFf6XKURuUQThUaaEVCpXWqW3KYZj4QZ+7so0PJMDbaRhxyuOt1WRRL7bDj3NBioH1L9efxyxl4&#10;GQ7h+W55ew4fcVHq9GDltBdjptfj7h6U0Cj/4j/3k83zF2Uxh9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n2H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Bb4sUA&#10;AADeAAAADwAAAGRycy9kb3ducmV2LnhtbERP32vCMBB+H/g/hBv4Mma6uo1RjaKDoDBhzA18PZqz&#10;LWsuJYm2/vdGGOztPr6fN18OthVn8qFxrOBpkoEgLp1puFLw860f30CEiGywdUwKLhRguRjdzbEw&#10;rucvOu9jJVIIhwIV1DF2hZShrMlimLiOOHFH5y3GBH0ljcc+hdtW5ln2Ki02nBpq7Oi9pvJ3f7IK&#10;1p99NfUP5XpwH8fN4UVro3daqfH9sJqBiDTEf/Gfe2vS/Oc8y+H2Trp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cFvi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gy0hsMA&#10;AADeAAAADwAAAGRycy9kb3ducmV2LnhtbERP3WrCMBS+H/gO4Qi7m+k6J9KZimwUZOxm6gMcmrOm&#10;a3NSkljr2y+CsLvz8f2ezXayvRjJh9axgudFBoK4drrlRsHpWD2tQYSIrLF3TAquFGBbzh42WGh3&#10;4W8aD7ERKYRDgQpMjEMhZagNWQwLNxAn7sd5izFB30jt8ZLCbS/zLFtJiy2nBoMDvRuqu8PZKqg+&#10;86+xO2tfud20tPRqftcfRqnH+bR7AxFpiv/iu3uv0/xlnr3A7Z10gy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gy0h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VmDcUA&#10;AADeAAAADwAAAGRycy9kb3ducmV2LnhtbERP32vCMBB+H/g/hBP2IprqnEhnFB2ECRuMqeDr0Zxt&#10;WXMpSWa7/94MhL3dx/fzVpveNuJKPtSOFUwnGQjiwpmaSwWnox4vQYSIbLBxTAp+KcBmPXhYYW5c&#10;x190PcRSpBAOOSqoYmxzKUNRkcUwcS1x4i7OW4wJ+lIaj10Kt42cZdlCWqw5NVTY0mtFxffhxyrY&#10;fXblkx8Vu969X97Oz1ob/aGVehz22xcQkfr4L7679ybNn8+yOfy9k26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1WY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mJacIA&#10;AADeAAAADwAAAGRycy9kb3ducmV2LnhtbERPzYrCMBC+L/gOYRa8rekWXaQaRZSCLF5WfYChmW26&#10;NpOSxFrffiMI3ubj+53lerCt6MmHxrGCz0kGgrhyuuFawflUfsxBhIissXVMCu4UYL0avS2x0O7G&#10;P9QfYy1SCIcCFZgYu0LKUBmyGCauI07cr/MWY4K+ltrjLYXbVuZZ9iUtNpwaDHa0NVRdjleroPzO&#10;D/3lqn3pNsPU0sz8zXdGqfH7sFmAiDTEl/jp3us0f5pnM3i8k2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qYlp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WJ9sIA&#10;AADeAAAADwAAAGRycy9kb3ducmV2LnhtbERPzWqDQBC+B/oOywR6i7vaRIpxE0ohpTnW9gEGd6qi&#10;O2vdbTRv3w0EepuP73fK42IHcaHJd441pIkCQVw703Gj4evztHkG4QOywcExabiSh+PhYVViYdzM&#10;H3SpQiNiCPsCNbQhjIWUvm7Jok/cSBy5bzdZDBFOjTQTzjHcDjJTKpcWO44NLY702lLdV79Ww/Y6&#10;v/1Uu16djKX0/DSeOdQ7rR/Xy8seRKAl/Ivv7ncT528zlcPtnXiDP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tYn2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s6wsQA&#10;AADeAAAADwAAAGRycy9kb3ducmV2LnhtbERPTWvCQBC9F/wPywi91Y1BrI1ZRQyW0lONqechOybB&#10;7GzIbjT++26h0Ns83uek29G04ka9aywrmM8iEMSl1Q1XCorT4WUFwnlkja1lUvAgB9vN5CnFRNs7&#10;H+mW+0qEEHYJKqi97xIpXVmTQTezHXHgLrY36APsK6l7vIdw08o4ipbSYMOhocaO9jWV13wwCobl&#10;OS748qm/8uzx/pYddk5+V0o9T8fdGoSn0f+L/9wfOsxfxNEr/L4Tbp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7Os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sercgA&#10;AADeAAAADwAAAGRycy9kb3ducmV2LnhtbESPQU/CQBCF7yb8h82QeJMtSBosLERNTISDRJQDt6E7&#10;tIXubO0uUP69czDxNpP35r1vZovO1epCbag8GxgOElDEubcVFwa+v94eJqBCRLZYeyYDNwqwmPfu&#10;ZphZf+VPumxioSSEQ4YGyhibTOuQl+QwDHxDLNrBtw6jrG2hbYtXCXe1HiVJqh1WLA0lNvRaUn7a&#10;nJ2B7XqSPq1fluPj6mOPj87+7GyVGnPf756noCJ18d/8d/1uBX88SoRX3pEZ9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Cx6t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4sosMA&#10;AADeAAAADwAAAGRycy9kb3ducmV2LnhtbERPS4vCMBC+C/6HMII3TbeKaNcou4oPPLkqeB2a2bZs&#10;MylN1OqvN4Kwt/n4njOdN6YUV6pdYVnBRz8CQZxaXXCm4HRc9cYgnEfWWFomBXdyMJ+1W1NMtL3x&#10;D10PPhMhhF2CCnLvq0RKl+Zk0PVtRRy4X1sb9AHWmdQ13kK4KWUcRSNpsODQkGNFi5zSv8PFKHiM&#10;zrh3m/h7OdCe7sPx2u72a6W6nebrE4Snxv+L3+6tDvOHcTSB1zvhBj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4sos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R6TMYA&#10;AADeAAAADwAAAGRycy9kb3ducmV2LnhtbESPQW/CMAyF70j7D5En7QYpVZm2joCmiUncgLIfYDVe&#10;WtE4pcmg7NfPB6TdbPn5vfct16Pv1IWG2AY2MJ9loIjrYFt2Br6On9MXUDEhW+wCk4EbRVivHiZL&#10;LG248oEuVXJKTDiWaKBJqS+1jnVDHuMs9MRy+w6DxyTr4LQd8CrmvtN5lj1rjy1LQoM9fTRUn6of&#10;b+Ac8oUdqw3uTpvXfetccf49FMY8PY7vb6ASjelffP/eWqlf5HMBEByZQa/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R6T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S5PMMA&#10;AADeAAAADwAAAGRycy9kb3ducmV2LnhtbERPyW7CMBC9I/UfrKnEDZywFQIGFSQkrlAOHKf2kKSN&#10;x2lsIPTrcSWk3ubprbNYtbYSV2p86VhB2k9AEGtnSs4VHD+2vSkIH5ANVo5JwZ08rJYvnQVmxt14&#10;T9dDyEUMYZ+hgiKEOpPS64Is+r6riSN3do3FEGGTS9PgLYbbSg6SZCItlhwbCqxpU5D+Plysgl35&#10;SeOJPs/sdK33p9+fMHz7Mkp1X9v3OYhAbfgXP907E+ePBmkKf+/EG+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5S5P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fenMUA&#10;AADeAAAADwAAAGRycy9kb3ducmV2LnhtbERP0WrCQBB8F/oPxxb6phdDERs9pRYEi1bQir4uuTUX&#10;zO2F3DXGv/cKgm+zOzszO9N5ZyvRUuNLxwqGgwQEce50yYWCw++yPwbhA7LGyjEpuJGH+eylN8VM&#10;uyvvqN2HQkQT9hkqMCHUmZQ+N2TRD1xNHLmzayyGODaF1A1eo7mtZJokI2mx5JhgsKYvQ/ll/2cV&#10;tLi9JSez+Pn4Ljd5ul0c1zru1dtr9zkBEagLz+OHeqXj++/pMIX/OhGDn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Z96c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akncMA&#10;AADeAAAADwAAAGRycy9kb3ducmV2LnhtbERPTUvDQBC9C/0PyxS82U1TEYndllKo9KjRg8cxO82m&#10;ZmfC7tpEf70rCN7m8T5nvZ18ry4UYidsYLkoQBE3YjtuDby+HG7uQcWEbLEXJgNfFGG7mV2tsbIy&#10;8jNd6tSqHMKxQgMupaHSOjaOPMaFDMSZO0nwmDIMrbYBxxzue10WxZ322HFucDjQ3lHzUX96A+Nj&#10;834uT2/WfYdBDvWTnMtejLmeT7sHUImm9C/+cx9tnn9bLl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akn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s/sUA&#10;AADeAAAADwAAAGRycy9kb3ducmV2LnhtbERP22oCMRB9L/QfwhT6VrMuUmU1itUKRSzi7X3cjLvb&#10;JpNlk+r690Yo+DaHc53RpLVGnKnxlWMF3U4Cgjh3uuJCwX63eBuA8AFZo3FMCq7kYTJ+fhphpt2F&#10;N3TehkLEEPYZKihDqDMpfV6SRd9xNXHkTq6xGCJsCqkbvMRwa2SaJO/SYsWxocSaZiXlv9s/q2Cx&#10;npuf9HszPcgw++wfzWD5MV8p9frSTocgArXhIf53f+k4v5d2e3B/J94gx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Nyz+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Y1U8cQA&#10;AADeAAAADwAAAGRycy9kb3ducmV2LnhtbERPTYvCMBC9C/6HMIIXWVN1XaQaRQRRYQV1F7yOzdgW&#10;m0lpYq3/3iwseJvH+5zZojGFqKlyuWUFg34EgjixOudUwe/P+mMCwnlkjYVlUvAkB4t5uzXDWNsH&#10;H6k++VSEEHYxKsi8L2MpXZKRQde3JXHgrrYy6AOsUqkrfIRwU8hhFH1JgzmHhgxLWmWU3E53o6A+&#10;fF/Sbe3K3W3Sc+PRZbPZ67NS3U6znILw1Pi3+N+91WH+53Awhr93wg1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NVP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O0m8UA&#10;AADeAAAADwAAAGRycy9kb3ducmV2LnhtbERPTWsCMRC9F/ofwhS81ayLFV2NooLQS0FtD3obN+Pu&#10;4mayJlG3/nojFHqbx/ucyaw1tbiS85VlBb1uAoI4t7riQsHP9+p9CMIHZI21ZVLwSx5m09eXCWba&#10;3nhD120oRAxhn6GCMoQmk9LnJRn0XdsQR+5oncEQoSukdniL4aaWaZIMpMGKY0OJDS1Lyk/bi1Gw&#10;GA0X53Wfv+6bw572u8PpI3WJUp23dj4GEagN/+I/96eO8/tpbwDPd+IN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M7SbxQAAAN4AAAAPAAAAAAAAAAAAAAAAAJgCAABkcnMv&#10;ZG93bnJldi54bWxQSwUGAAAAAAQABAD1AAAAigMAAAAA&#10;" fillcolor="black" stroked="f"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wfAMYA&#10;AADeAAAADwAAAGRycy9kb3ducmV2LnhtbERPS2vCQBC+F/wPyxR6qxtDq5K6ivYBgnrwcfA4zU6T&#10;JdnZkN1q7K/vCoK3+fieM5l1thYnar1xrGDQT0AQ504bLhQc9l/PYxA+IGusHZOCC3mYTXsPE8y0&#10;O/OWTrtQiBjCPkMFZQhNJqXPS7Lo+64hjtyPay2GCNtC6hbPMdzWMk2SobRoODaU2NB7SXm1+7UK&#10;jquhGW8Npd/rv8WnXr9Wi81HpdTTYzd/AxGoC3fxzb3Ucf5LOhjB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rwfA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HmQMcA&#10;AADeAAAADwAAAGRycy9kb3ducmV2LnhtbESPQW/CMAyF75P4D5GRdhspaEKoIyDENG2XHWBMu1qN&#10;15Q2TpcEKPz6+TBpN1vv+b3Py/XgO3WmmJrABqaTAhRxFWzDtYHDx8vDAlTKyBa7wGTgSgnWq9Hd&#10;EksbLryj8z7XSkI4lWjA5dyXWqfKkcc0CT2xaN8hesyyxlrbiBcJ952eFcVce2xYGhz2tHVUtfuT&#10;NxA3X8/tjU+fbXF7v6bX4/CzQGfM/XjYPIHKNOR/89/1mxX8x9lU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x5k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z1kMQA&#10;AADeAAAADwAAAGRycy9kb3ducmV2LnhtbERP22rCQBB9L/Qflin0pejGUFqNriJCoaAUtH7AmB2T&#10;4O5syE41+vXdQsG3OZzrzBa9d+pMXWwCGxgNM1DEZbANVwb23x+DMagoyBZdYDJwpQiL+ePDDAsb&#10;Lryl804qlUI4FmigFmkLrWNZk8c4DC1x4o6h8ygJdpW2HV5SuHc6z7I37bHh1FBjS6uaytPuxxtw&#10;+cFN1u9xI9e93mQ3L9uXL2vM81O/nIIS6uUu/nd/2jT/NR9N4O+ddIO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M9Z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rX6scA&#10;AADeAAAADwAAAGRycy9kb3ducmV2LnhtbESPQU/DMAyF70j8h8hI3FhKhRDqlk3ANKmXHSibdvUa&#10;r6lInKoJW8evxwckbrb8/N77FqspeHWmMfWRDTzOClDEbbQ9dwZ2n5uHF1ApI1v0kcnAlRKslrc3&#10;C6xsvPAHnZvcKTHhVKEBl/NQaZ1aRwHTLA7EcjvFMWCWdey0HfEi5sHrsiiedcCeJcHhQO+O2q/m&#10;OxhYN4Mvd7V7S4f99nj09c+GDmtj7u+m1zmoTFP+F/9911bqP5WlAAiOz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K1+r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PAR8IA&#10;AADeAAAADwAAAGRycy9kb3ducmV2LnhtbERPTYvCMBC9L/gfwgje1sSyuFKNIqIgeFpXD96GZGyr&#10;zaQ0WVv/vVlY2Ns83ucsVr2rxYPaUHnWMBkrEMTG24oLDafv3fsMRIjIFmvPpOFJAVbLwdsCc+s7&#10;/qLHMRYihXDIUUMZY5NLGUxJDsPYN8SJu/rWYUywLaRtsUvhrpaZUlPpsOLUUGJDm5LM/fjjNNx2&#10;8uCNQnM+nbu9/bxsp1QrrUfDfj0HEamP/+I/996m+R9ZNoHfd9INcv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g8BH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mtV8QA&#10;AADeAAAADwAAAGRycy9kb3ducmV2LnhtbERP32vCMBB+H+x/CDfwbaZGGaUaxQ0GY7KHqYiPZ3O2&#10;pc2lJFG7/34ZDHy7j+/nLVaD7cSVfGgca5iMMxDEpTMNVxr2u/fnHESIyAY7x6ThhwKslo8PCyyM&#10;u/E3XbexEimEQ4Ea6hj7QspQ1mQxjF1PnLiz8xZjgr6SxuMthdtOqix7kRYbTg019vRWU9luL1bD&#10;8bLh89f0c+1f48ENu9CqU95qPXoa1nMQkYZ4F/+7P0yaP1NKwd876Qa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5rVf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jdvsYA&#10;AADeAAAADwAAAGRycy9kb3ducmV2LnhtbERPS2sCMRC+F/wPYQRvNetqRVejaKHQS6E+DnobN+Pu&#10;4mayTVLd9tc3QsHbfHzPmS9bU4srOV9ZVjDoJyCIc6srLhTsd2/PExA+IGusLZOCH/KwXHSe5php&#10;e+MNXbehEDGEfYYKyhCaTEqfl2TQ921DHLmzdQZDhK6Q2uEthptapkkylgYrjg0lNvRaUn7ZfhsF&#10;6+lk/fU54o/fzelIx8Pp8pK6RKlet13NQARqw0P8737Xcf4oTYdw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jdvsYAAADeAAAADwAAAAAAAAAAAAAAAACYAgAAZHJz&#10;L2Rvd25yZXYueG1sUEsFBgAAAAAEAAQA9QAAAIsDAAAAAA==&#10;" fillcolor="black" stroked="f"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dOYMMA&#10;AADeAAAADwAAAGRycy9kb3ducmV2LnhtbERP30vDMBB+H+x/CCf4tqXWIVKXjTIYik/dVHy9Nbem&#10;rLmUJGb1vzeC4Nt9fD9vvZ3sIBL50DtWcLcsQBC3TvfcKXh/2y8eQYSIrHFwTAq+KcB2M5+tsdLu&#10;ygdKx9iJHMKhQgUmxrGSMrSGLIalG4kzd3beYszQd1J7vOZwO8iyKB6kxZ5zg8GRdobay/HLKkin&#10;XVPfp89kDq++7rxrnj9OjVK3N1P9BCLSFP/Ff+4XneevynIF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ndOY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ev8sUA&#10;AADeAAAADwAAAGRycy9kb3ducmV2LnhtbERPTWvCQBC9F/wPywje6sZgpY2uUkRL7cU2Cu1xyI7Z&#10;0OxsyG5j9Ne7hUJv83ifs1j1thYdtb5yrGAyTkAQF05XXCo4Hrb3jyB8QNZYOyYFF/KwWg7uFphp&#10;d+YP6vJQihjCPkMFJoQmk9IXhiz6sWuII3dyrcUQYVtK3eI5httapkkykxYrjg0GG1obKr7zH6vA&#10;T9abzzd7feq+Xgzv852ZvZdGqdGwf56DCNSHf/Gf+1XH+dM0fYDfd+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l6/y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55851" w:rsidRDefault="00A55851" w:rsidP="00A5585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</w:p>
    <w:p w:rsidR="00A55851" w:rsidRDefault="00A55851" w:rsidP="00A5585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УКРАЇНА</w:t>
      </w:r>
    </w:p>
    <w:p w:rsidR="00A55851" w:rsidRDefault="00A55851" w:rsidP="00A55851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КРУПЕЦЬКА СІЛЬСЬКА РАДА</w:t>
      </w:r>
    </w:p>
    <w:p w:rsidR="00A55851" w:rsidRDefault="00A55851" w:rsidP="00A5585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СЛАВУТСЬКОГО РАЙОНУ</w:t>
      </w:r>
    </w:p>
    <w:p w:rsidR="00A55851" w:rsidRDefault="00A55851" w:rsidP="00A5585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ХМЕЛЬНИЦЬКОЇ ОБЛАСТІ</w:t>
      </w: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A36847E" wp14:editId="5885B169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4226" name="Группа 14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4227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8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29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0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1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2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3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4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5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6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7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8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39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0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1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2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3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4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5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6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7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8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9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0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1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2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3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4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5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56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851" w:rsidRDefault="00A55851" w:rsidP="00A558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4226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S6a8QA&#10;AADeAAAADwAAAGRycy9kb3ducmV2LnhtbERPyWrDMBC9F/oPYgq5NXKc0gQnijGlDT4EShbfB2u8&#10;EGtkLDV2/j4qFHqbx1tnm06mEzcaXGtZwWIegSAurW65VnA5f72uQTiPrLGzTAru5CDdPT9tMdF2&#10;5CPdTr4WIYRdggoa7/tESlc2ZNDNbU8cuMoOBn2AQy31gGMIN52Mo+hdGmw5NDTY00dD5fX0YxTY&#10;5T4/FHV8XH7yynP2va6K6aDU7GXKNiA8Tf5f/OfOdZj/Fscr+H0n3C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kumv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+cuskA&#10;AADeAAAADwAAAGRycy9kb3ducmV2LnhtbESPzUvDQBDF74L/wzKCl2I3Bqkauy1SiB89CP0Ar0N2&#10;zEazs2F3bWP/eucgeJvhvXnvN/Pl6Ht1oJi6wAaupwUo4ibYjlsD+119dQcqZWSLfWAy8EMJlovz&#10;szlWNhx5Q4dtbpWEcKrQgMt5qLROjSOPaRoGYtE+QvSYZY2tthGPEu57XRbFTHvsWBocDrRy1Hxt&#10;v72Bz/rNva9uT09xcr+h06ReP/evM2MuL8bHB1CZxvxv/rt+sYJ/U5bCK+/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b+cu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CdIMUA&#10;AADeAAAADwAAAGRycy9kb3ducmV2LnhtbESP0YrCMBBF3xf8hzCCL4um1kXcrlFEVMQXUfcDhmZs&#10;yjaT0kRb/94Iwr7NcO/cc2e+7Gwl7tT40rGC8SgBQZw7XXKh4PeyHc5A+ICssXJMCh7kYbnofcwx&#10;067lE93PoRAxhH2GCkwIdSalzw1Z9CNXE0ft6hqLIa5NIXWDbQy3lUyTZCotlhwJBmtaG8r/zjcb&#10;IccJHg/X9rLdddji5mD4c3VSatDvVj8gAnXh3/y+3utY/ytNv+H1TpxB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4J0g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e3WscA&#10;AADeAAAADwAAAGRycy9kb3ducmV2LnhtbESPQUsDMRCF70L/Q5iCN5t1rbVsmxapCiL0YBVKb2Ez&#10;3V3cTEIydtd/7xwEbzPMm/fet96OvlcXTLkLZOB2VoBCqoPrqDHw+fFyswSV2ZKzfSA08IMZtpvJ&#10;1dpWLgz0jpcDN0pMKFfWQMscK61z3aK3eRYiktzOIXnLsqZGu2QHMfe9Lotiob3tSBJaG3HXYv11&#10;+PYG9sNzfHtY3J/jKc1LnZ8cH3dszPV0fFyBYhz5X/z3/eqk/ry8EwDBkRn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Ht1r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8H+8UA&#10;AADeAAAADwAAAGRycy9kb3ducmV2LnhtbESP3YrCMBCF74V9hzAL3sia+oMstVFk0UW8EX8eYGim&#10;TbGZlCZru29vBMG7Gc6Z853J1r2txZ1aXzlWMBknIIhzpysuFVwvu69vED4ga6wdk4J/8rBefQwy&#10;TLXr+ET3cyhFDGGfogITQpNK6XNDFv3YNcRRK1xrMcS1LaVusYvhtpbTJFlIixVHgsGGfgzlt/Of&#10;jZDjDI+HorvsfnvscHswPNqclBp+9psliEB9eJtf13sd68+nswk834kz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Twf7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mMtsQA&#10;AADeAAAADwAAAGRycy9kb3ducmV2LnhtbERPTUsDMRC9C/6HMII3m3WtVbZNi1SFIniwFoq3YTPd&#10;XbqZhGTsrv/eFARv83ifs1iNrlcniqnzbOB2UoAirr3tuDGw+3y9eQSVBNli75kM/FCC1fLyYoGV&#10;9QN/0GkrjcohnCo00IqESutUt+QwTXwgztzBR4eSYWy0jTjkcNfrsihm2mHHuaHFQOuW6uP22xl4&#10;H17C28Ps/hC+4rTU6dnKfi3GXF+NT3NQQqP8i//cG5vnT8u7Es7v5Bv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ZjL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0xMUA&#10;AADeAAAADwAAAGRycy9kb3ducmV2LnhtbERP32vCMBB+H+x/CDfwRWY6O8fojDKFoDBBdIO9Hs3Z&#10;ljWXkkTb/feLIOztPr6fN18OthUX8qFxrOBpkoEgLp1puFLw9akfX0GEiGywdUwKfinAcnF/N8fC&#10;uJ4PdDnGSqQQDgUqqGPsCilDWZPFMHEdceJOzluMCfpKGo99CretnGbZi7TYcGqosaN1TeXP8WwV&#10;rPZ9lftxuRrcx2nzPdPa6J1WavQwvL+BiDTEf/HNvTVp/vM0z+H6Trp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DTE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nmT8MA&#10;AADeAAAADwAAAGRycy9kb3ducmV2LnhtbERP3WrCMBS+H+wdwhl4N1NrN6QzimwUZHgz3QMcmrOm&#10;2pyUJNb69osgeHc+vt+zXI+2EwP50DpWMJtmIIhrp1tuFPweqtcFiBCRNXaOScGVAqxXz09LLLW7&#10;8A8N+9iIFMKhRAUmxr6UMtSGLIap64kT9+e8xZigb6T2eEnhtpN5lr1Liy2nBoM9fRqqT/uzVVB9&#10;57vhdNa+cpuxsPRmjosvo9TkZdx8gIg0xof47t7qNL/I5wX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nmT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JK8UA&#10;AADeAAAADwAAAGRycy9kb3ducmV2LnhtbERP32vCMBB+H/g/hBP2IjNV5xidUXQQJkwQ3WCvR3O2&#10;Zc2lJJmt/70RhL3dx/fzFqveNuJMPtSOFUzGGQjiwpmaSwXfX/rpFUSIyAYbx6TgQgFWy8HDAnPj&#10;Oj7Q+RhLkUI45KigirHNpQxFRRbD2LXEiTs5bzEm6EtpPHYp3DZymmUv0mLNqaHClt4rKn6Pf1bB&#10;Zt+VMz8qNr37PH38zLU2eqeVehz26zcQkfr4L767tybNf57O5n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9Qkr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fdo8MA&#10;AADeAAAADwAAAGRycy9kb3ducmV2LnhtbERP3WrCMBS+F3yHcITdabpORbpGEaUwxm50e4BDc9Z0&#10;bU5KEmv39stgsLvz8f2e8jDZXozkQ+tYweMqA0FcO91yo+DjvVruQISIrLF3TAq+KcBhP5+VWGh3&#10;5wuN19iIFMKhQAUmxqGQMtSGLIaVG4gT9+m8xZigb6T2eE/htpd5lm2lxZZTg8GBTobq7nqzCqrX&#10;/G3sbtpX7jitLW3M1+5slHpYTMdnEJGm+C/+c7/oNH+dP23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fdo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Xm0MIA&#10;AADeAAAADwAAAGRycy9kb3ducmV2LnhtbERP22rCQBB9L/gPywh9q5vEK6mbIIKlPhr9gCE7TYLZ&#10;2ZhdTfz7bqHg2xzOdbb5aFrxoN41lhXEswgEcWl1w5WCy/nwsQHhPLLG1jIpeJKDPJu8bTHVduAT&#10;PQpfiRDCLkUFtfddKqUrazLoZrYjDtyP7Q36APtK6h6HEG5amUTRShpsODTU2NG+pvJa3I2CxXP4&#10;uhXLa3TQhuLjvDuyL5dKvU/H3ScIT6N/if/d3zrMXyTzNfy9E26Q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lebQ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hkDcYA&#10;AADeAAAADwAAAGRycy9kb3ducmV2LnhtbESPQWvCQBCF70L/wzIFb7ppFLGpq0jFUjxpansesmMS&#10;mp0N2VXjv3cOgrcZ3pv3vlmseteoC3Wh9mzgbZyAIi68rbk0cPzZjuagQkS22HgmAzcKsFq+DBaY&#10;WX/lA13yWCoJ4ZChgSrGNtM6FBU5DGPfEot28p3DKGtXatvhVcJdo9MkmWmHNUtDhS19VlT852dn&#10;4Dz7S4982tl9vrl9vW+266B/S2OGr/36A1SkPj7Nj+tvK/jTdCK88o7MoJ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hkD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txi8YA&#10;AADeAAAADwAAAGRycy9kb3ducmV2LnhtbERPS2vCQBC+F/oflhF6qxsfBI2uUgWheqjUx8HbmB2T&#10;tNnZmF01/feuUPA2H99zxtPGlOJKtSssK+i0IxDEqdUFZwp228X7AITzyBpLy6TgjxxMJ68vY0y0&#10;vfE3XTc+EyGEXYIKcu+rREqX5mTQtW1FHLiTrQ36AOtM6hpvIdyUshtFsTRYcGjIsaJ5Tunv5mIU&#10;7NeDeLieLfs/q68j9ow+H3QRK/XWaj5GIDw1/in+d3/qML/f7Q3h8U64QU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itxi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48/8cA&#10;AADeAAAADwAAAGRycy9kb3ducmV2LnhtbESPT2vCQBDF7wW/wzIFb3XTGERSV6ktVfHkn0KvQ3aa&#10;hGZnQ3ar0U/vHARvM8yb995vtuhdo07UhdqzgddRAoq48Lbm0sD38etlCipEZIuNZzJwoQCL+eBp&#10;hrn1Z97T6RBLJSYccjRQxdjmWoeiIodh5Ftiuf36zmGUtSu17fAs5q7RaZJMtMOaJaHClj4qKv4O&#10;/87AdfKDu7BOl59jG+mSTVd+u1sZM3zu399ARerjQ3z/3lipn6WZAAiOzKDn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/uPP/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vwysMA&#10;AADeAAAADwAAAGRycy9kb3ducmV2LnhtbERPzWrCQBC+C32HZQq96SYhFpu6SikKvamxDzBkp5tg&#10;djbJrpr26V1B6G0+vt9ZrkfbigsNvnGsIJ0lIIgrpxs2Cr6P2+kChA/IGlvHpOCXPKxXT5MlFtpd&#10;+UCXMhgRQ9gXqKAOoSuk9FVNFv3MdcSR+3GDxRDhYKQe8BrDbSuzJHmVFhuODTV29FlTdSrPVkHv&#10;srkeyw3uTpu3fWNM3v8dcqVensePdxCBxvAvfri/dJyfZ3kK93fiDX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pvwy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UIVsMA&#10;AADeAAAADwAAAGRycy9kb3ducmV2LnhtbERPyW7CMBC9I/UfrKnUGzhNWQMGtUhIXKEcOA72kKSN&#10;x2lsIPD1GAmpt3l668wWra3EmRpfOlbw3ktAEGtnSs4V7L5X3TEIH5ANVo5JwZU8LOYvnRlmxl14&#10;Q+dtyEUMYZ+hgiKEOpPS64Is+p6riSN3dI3FEGGTS9PgJYbbSqZJMpQWS44NBda0LEj/bk9Wwbo8&#10;0GCojxM7/tKb/e0vfIx+jFJvr+3nFESgNvyLn+61ifP7aT+FxzvxBj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UIV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hUGsYA&#10;AADeAAAADwAAAGRycy9kb3ducmV2LnhtbERP0WrCQBB8L/gPxwp9qxejFBs9pRYExSrUFn1dcmsu&#10;mNsLuWuMf+8VCr7N7uzM7MwWna1ES40vHSsYDhIQxLnTJRcKfr5XLxMQPiBrrByTght5WMx7TzPM&#10;tLvyF7WHUIhowj5DBSaEOpPS54Ys+oGriSN3do3FEMemkLrBazS3lUyT5FVaLDkmGKzpw1B+Ofxa&#10;BS3ub8nJLHdvm/IzT/fL41bHvXrud+9TEIG68Dj+V691fH+cjkfwVydi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hUG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wT9MIA&#10;AADeAAAADwAAAGRycy9kb3ducmV2LnhtbERPTUvDQBC9C/6HZQRvdtMQRGK3RQoVjzZ66HHMTrOp&#10;2Zmwuzaxv94VBG/zeJ+z2sx+UGcKsRc2sFwUoIhbsT13Bt7fdncPoGJCtjgIk4FvirBZX1+tsLYy&#10;8Z7OTepUDuFYowGX0lhrHVtHHuNCRuLMHSV4TBmGTtuAUw73gy6L4l577Dk3OBxp66j9bL68gem5&#10;/TiVx4N1lzDKrnmVUzmIMbc389MjqERz+hf/uV9snl+VVQW/7+Qb9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fBP0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imeMUA&#10;AADeAAAADwAAAGRycy9kb3ducmV2LnhtbERP22oCMRB9L/QfwhR8q1kXrbI1ilco0lK0+j7djLvb&#10;JpNlE3X790Yo+DaHc53xtLVGnKnxlWMFvW4Cgjh3uuJCwf5r/TwC4QOyRuOYFPyRh+nk8WGMmXYX&#10;3tJ5FwoRQ9hnqKAMoc6k9HlJFn3X1cSRO7rGYoiwKaRu8BLDrZFpkrxIixXHhhJrWpSU/+5OVsH6&#10;c2l+0o/t7CDDYjX8NqPNfPmuVOepnb2CCNSGu/jf/abj/H7aH8DtnXiDn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KZ4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zlm8YA&#10;AADeAAAADwAAAGRycy9kb3ducmV2LnhtbERP32vCMBB+H/g/hBP2IpraOZHOWGQwdOBgU8HXs7m1&#10;xeZSkqx2//0iCHu7j+/nLfPeNKIj52vLCqaTBARxYXXNpYLj4W28AOEDssbGMin4JQ/5avCwxEzb&#10;K39Rtw+liCHsM1RQhdBmUvqiIoN+YlviyH1bZzBE6EqpHV5juGlkmiRzabDm2FBhS68VFZf9j1HQ&#10;fe7O5bbz7ftlMfLPT+fN5kOflHoc9usXEIH68C++u7c6zp+lsznc3ok3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zlm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w+HcYA&#10;AADeAAAADwAAAGRycy9kb3ducmV2LnhtbERPTWvCQBC9C/0Pywi96cYQrU1dpRYEL0K1PdTbmJ0m&#10;wexsurvV6K/vCkJv83ifM1t0phEncr62rGA0TEAQF1bXXCr4/FgNpiB8QNbYWCYFF/KwmD/0Zphr&#10;e+YtnXahFDGEfY4KqhDaXEpfVGTQD21LHLlv6wyGCF0ptcNzDDeNTJNkIg3WHBsqbOmtouK4+zUK&#10;ls/T5c97xpvr9rCn/dfhOE5dotRjv3t9ARGoC//iu3ut4/wszZ7g9k68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w+HcYAAADeAAAADwAAAAAAAAAAAAAAAACYAgAAZHJz&#10;L2Rvd25yZXYueG1sUEsFBgAAAAAEAAQA9QAAAIsDAAAAAA==&#10;" fillcolor="black" stroked="f"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Ckb8kA&#10;AADeAAAADwAAAGRycy9kb3ducmV2LnhtbESPT2/CMAzF75P2HSJP2m2kqxhChYBgf6RJYwfYDjua&#10;xrRRG6dqMuj26fEBiZut9/zez/Pl4Ft1pD66wAYeRxko4jJYx5WB76+3hymomJAttoHJwB9FWC5u&#10;b+ZY2HDiLR13qVISwrFAA3VKXaF1LGvyGEehIxbtEHqPSda+0rbHk4T7VudZNtEeHUtDjR0911Q2&#10;u19v4Odj4qZbR/l+879+tZunZv350hhzfzesZqASDelqvly/W8Ef52PhlXdkBr0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JCkb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5sxsQA&#10;AADeAAAADwAAAGRycy9kb3ducmV2LnhtbERPTWsCMRC9C/6HMIK3brYiYrdGEUuxlx6qLb0Om+lm&#10;u5vJmkRd/fWmUPA2j/c5i1VvW3EiH2rHCh6zHARx6XTNlYLP/evDHESIyBpbx6TgQgFWy+FggYV2&#10;Z/6g0y5WIoVwKFCBibErpAylIYshcx1x4n6ctxgT9JXUHs8p3LZykuczabHm1GCwo42hstkdrQK/&#10;/n5prnz8avLr+yVsf/vDHI1S41G/fgYRqY938b/7Taf508n0Cf7eST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mObM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zlzccA&#10;AADeAAAADwAAAGRycy9kb3ducmV2LnhtbESP3UoDQQyF7wt9hyEFb8TOuvi7dlpEEARLobUPEHfi&#10;7uJMZtmJ7danNxdC7xJycs75FqsxBnOgIXeJHVzPCzDEdfIdNw72H69XD2CyIHsMicnBiTKsltPJ&#10;Aiufjrylw04aoyacK3TQivSVtbluKWKep55Yb19piCi6Do31Ax7VPAZbFsWdjdixJrTY00tL9ffu&#10;JzoI5Wd4fL/Paznt7br4jbK93HjnLmbj8xMYoVHO4v/vN6/1b8pbBVAcncE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4c5c3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ABDMUA&#10;AADeAAAADwAAAGRycy9kb3ducmV2LnhtbERPTWsCMRC9F/ofwhR6q1mXtpTVKG1F2EsPbhWv42bc&#10;LCaTZZPq6q83gtDbPN7nTOeDs+JIfWg9KxiPMhDEtdctNwrWv8uXDxAhImu0nknBmQLMZ48PUyy0&#10;P/GKjlVsRArhUKACE2NXSBlqQw7DyHfEidv73mFMsG+k7vGUwp2VeZa9S4ctpwaDHX0bqg/Vn1Ow&#10;qDqbr0vzFbabn93OlpclbRdKPT8NnxMQkYb4L767S53mv+ZvY7i9k26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gAEM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ctTcQA&#10;AADeAAAADwAAAGRycy9kb3ducmV2LnhtbERPyWrDMBC9F/IPYgK9NVJNkxQ3sgmhgUBOzXLIbZAm&#10;tlNrZCw1dv++KhR6m8dbZ1WOrhV36kPjWcPzTIEgNt42XGk4HbdPryBCRLbYeiYN3xSgLCYPK8yt&#10;H/iD7odYiRTCIUcNdYxdLmUwNTkMM98RJ+7qe4cxwb6StschhbtWZkotpMOGU0ONHW1qMp+HL6fh&#10;tpV7bxSa8+k87Ozy8r6gVmn9OB3XbyAijfFf/Ofe2TT/JZtn8PtOukEW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XLU3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N7scQA&#10;AADeAAAADwAAAGRycy9kb3ducmV2LnhtbERPS2vCQBC+F/wPywjedGNsRaKraKEgLT34QDyO2TEJ&#10;yc6G3VXTf98tCL3Nx/ecxaozjbiT85VlBeNRAoI4t7riQsHx8DGcgfABWWNjmRT8kIfVsveywEzb&#10;B+/ovg+FiCHsM1RQhtBmUvq8JIN+ZFviyF2tMxgidIXUDh8x3DQyTZKpNFhxbCixpfeS8np/MwrO&#10;ty++fk8+124TTrY7+Dq9zGqlBv1uPQcRqAv/4qd7q+P81/RtAn/vxBv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ze7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c2t8YA&#10;AADeAAAADwAAAGRycy9kb3ducmV2LnhtbERPTWvCQBC9C/0PyxR6M5uGKDZ1lSoIvRSq9lBvY3aa&#10;BLOz6e5Wo7/eLQje5vE+ZzrvTSuO5HxjWcFzkoIgLq1uuFLwtV0NJyB8QNbYWiYFZ/Iwnz0Mplho&#10;e+I1HTehEjGEfYEK6hC6Qkpf1mTQJ7YjjtyPdQZDhK6S2uEphptWZmk6lgYbjg01drSsqTxs/oyC&#10;xctk8fuZ88dlvd/R7nt/GGUuVerpsX97BRGoD3fxzf2u4/w8G+Xw/068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cc2t8YAAADeAAAADwAAAAAAAAAAAAAAAACYAgAAZHJz&#10;L2Rvd25yZXYueG1sUEsFBgAAAAAEAAQA9QAAAIsDAAAAAA==&#10;" fillcolor="black" stroked="f"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2YhsQA&#10;AADeAAAADwAAAGRycy9kb3ducmV2LnhtbERPTUsDMRC9F/wPYQRvbdZqpaxNy1IoiqdtVXqdbsbN&#10;4mayJGm6/nsjCL3N433OajPaXiTyoXOs4H5WgCBunO64VfDxvpsuQYSIrLF3TAp+KMBmfTNZYand&#10;hfeUDrEVOYRDiQpMjEMpZWgMWQwzNxBn7st5izFD30rt8ZLDbS/nRfEkLXacGwwOtDXUfB/OVkE6&#10;bevqIR2T2b/5qvWufvk81Urd3Y7VM4hIY7yK/92vOs9/nC8W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E9mIb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NC+MUA&#10;AADeAAAADwAAAGRycy9kb3ducmV2LnhtbERPTWvCQBC9F/wPywje6kaxoY2uUkRL7cU2Cu1xyI7Z&#10;0OxsyG5j9Ne7hUJv83ifs1j1thYdtb5yrGAyTkAQF05XXCo4Hrb3jyB8QNZYOyYFF/KwWg7uFphp&#10;d+YP6vJQihjCPkMFJoQmk9IXhiz6sWuII3dyrcUQYVtK3eI5httaTpMklRYrjg0GG1obKr7zH6vA&#10;T9abzzd7feq+Xgzv851J30uj1GjYP89BBOrDv/jP/arj/Nn0IYXfd+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Q0L4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55851" w:rsidRDefault="00A55851" w:rsidP="00A558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A55851" w:rsidRDefault="00A55851" w:rsidP="00A55851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en-US"/>
        </w:rPr>
      </w:pPr>
      <w:r>
        <w:rPr>
          <w:rFonts w:ascii="Times New Roman" w:eastAsia="Calibri" w:hAnsi="Times New Roman" w:cs="Times New Roman"/>
          <w:b/>
          <w:lang w:eastAsia="en-US"/>
        </w:rPr>
        <w:t>РІШЕННЯ</w:t>
      </w:r>
    </w:p>
    <w:p w:rsidR="00A55851" w:rsidRDefault="00A55851" w:rsidP="00A5585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A55851" w:rsidRDefault="00A55851" w:rsidP="00A55851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A55851" w:rsidRDefault="00A55851" w:rsidP="00A5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.07. 2021р.                                                   Крупець                                           №_____</w:t>
      </w: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sz w:val="24"/>
          <w:lang w:eastAsia="en-US"/>
        </w:rPr>
      </w:pP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О.П</w:t>
      </w:r>
    </w:p>
    <w:p w:rsidR="00A55851" w:rsidRDefault="00A55851" w:rsidP="00A55851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A55851" w:rsidRDefault="00A55851" w:rsidP="00A5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О.П,  сільська рада</w:t>
      </w:r>
    </w:p>
    <w:p w:rsidR="00A55851" w:rsidRDefault="00A55851" w:rsidP="00A5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A55851" w:rsidRDefault="00A55851" w:rsidP="00A5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55851" w:rsidRDefault="00A55851" w:rsidP="00A5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45D21" w:rsidRPr="00145D21">
        <w:rPr>
          <w:rFonts w:ascii="Times New Roman" w:eastAsia="Calibri" w:hAnsi="Times New Roman" w:cs="Times New Roman"/>
          <w:sz w:val="24"/>
          <w:lang w:eastAsia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 земельна ділянка  розташована Хмельницька область,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A55851" w:rsidRDefault="00A55851" w:rsidP="00A5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О.П. 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55851" w:rsidRDefault="00A55851" w:rsidP="00A5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55851" w:rsidRDefault="00A55851" w:rsidP="00A558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55851" w:rsidRDefault="00A55851" w:rsidP="00A558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55851" w:rsidRDefault="00A55851" w:rsidP="00A5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55851" w:rsidRPr="00A55851" w:rsidRDefault="00A55851" w:rsidP="00A5585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124BE7" w:rsidRPr="00A55851" w:rsidRDefault="00A55851" w:rsidP="00A5585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Валерій  МИХАЛЮК </w:t>
      </w:r>
    </w:p>
    <w:sectPr w:rsidR="00124BE7" w:rsidRPr="00A5585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851"/>
    <w:rsid w:val="00124BE7"/>
    <w:rsid w:val="00145D21"/>
    <w:rsid w:val="00A55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5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85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265</Words>
  <Characters>1517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2021-07-19T05:40:00Z</dcterms:created>
  <dcterms:modified xsi:type="dcterms:W3CDTF">2021-07-19T06:26:00Z</dcterms:modified>
</cp:coreProperties>
</file>