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2AD" w:rsidRDefault="00A272AD" w:rsidP="00A272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272AD" w:rsidRDefault="00A272AD" w:rsidP="00A272AD"/>
    <w:p w:rsidR="00A272AD" w:rsidRDefault="00A272AD" w:rsidP="00A272AD"/>
    <w:p w:rsidR="00A272AD" w:rsidRDefault="00A272AD" w:rsidP="00A272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272AD" w:rsidRDefault="00A272AD" w:rsidP="00A272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272AD" w:rsidRDefault="00A272AD" w:rsidP="00A272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272AD" w:rsidRDefault="00A272AD" w:rsidP="00A272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272AD" w:rsidRDefault="00A272AD" w:rsidP="00A272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2AD" w:rsidRDefault="00A272AD" w:rsidP="00A272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272AD" w:rsidRDefault="00A272AD" w:rsidP="00A272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272AD" w:rsidRDefault="00A272AD" w:rsidP="00A272A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272AD" w:rsidRDefault="00A272AD" w:rsidP="00A272A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272AD" w:rsidRDefault="00A272AD" w:rsidP="00A272A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A272AD" w:rsidRPr="00071979" w:rsidRDefault="00A272AD" w:rsidP="00A272AD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A272AD" w:rsidRPr="00071979" w:rsidRDefault="00A272AD" w:rsidP="00A272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7197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A272AD" w:rsidRPr="00071979" w:rsidRDefault="00A272AD" w:rsidP="00A272A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A272AD" w:rsidRPr="00071979" w:rsidRDefault="00A272AD" w:rsidP="00A272AD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71979">
        <w:rPr>
          <w:rFonts w:ascii="Times New Roman" w:hAnsi="Times New Roman" w:cs="Times New Roman"/>
          <w:b/>
          <w:sz w:val="24"/>
          <w:szCs w:val="24"/>
        </w:rPr>
        <w:t>Гетьману</w:t>
      </w:r>
      <w:proofErr w:type="spellEnd"/>
      <w:r w:rsidRPr="00071979">
        <w:rPr>
          <w:rFonts w:ascii="Times New Roman" w:hAnsi="Times New Roman" w:cs="Times New Roman"/>
          <w:b/>
          <w:sz w:val="24"/>
          <w:szCs w:val="24"/>
        </w:rPr>
        <w:t xml:space="preserve"> О.Г.</w:t>
      </w:r>
    </w:p>
    <w:p w:rsidR="00A272AD" w:rsidRPr="00071979" w:rsidRDefault="00A272AD" w:rsidP="00A272A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272AD" w:rsidRPr="00071979" w:rsidRDefault="00A272AD" w:rsidP="00A272A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07197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proofErr w:type="gramEnd"/>
      <w:r w:rsidRPr="00071979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Гетьмана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О.Г.,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A272AD" w:rsidRPr="00071979" w:rsidRDefault="00A272AD" w:rsidP="00A272A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>ВИРІШИЛА:</w:t>
      </w:r>
    </w:p>
    <w:p w:rsidR="00A272AD" w:rsidRPr="00071979" w:rsidRDefault="00A272AD" w:rsidP="00A272A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Гетьману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Григоровичу проект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для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1,9169 га, яка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рада за межами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пункту села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>.</w:t>
      </w:r>
    </w:p>
    <w:p w:rsidR="00A272AD" w:rsidRPr="00071979" w:rsidRDefault="00A272AD" w:rsidP="00A272A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Гетьману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Григоровичу,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: </w:t>
      </w:r>
      <w:r w:rsidR="003F6476">
        <w:rPr>
          <w:rFonts w:ascii="Times New Roman" w:hAnsi="Times New Roman" w:cs="Times New Roman"/>
          <w:sz w:val="24"/>
          <w:szCs w:val="24"/>
          <w:lang w:val="en-US"/>
        </w:rPr>
        <w:t>___________________</w:t>
      </w:r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3F6476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07197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0,9169 га,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номер: 6823986800:06:008:0078, для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рада за межами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пункту села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>.</w:t>
      </w:r>
    </w:p>
    <w:p w:rsidR="00A272AD" w:rsidRPr="00071979" w:rsidRDefault="00A272AD" w:rsidP="00A272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Гетьману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О.Г.,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71979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A272AD" w:rsidRPr="00071979" w:rsidRDefault="00A272AD" w:rsidP="00A272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71979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7197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7197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A272AD" w:rsidRPr="00A272AD" w:rsidRDefault="00A272AD" w:rsidP="00A272A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40414" w:rsidRPr="00A272AD" w:rsidRDefault="00A272AD" w:rsidP="00A272A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7197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071979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071979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40414" w:rsidRPr="00A272AD" w:rsidSect="00A272AD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2AD"/>
    <w:rsid w:val="00040414"/>
    <w:rsid w:val="00171A2E"/>
    <w:rsid w:val="00304C90"/>
    <w:rsid w:val="003F6476"/>
    <w:rsid w:val="00505B6D"/>
    <w:rsid w:val="006D3977"/>
    <w:rsid w:val="007D6C18"/>
    <w:rsid w:val="00A272A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296</Words>
  <Characters>1690</Characters>
  <Application>Microsoft Office Word</Application>
  <DocSecurity>0</DocSecurity>
  <Lines>14</Lines>
  <Paragraphs>3</Paragraphs>
  <ScaleCrop>false</ScaleCrop>
  <Company>Microsoft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2020-06-23T13:06:00Z</dcterms:created>
  <dcterms:modified xsi:type="dcterms:W3CDTF">2020-06-23T15:47:00Z</dcterms:modified>
</cp:coreProperties>
</file>