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D3" w:rsidRPr="00E2009A" w:rsidRDefault="007957D3" w:rsidP="007957D3">
      <w:pPr>
        <w:tabs>
          <w:tab w:val="left" w:pos="2160"/>
        </w:tabs>
        <w:spacing w:after="0"/>
        <w:jc w:val="right"/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7957D3" w:rsidRDefault="007957D3" w:rsidP="007957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57D3" w:rsidRDefault="00E93E4B" w:rsidP="007957D3">
      <w:pPr>
        <w:jc w:val="both"/>
        <w:rPr>
          <w:rFonts w:ascii="Times New Roman" w:hAnsi="Times New Roman" w:cs="Times New Roman"/>
        </w:rPr>
      </w:pPr>
      <w:r w:rsidRPr="00E93E4B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957D3" w:rsidRDefault="007957D3" w:rsidP="007957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957D3" w:rsidRDefault="007957D3" w:rsidP="00795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57D3" w:rsidRDefault="007957D3" w:rsidP="007957D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57D3" w:rsidRDefault="007957D3" w:rsidP="00795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57D3" w:rsidRDefault="007957D3" w:rsidP="00795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957D3" w:rsidRDefault="007957D3" w:rsidP="007957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957D3" w:rsidRDefault="007957D3" w:rsidP="00795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957D3" w:rsidRDefault="007957D3" w:rsidP="00795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957D3" w:rsidRDefault="007957D3" w:rsidP="00795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57D3" w:rsidRDefault="007957D3" w:rsidP="00795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957D3" w:rsidRDefault="007957D3" w:rsidP="00795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57D3" w:rsidRDefault="007957D3" w:rsidP="007957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957D3" w:rsidRDefault="007957D3" w:rsidP="007957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957D3" w:rsidRDefault="007957D3" w:rsidP="007957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957D3" w:rsidRPr="003C4F33" w:rsidRDefault="007957D3" w:rsidP="007957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№83</w:t>
      </w:r>
    </w:p>
    <w:p w:rsidR="007957D3" w:rsidRPr="003C4F33" w:rsidRDefault="007957D3" w:rsidP="007957D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957D3" w:rsidRPr="00600A84" w:rsidRDefault="007957D3" w:rsidP="00795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7D3" w:rsidRPr="00600A84" w:rsidRDefault="007957D3" w:rsidP="007957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0A84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7957D3" w:rsidRPr="00600A84" w:rsidRDefault="007957D3" w:rsidP="007957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0A84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7957D3" w:rsidRPr="00600A84" w:rsidRDefault="007957D3" w:rsidP="007957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0A84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7957D3" w:rsidRPr="00600A84" w:rsidRDefault="007957D3" w:rsidP="007957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0A84">
        <w:rPr>
          <w:rFonts w:ascii="Times New Roman" w:hAnsi="Times New Roman" w:cs="Times New Roman"/>
          <w:b/>
          <w:sz w:val="24"/>
          <w:szCs w:val="24"/>
        </w:rPr>
        <w:t>в натурі (на місцевості) Марченко В.П.</w:t>
      </w:r>
    </w:p>
    <w:p w:rsidR="007957D3" w:rsidRPr="00600A84" w:rsidRDefault="007957D3" w:rsidP="007957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957D3" w:rsidRPr="00600A84" w:rsidRDefault="007957D3" w:rsidP="007957D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84">
        <w:rPr>
          <w:rFonts w:ascii="Times New Roman" w:hAnsi="Times New Roman" w:cs="Times New Roman"/>
          <w:sz w:val="24"/>
          <w:szCs w:val="24"/>
        </w:rPr>
        <w:t xml:space="preserve">          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 розглянувши заяву  Марченко В.П., сільська рада</w:t>
      </w:r>
    </w:p>
    <w:p w:rsidR="007957D3" w:rsidRPr="00600A84" w:rsidRDefault="007957D3" w:rsidP="007957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84">
        <w:rPr>
          <w:rFonts w:ascii="Times New Roman" w:hAnsi="Times New Roman" w:cs="Times New Roman"/>
          <w:sz w:val="24"/>
          <w:szCs w:val="24"/>
        </w:rPr>
        <w:t>ВИРІШИЛА:</w:t>
      </w:r>
    </w:p>
    <w:p w:rsidR="007957D3" w:rsidRPr="00600A84" w:rsidRDefault="007957D3" w:rsidP="007957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84">
        <w:rPr>
          <w:rFonts w:ascii="Times New Roman" w:hAnsi="Times New Roman" w:cs="Times New Roman"/>
          <w:sz w:val="24"/>
          <w:szCs w:val="24"/>
        </w:rPr>
        <w:t xml:space="preserve">        1.Затвердити  Марченко Віталію Петровичу, який зареєстрований за адресою: </w:t>
      </w:r>
      <w:r w:rsidR="001D3AB7" w:rsidRPr="001D3AB7">
        <w:rPr>
          <w:rFonts w:ascii="Times New Roman" w:hAnsi="Times New Roman" w:cs="Times New Roman"/>
          <w:sz w:val="24"/>
          <w:szCs w:val="24"/>
        </w:rPr>
        <w:t>____________</w:t>
      </w:r>
      <w:r w:rsidRPr="00600A84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1D3AB7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r w:rsidRPr="00600A84">
        <w:rPr>
          <w:rFonts w:ascii="Times New Roman" w:hAnsi="Times New Roman" w:cs="Times New Roman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 площею 0,2744 га, (кадастровий номер 6823982100:01:004:0036), для ведення особистого селянського господарства),  земельна ділянка  розташована Хмельницька область, Славутський район,  с.Головлі.</w:t>
      </w:r>
    </w:p>
    <w:p w:rsidR="007957D3" w:rsidRPr="00600A84" w:rsidRDefault="007957D3" w:rsidP="007957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84">
        <w:rPr>
          <w:rFonts w:ascii="Times New Roman" w:hAnsi="Times New Roman" w:cs="Times New Roman"/>
          <w:sz w:val="24"/>
          <w:szCs w:val="24"/>
        </w:rPr>
        <w:t xml:space="preserve">  2. Марченко В.П., посвідчити своє право  в  установленому  законом  порядку.</w:t>
      </w:r>
    </w:p>
    <w:p w:rsidR="007957D3" w:rsidRPr="007957D3" w:rsidRDefault="007957D3" w:rsidP="007957D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00A84">
        <w:rPr>
          <w:rFonts w:ascii="Times New Roman" w:hAnsi="Times New Roman" w:cs="Times New Roman"/>
          <w:sz w:val="24"/>
          <w:szCs w:val="24"/>
        </w:rPr>
        <w:t xml:space="preserve">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957D3" w:rsidRPr="007957D3" w:rsidRDefault="007957D3" w:rsidP="007957D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957D3" w:rsidRPr="00600A84" w:rsidRDefault="007957D3" w:rsidP="007957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6BB" w:rsidRPr="007957D3" w:rsidRDefault="007957D3" w:rsidP="007957D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00A84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В.А.Михалюк</w:t>
      </w:r>
    </w:p>
    <w:sectPr w:rsidR="000916BB" w:rsidRPr="007957D3" w:rsidSect="007957D3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defaultTabStop w:val="720"/>
  <w:characterSpacingControl w:val="doNotCompress"/>
  <w:compat>
    <w:useFELayout/>
  </w:compat>
  <w:rsids>
    <w:rsidRoot w:val="007957D3"/>
    <w:rsid w:val="000916BB"/>
    <w:rsid w:val="00130C3A"/>
    <w:rsid w:val="00171A2E"/>
    <w:rsid w:val="001D3AB7"/>
    <w:rsid w:val="00304C90"/>
    <w:rsid w:val="00505B6D"/>
    <w:rsid w:val="006D3977"/>
    <w:rsid w:val="007957D3"/>
    <w:rsid w:val="007D6C18"/>
    <w:rsid w:val="00B52020"/>
    <w:rsid w:val="00D1641A"/>
    <w:rsid w:val="00E93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7D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257</Words>
  <Characters>1470</Characters>
  <Application>Microsoft Office Word</Application>
  <DocSecurity>0</DocSecurity>
  <Lines>12</Lines>
  <Paragraphs>3</Paragraphs>
  <ScaleCrop>false</ScaleCrop>
  <Company>Microsoft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2019-12-17T14:14:00Z</dcterms:created>
  <dcterms:modified xsi:type="dcterms:W3CDTF">2019-12-18T07:01:00Z</dcterms:modified>
</cp:coreProperties>
</file>