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5F8" w:rsidRPr="006579DF" w:rsidRDefault="002175F8" w:rsidP="002175F8">
      <w:pPr>
        <w:pStyle w:val="HTML0"/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205C478" wp14:editId="724EF726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637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638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75F8" w:rsidRDefault="002175F8" w:rsidP="002175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39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175F8" w:rsidRDefault="002175F8" w:rsidP="002175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40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75F8" w:rsidRDefault="002175F8" w:rsidP="002175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41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175F8" w:rsidRDefault="002175F8" w:rsidP="002175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42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75F8" w:rsidRDefault="002175F8" w:rsidP="002175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43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175F8" w:rsidRDefault="002175F8" w:rsidP="002175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44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75F8" w:rsidRDefault="002175F8" w:rsidP="002175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45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175F8" w:rsidRDefault="002175F8" w:rsidP="002175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46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75F8" w:rsidRDefault="002175F8" w:rsidP="002175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47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175F8" w:rsidRDefault="002175F8" w:rsidP="002175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48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75F8" w:rsidRDefault="002175F8" w:rsidP="002175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49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175F8" w:rsidRDefault="002175F8" w:rsidP="002175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50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75F8" w:rsidRDefault="002175F8" w:rsidP="002175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51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175F8" w:rsidRDefault="002175F8" w:rsidP="002175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52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75F8" w:rsidRDefault="002175F8" w:rsidP="002175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53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175F8" w:rsidRDefault="002175F8" w:rsidP="002175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54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75F8" w:rsidRDefault="002175F8" w:rsidP="002175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55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175F8" w:rsidRDefault="002175F8" w:rsidP="002175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56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75F8" w:rsidRDefault="002175F8" w:rsidP="002175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57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175F8" w:rsidRDefault="002175F8" w:rsidP="002175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58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75F8" w:rsidRDefault="002175F8" w:rsidP="002175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59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75F8" w:rsidRDefault="002175F8" w:rsidP="002175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60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75F8" w:rsidRDefault="002175F8" w:rsidP="002175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61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75F8" w:rsidRDefault="002175F8" w:rsidP="002175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62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75F8" w:rsidRDefault="002175F8" w:rsidP="002175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63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75F8" w:rsidRDefault="002175F8" w:rsidP="002175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64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75F8" w:rsidRDefault="002175F8" w:rsidP="002175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65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75F8" w:rsidRDefault="002175F8" w:rsidP="002175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66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75F8" w:rsidRDefault="002175F8" w:rsidP="002175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67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75F8" w:rsidRDefault="002175F8" w:rsidP="002175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fEVqncAAEBZBAAOAAAAZHJzL2Uyb0RvYy54bWzsfW1uJsmR3n8DvsML/hTQw8r6roZaC2l6&#10;WjAwXgvQ6wOwSXaTMJtvm+RMt3axgAEfwRfZG/gKuzfyE5mRWZlkRUSpNWMIixwBU9QwGJUZkR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2rtb4A&#10;AADdAAAADwAAAGRycy9kb3ducmV2LnhtbERPvQrCMBDeBd8hnOCmqRZUqlFEVBwEsep+NGdbbC6l&#10;iVrf3gyC48f3v1i1phIvalxpWcFoGIEgzqwuOVdwvewGMxDOI2usLJOCDzlYLbudBSbavvlMr9Tn&#10;IoSwS1BB4X2dSOmyggy6oa2JA3e3jUEfYJNL3eA7hJtKjqNoIg2WHBoKrGlTUPZIn0aBjfeH4y0f&#10;n+MtTz2vT7P7rT0q1e+16zkIT63/i3/ug1YQT+IwN7wJT0Auv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2dq7W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175F8" w:rsidRDefault="002175F8" w:rsidP="002175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fKIMgA&#10;AADdAAAADwAAAGRycy9kb3ducmV2LnhtbESPQWsCMRSE74X+h/AKXqRmW2GtW6OIsNp6ELSFXh+b&#10;183WzcuSRN3665tCocdhZr5hZovetuJMPjSOFTyMMhDEldMN1wre38r7JxAhImtsHZOCbwqwmN/e&#10;zLDQ7sJ7Oh9iLRKEQ4EKTIxdIWWoDFkMI9cRJ+/TeYsxSV9L7fGS4LaVj1mWS4sNpwWDHa0MVcfD&#10;ySr4KnfmYzW5rv1wuqfrsNxu2tdcqcFdv3wGEamP/+G/9otWMM7HU/h9k56AnP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Qx8og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175F8" w:rsidRDefault="002175F8" w:rsidP="002175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Nyv8EA&#10;AADdAAAADwAAAGRycy9kb3ducmV2LnhtbERPzWrCQBC+F3yHZQpeSt1URUrqKiIq4kXUPsCQHbOh&#10;2dmQ3Zr49s5B8Pjx/c+Xva/VjdpYBTbwNcpAERfBVlwa+L1sP79BxYRssQ5MBu4UYbkYvM0xt6Hj&#10;E93OqVQSwjFHAy6lJtc6Fo48xlFoiIW7htZjEtiW2rbYSbiv9TjLZtpjxdLgsKG1o+Lv/O+l5DjB&#10;4+HaXba7HjvcHBx/rE7GDN/71Q+oRH16iZ/uvTUwmU1lv7yRJ6A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gjcr/BAAAA3Q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175F8" w:rsidRDefault="002175F8" w:rsidP="002175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tQChMYA&#10;AADdAAAADwAAAGRycy9kb3ducmV2LnhtbESPQUsDMRSE70L/Q3iCN5ttrausTUupCkXowSqIt8fm&#10;dXdx8xKSZ3f996YgeBxm5htmuR5dr04UU+fZwGxagCKuve24MfD+9nx9DyoJssXeMxn4oQTr1eRi&#10;iZX1A7/S6SCNyhBOFRpoRUKldapbcpimPhBn7+ijQ8kyNtpGHDLc9XpeFKV22HFeaDHQtqX66/Dt&#10;DOyHp/ByV94ew2dczHV6tPKxFWOuLsfNAyihUf7Df+2dNXBTLmZwfpOfgF7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tQCh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175F8" w:rsidRDefault="002175F8" w:rsidP="002175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1JU8QA&#10;AADdAAAADwAAAGRycy9kb3ducmV2LnhtbESP32rCMBTG7we+QziCN0PT6ZBRjaWIyuhNUfcAh+bY&#10;FJuT0mS2vv0yGOzy4/vz49tmo23Fg3rfOFbwtkhAEFdON1wr+Loe5x8gfEDW2DomBU/ykO0mL1tM&#10;tRv4TI9LqEUcYZ+iAhNCl0rpK0MW/cJ1xNG7ud5iiLKvpe5xiOO2lcskWUuLDUeCwY72hqr75dtG&#10;SLnCsrgN1+NpxAEPheHX/KzUbDrmGxCBxvAf/mt/agWr9fsSft/EJyB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e9SVP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175F8" w:rsidRDefault="002175F8" w:rsidP="002175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o5aMYA&#10;AADdAAAADwAAAGRycy9kb3ducmV2LnhtbESPQUsDMRSE70L/Q3gFbzZrW1dZmxapCiL00FYQb4/N&#10;6+7i5iUkz+76740geBxm5htmtRldr84UU+fZwPWsAEVce9txY+Dt+Hx1ByoJssXeMxn4pgSb9eRi&#10;hZX1A+/pfJBGZQinCg20IqHSOtUtOUwzH4izd/LRoWQZG20jDhnuej0vilI77DgvtBho21L9efhy&#10;BnbDU3i9LW9O4SMu5zo9WnnfijGX0/HhHpTQKP/hv/aLNbAolwv4fZOfgF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Uo5aM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175F8" w:rsidRDefault="002175F8" w:rsidP="002175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MBYsYA&#10;AADdAAAADwAAAGRycy9kb3ducmV2LnhtbESP3WoCMRSE74W+QziF3pSa9ZeyNYoKoYKC1BZ6e9gc&#10;d5duTpYkdbdvb4SCl8PMfMMsVr1txIV8qB0rGA0zEMSFMzWXCr4+9csriBCRDTaOScEfBVgtHwYL&#10;zI3r+IMup1iKBOGQo4IqxjaXMhQVWQxD1xIn7+y8xZikL6Xx2CW4beQ4y+bSYs1pocKWthUVP6df&#10;q2Bz7MqJfy42vduf379nWht90Eo9PfbrNxCR+ngP/7d3RsFkPp3C7U16AnJ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CMBYs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175F8" w:rsidRDefault="002175F8" w:rsidP="002175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f+vMQA&#10;AADdAAAADwAAAGRycy9kb3ducmV2LnhtbESP0WoCMRRE3wv+Q7gF32q2VkW2RhHLgogvVT/gsrlu&#10;tm5uliSu698bQejjMDNnmMWqt43oyIfasYLPUQaCuHS65krB6Vh8zEGEiKyxcUwK7hRgtRy8LTDX&#10;7sa/1B1iJRKEQ44KTIxtLmUoDVkMI9cSJ+/svMWYpK+k9nhLcNvIcZbNpMWa04LBljaGysvhahUU&#10;u/G+u1y1L9y6n1iamr/5j1Fq+N6vv0FE6uN/+NXeagVfs8kUnm/SE5D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X/rz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175F8" w:rsidRDefault="002175F8" w:rsidP="002175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706jsYA&#10;AADdAAAADwAAAGRycy9kb3ducmV2LnhtbESPUWvCMBSF3wf+h3AHe5GZOmcZnVFUCA42GLrBXi/N&#10;tS1rbkoSbf33ZiDs8XDO+Q5nsRpsK87kQ+NYwXSSgSAunWm4UvD9pR9fQISIbLB1TAouFGC1HN0t&#10;sDCu5z2dD7ESCcKhQAV1jF0hZShrshgmriNO3tF5izFJX0njsU9w28qnLMulxYbTQo0dbWsqfw8n&#10;q2Dz2VczPy43g3s/7n7mWhv9oZV6uB/WryAiDfE/fGu/GQWz/DmHvzfpCcjl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706js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175F8" w:rsidRDefault="002175F8" w:rsidP="002175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nFUMQA&#10;AADdAAAADwAAAGRycy9kb3ducmV2LnhtbESP3WoCMRSE7wu+QzhC72pWa1VWo4hloZTe+PMAh81x&#10;s7o5WZK4bt++KQheDjPzDbPa9LYRHflQO1YwHmUgiEuna64UnI7F2wJEiMgaG8ek4JcCbNaDlxXm&#10;2t15T90hViJBOOSowMTY5lKG0pDFMHItcfLOzluMSfpKao/3BLeNnGTZTFqsOS0YbGlnqLweblZB&#10;8T356a437Qu37aeWPsxl8WmUeh322yWISH18hh/tL63gfTadw/+b9ATk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lJxVD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175F8" w:rsidRDefault="002175F8" w:rsidP="002175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5NLBL0A&#10;AADdAAAADwAAAGRycy9kb3ducmV2LnhtbERPSwrCMBDdC94hjOBOU39FqlFEUHRp9QBDM7bFZlKb&#10;aOvtzUJw+Xj/9bYzlXhT40rLCibjCARxZnXJuYLb9TBagnAeWWNlmRR8yMF20++tMdG25Qu9U5+L&#10;EMIuQQWF93UipcsKMujGtiYO3N02Bn2ATS51g20IN5WcRlEsDZYcGgqsaV9Q9khfRsH80x6f6eIR&#10;HbShyXlWn9lnC6WGg263AuGp83/xz33SCmbxPMwNb8ITkJsv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35NLBL0AAADdAAAADwAAAAAAAAAAAAAAAACYAgAAZHJzL2Rvd25yZXYu&#10;eG1sUEsFBgAAAAAEAAQA9QAAAII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175F8" w:rsidRDefault="002175F8" w:rsidP="002175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33g8YA&#10;AADdAAAADwAAAGRycy9kb3ducmV2LnhtbESPT2vCQBTE7wW/w/KE3pqNfwg1dRVRUqSnNk17fmSf&#10;STD7NmTXGL99VxB6HGbmN8x6O5pWDNS7xrKCWRSDIC6tbrhSUHxnL68gnEfW2FomBTdysN1MntaY&#10;anvlLxpyX4kAYZeigtr7LpXSlTUZdJHtiIN3sr1BH2RfSd3jNcBNK+dxnEiDDYeFGjva11Se84tR&#10;cEl+5wWfPvRnfri9rw7ZzsmfSqnn6bh7A+Fp9P/hR/uoFSyS5Qrub8ITkJ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U33g8YAAADd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175F8" w:rsidRDefault="002175F8" w:rsidP="002175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23xMUA&#10;AADdAAAADwAAAGRycy9kb3ducmV2LnhtbERPu27CMBTdkfoP1q3EBk6hjSDgRAUJqe1QxGtgu8SX&#10;JG18HWIX0r+vh0qMR+c9zzpTiyu1rrKs4GkYgSDOra64ULDfrQYTEM4ja6wtk4JfcpClD705Jtre&#10;eEPXrS9ECGGXoILS+yaR0uUlGXRD2xAH7mxbgz7AtpC6xVsIN7UcRVEsDVYcGkpsaFlS/r39MQoO&#10;60k8XS/en78+Pk84Nvpy1FWsVP+xe52B8NT5u/jf/aYVjOOXsD+8CU9Ap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DbfE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175F8" w:rsidRDefault="002175F8" w:rsidP="002175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znQrMYA&#10;AADdAAAADwAAAGRycy9kb3ducmV2LnhtbESPT2vCQBTE7wW/w/IEb3XzpwaJrsFWqqUnawu9PrLP&#10;JJh9G7Jbjf30bkHocZiZ3zDLYjCtOFPvGssK4mkEgri0uuFKwdfn6+MchPPIGlvLpOBKDorV6GGJ&#10;ubYX/qDzwVciQNjlqKD2vsuldGVNBt3UdsTBO9reoA+yr6Tu8RLgppVJFGXSYMNhocaOXmoqT4cf&#10;o+A3+8a92yXPm1R7uj7Nt/Z9v1VqMh7WCxCeBv8fvrfftII0m8Xw9yY8Abm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znQrM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175F8" w:rsidRDefault="002175F8" w:rsidP="002175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zMdY8QA&#10;AADdAAAADwAAAGRycy9kb3ducmV2LnhtbESP0WrCQBRE3wX/YbmCb7oxVdHoKqUo+Naa+gGX7HUT&#10;zN6N2a1Gv94tFPo4zMwZZr3tbC1u1PrKsYLJOAFBXDhdsVFw+t6PFiB8QNZYOyYFD/Kw3fR7a8y0&#10;u/ORbnkwIkLYZ6igDKHJpPRFSRb92DXE0Tu71mKIsjVSt3iPcFvLNEnm0mLFcaHEhj5KKi75j1Vw&#10;delMd/kOPy+75VdlzPT6PE6VGg669xWIQF34D/+1D1rB23yWwu+b+ATk5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MzHWP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175F8" w:rsidRDefault="002175F8" w:rsidP="002175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4ykMYA&#10;AADdAAAADwAAAGRycy9kb3ducmV2LnhtbESPS2/CMBCE75X6H6ytxK04bUQKIQa1SEhceRx6XOzN&#10;g8brNDaQ9tdjpEo9jmbmG02xHGwrLtT7xrGCl3ECglg703Cl4LBfP09B+IBssHVMCn7Iw3Lx+FBg&#10;btyVt3TZhUpECPscFdQhdLmUXtdk0Y9dRxy90vUWQ5R9JU2P1wi3rXxNkkxabDgu1NjRqib9tTtb&#10;BZvmSJNMlzM7/dDbz9/vkL6djFKjp+F9DiLQEP7Df+2NUZBmkxTub+ITkI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V4ykM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175F8" w:rsidRDefault="002175F8" w:rsidP="002175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75ZEMMA&#10;AADdAAAADwAAAGRycy9kb3ducmV2LnhtbERPXWvCMBR9F/Yfwh3sTdM5ldkZRYWBoivMyfZ6ae6a&#10;suamNFmt/94Igo/nmzNbdLYSLTW+dKzgeZCAIM6dLrlQcPx677+C8AFZY+WYFJzJw2L+0Jthqt2J&#10;P6k9hELEEvYpKjAh1KmUPjdk0Q9cTRy1X9dYDBE2hdQNnmK5reQwSSbSYslxwWBNa0P53+HfKmgx&#10;Oyc/ZvUx3Zb7fJitvnc68urpsVu+gQjUhbv5lt5oBS+T8Qiub+ITkPML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75ZEM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175F8" w:rsidRDefault="002175F8" w:rsidP="002175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lC68UA&#10;AADdAAAADwAAAGRycy9kb3ducmV2LnhtbESPQUvDQBSE70L/w/IK3uymkRaJ3RYpVDxq7MHjM/ua&#10;Tc2+F3bXJvrrXUHwOMzMN8xmN/leXSjETtjAclGAIm7EdtwaOL4ebu5AxYRssRcmA18UYbedXW2w&#10;sjLyC13q1KoM4VihAZfSUGkdG0ce40IG4uydJHhMWYZW24Bjhvtel0Wx1h47zgsOB9o7aj7qT29g&#10;fGzez+XpzbrvMMihfpZz2Ysx1/Pp4R5Uoin9h//aT9bA7Xq1gt83+Qno7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yULr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175F8" w:rsidRDefault="002175F8" w:rsidP="002175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3CaO8cA&#10;AADdAAAADwAAAGRycy9kb3ducmV2LnhtbESP3WoCMRSE7wt9h3AK3tWsFlfZGsX6AyItRav3p5vj&#10;7rbJybJJdX37RhC8HGbmG2Y8ba0RJ2p85VhBr5uAIM6drrhQsP9aPY9A+ICs0TgmBRfyMJ08Powx&#10;0+7MWzrtQiEihH2GCsoQ6kxKn5dk0XddTRy9o2sshiibQuoGzxFujewnSSotVhwXSqxpXlL+u/uz&#10;ClafC/PT/9jODjLMl8NvM9q8Ld6V6jy1s1cQgdpwD9/aa63gJR2kcH0Tn4Cc/A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dwmjv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175F8" w:rsidRDefault="002175F8" w:rsidP="002175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vyGccA&#10;AADdAAAADwAAAGRycy9kb3ducmV2LnhtbESPQWvCQBSE7wX/w/KEXkrdVNFKzCpSEFNoQW3B60v2&#10;mQSzb0N2m6T/3hUKPQ4z8w2TbAZTi45aV1lW8DKJQBDnVldcKPj+2j0vQTiPrLG2TAp+ycFmPXpI&#10;MNa25yN1J1+IAGEXo4LS+yaW0uUlGXQT2xAH72Jbgz7ItpC6xT7ATS2nUbSQBisOCyU29FZSfj39&#10;GAXd4SMr0s4179flk5vPsv3+U5+VehwP2xUIT4P/D/+1U61gtpi/wv1NeAJyf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Gb8hn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175F8" w:rsidRDefault="002175F8" w:rsidP="002175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UaosMA&#10;AADdAAAADwAAAGRycy9kb3ducmV2LnhtbERPy2oCMRTdF/yHcIXuasYnOhpFhUI3BbUudHedXGcG&#10;JzdjkurYrzcLocvDec8WjanEjZwvLSvodhIQxJnVJecK9j+fH2MQPiBrrCyTggd5WMxbbzNMtb3z&#10;lm67kIsYwj5FBUUIdSqlzwoy6Du2Jo7c2TqDIUKXS+3wHsNNJXtJMpIGS44NBda0Lii77H6NgtVk&#10;vLpuBvz9tz0d6Xg4XYY9lyj13m6WUxCBmvAvfrm/tIL+aBjnxjfxCcj5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KUaosMAAADdAAAADwAAAAAAAAAAAAAAAACYAgAAZHJzL2Rv&#10;d25yZXYueG1sUEsFBgAAAAAEAAQA9QAAAIgDAAAAAA==&#10;" fillcolor="black" stroked="f">
                  <v:textbox>
                    <w:txbxContent>
                      <w:p w:rsidR="002175F8" w:rsidRDefault="002175F8" w:rsidP="002175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B8N8cA&#10;AADdAAAADwAAAGRycy9kb3ducmV2LnhtbESPQWvCQBSE7wX/w/KE3uqmFoNNXUVtC4J60PbQ42v2&#10;NVmSfRuyW43+elcQPA4z8w0zmXW2FgdqvXGs4HmQgCDOnTZcKPj++nwag/ABWWPtmBScyMNs2nuY&#10;YKbdkXd02IdCRAj7DBWUITSZlD4vyaIfuIY4en+utRiibAupWzxGuK3lMElSadFwXCixoWVJebX/&#10;twp+1qkZ7wwNfzfnxYfejKrF9r1S6rHfzd9ABOrCPXxrr7SCl3T0Ctc38QnI6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/AfDfHAAAA3Q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175F8" w:rsidRDefault="002175F8" w:rsidP="002175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MhosIA&#10;AADdAAAADwAAAGRycy9kb3ducmV2LnhtbERPz2vCMBS+C/4P4Qm7aeoGRapRRBl62WFuw+ujeTa1&#10;zUtNolb/+uUw2PHj+71Y9bYVN/KhdqxgOslAEJdO11wp+P56H89AhIissXVMCh4UYLUcDhZYaHfn&#10;T7odYiVSCIcCFZgYu0LKUBqyGCauI07cyXmLMUFfSe3xnsJtK1+zLJcWa04NBjvaGCqbw9Uq8Ovj&#10;tnny9afJnh+PsDv3lxkapV5G/XoOIlIf/8V/7r1W8JbnaX96k56AXP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cyGiwgAAAN0AAAAPAAAAAAAAAAAAAAAAAJgCAABkcnMvZG93&#10;bnJldi54bWxQSwUGAAAAAAQABAD1AAAAhw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175F8" w:rsidRDefault="002175F8" w:rsidP="002175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shi8YA&#10;AADdAAAADwAAAGRycy9kb3ducmV2LnhtbESP3WrCQBSE7wt9h+UIvSm60ULU6CqlUChUCv48wDF7&#10;TIK7Z0P2VGOfvlsoeDnMzDfMct17py7UxSawgfEoA0VcBttwZeCwfx/OQEVBtugCk4EbRVivHh+W&#10;WNhw5S1ddlKpBOFYoIFapC20jmVNHuMotMTJO4XOoyTZVdp2eE1w7/Qky3LtseG0UGNLbzWV5923&#10;N+AmRzf/nMaN3A56k/142T5/WWOeBv3rApRQL/fwf/vDGnjJ8zH8vUlPQK9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mshi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175F8" w:rsidRDefault="002175F8" w:rsidP="002175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WwuMYA&#10;AADdAAAADwAAAGRycy9kb3ducmV2LnhtbESPQWvCQBSE70L/w/IK3nTTCKGkrtJWhFx6MFW8PrOv&#10;2dDdtyG71bS/visIHoeZ+YZZrkdnxZmG0HlW8DTPQBA3XnfcKth/bmfPIEJE1mg9k4JfCrBePUyW&#10;WGp/4R2d69iKBOFQogITY19KGRpDDsPc98TJ+/KDw5jk0Eo94CXBnZV5lhXSYcdpwWBP74aa7/rH&#10;KdjUvc33lXkLx8PH6WSrvy0dN0pNH8fXFxCRxngP39qVVrAoihyub9ITkK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DWwu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175F8" w:rsidRDefault="002175F8" w:rsidP="002175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5aksUA&#10;AADdAAAADwAAAGRycy9kb3ducmV2LnhtbESPwWrDMBBE74X+g9hCbo3UBpzgRDGl1BDoqYlzyG2R&#10;NrYTa2UsNXb+vioUehxm5g2zKSbXiRsNofWs4WWuQBAbb1uuNVSH8nkFIkRki51n0nCnAMX28WGD&#10;ufUjf9FtH2uRIBxy1NDE2OdSBtOQwzD3PXHyzn5wGJMcamkHHBPcdfJVqUw6bDktNNjTe0Pmuv92&#10;Gi6l/PRGoTlWx3Fnl6ePjDql9expeluDiDTF//Bfe2c1LLJsAb9v0hOQ2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7lqS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175F8" w:rsidRDefault="002175F8" w:rsidP="002175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5gyMYA&#10;AADdAAAADwAAAGRycy9kb3ducmV2LnhtbESPT4vCMBTE78J+h/AW9qapfyjSNYoKguziYVVkj8/m&#10;2ZY2LyWJ2v32RljwOMzMb5jZojONuJHzlWUFw0ECgji3uuJCwfGw6U9B+ICssbFMCv7Iw2L+1pth&#10;pu2df+i2D4WIEPYZKihDaDMpfV6SQT+wLXH0LtYZDFG6QmqH9wg3jRwlSSoNVhwXSmxpXVJe769G&#10;we/1my+78dfSrcLJdgdfj87TWqmP9275CSJQF17h//ZWKxin6QSeb+ITkPM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R5gyM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175F8" w:rsidRDefault="002175F8" w:rsidP="002175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h/gccA&#10;AADdAAAADwAAAGRycy9kb3ducmV2LnhtbESPT2sCMRTE7wW/Q3hCbzXrv0VXo6hQ6EWotod6e26e&#10;u4ublzVJdfXTN4VCj8PM/IaZL1tTiys5X1lW0O8lIIhzqysuFHx+vL5MQPiArLG2TAru5GG56DzN&#10;MdP2xju67kMhIoR9hgrKEJpMSp+XZND3bEMcvZN1BkOUrpDa4S3CTS0HSZJKgxXHhRIb2pSUn/ff&#10;RsF6Ollf3ke8feyOBzp8Hc/jgUuUeu62qxmIQG34D/+137SCYZqO4fdNfAJy8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DIf4HHAAAA3QAAAA8AAAAAAAAAAAAAAAAAmAIAAGRy&#10;cy9kb3ducmV2LnhtbFBLBQYAAAAABAAEAPUAAACMAwAAAAA=&#10;" fillcolor="black" stroked="f">
                  <v:textbox>
                    <w:txbxContent>
                      <w:p w:rsidR="002175F8" w:rsidRDefault="002175F8" w:rsidP="002175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Yb98UA&#10;AADdAAAADwAAAGRycy9kb3ducmV2LnhtbESPwWrDMBBE74X8g9hAb42cBkxxowQTCCk9OWlKrxtr&#10;a5lYKyOpivv3VaHQ4zAzb5j1drKDSORD71jBclGAIG6d7rlTcH7bPzyBCBFZ4+CYFHxTgO1mdrfG&#10;SrsbHymdYicyhEOFCkyMYyVlaA1ZDAs3Emfv03mLMUvfSe3xluF2kI9FUUqLPecFgyPtDLXX05dV&#10;kC67pl6lj2SOr77uvGsO75dGqfv5VD+DiDTF//Bf+0UrWJVlCb9v8hOQm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Zhv3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175F8" w:rsidRDefault="002175F8" w:rsidP="002175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1ensYA&#10;AADdAAAADwAAAGRycy9kb3ducmV2LnhtbESPQWvCQBSE70L/w/IK3nRjhdimrlJEi3ppmxba4yP7&#10;mg3Nvg3ZbYz+elcQPA4z8w0zX/a2Fh21vnKsYDJOQBAXTldcKvj63IweQfiArLF2TAqO5GG5uBvM&#10;MdPuwB/U5aEUEcI+QwUmhCaT0heGLPqxa4ij9+taiyHKtpS6xUOE21o+JEkqLVYcFww2tDJU/OX/&#10;VoGfrNbfe3t66n5eDb/lO5O+l0ap4X3/8gwiUB9u4Wt7qxVM03QGlzfxCcjFG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a1ens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175F8" w:rsidRDefault="002175F8" w:rsidP="002175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175F8" w:rsidRDefault="002175F8" w:rsidP="002175F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175F8" w:rsidRDefault="002175F8" w:rsidP="002175F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175F8" w:rsidRDefault="002175F8" w:rsidP="002175F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175F8" w:rsidRDefault="002175F8" w:rsidP="002175F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175F8" w:rsidRDefault="002175F8" w:rsidP="002175F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2175F8" w:rsidRDefault="002175F8" w:rsidP="002175F8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2175F8" w:rsidRDefault="002175F8" w:rsidP="002175F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2175F8" w:rsidRDefault="002175F8" w:rsidP="002175F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2175F8" w:rsidRDefault="002175F8" w:rsidP="002175F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175F8" w:rsidRDefault="002175F8" w:rsidP="002175F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2175F8" w:rsidRDefault="002175F8" w:rsidP="002175F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175F8" w:rsidRDefault="002175F8" w:rsidP="002175F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2175F8" w:rsidRDefault="002175F8" w:rsidP="002175F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175F8" w:rsidRPr="00B613B3" w:rsidRDefault="002175F8" w:rsidP="002175F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27.01.2021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№70</w:t>
      </w:r>
    </w:p>
    <w:p w:rsidR="002175F8" w:rsidRPr="00A71AA4" w:rsidRDefault="002175F8" w:rsidP="002175F8">
      <w:pPr>
        <w:tabs>
          <w:tab w:val="left" w:pos="4424"/>
        </w:tabs>
        <w:spacing w:after="0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2175F8" w:rsidRPr="00A71AA4" w:rsidRDefault="002175F8" w:rsidP="002175F8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</w:t>
      </w:r>
      <w:proofErr w:type="spellStart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затвердження</w:t>
      </w:r>
      <w:proofErr w:type="spellEnd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proofErr w:type="gramStart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техн</w:t>
      </w:r>
      <w:proofErr w:type="gramEnd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ічної</w:t>
      </w:r>
      <w:proofErr w:type="spellEnd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документації</w:t>
      </w:r>
      <w:proofErr w:type="spellEnd"/>
    </w:p>
    <w:p w:rsidR="002175F8" w:rsidRPr="00A71AA4" w:rsidRDefault="002175F8" w:rsidP="002175F8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із</w:t>
      </w:r>
      <w:proofErr w:type="spellEnd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землеустрою</w:t>
      </w:r>
      <w:proofErr w:type="spellEnd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щодо</w:t>
      </w:r>
      <w:proofErr w:type="spellEnd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встановлення</w:t>
      </w:r>
      <w:proofErr w:type="spellEnd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</w:p>
    <w:p w:rsidR="002175F8" w:rsidRPr="00A71AA4" w:rsidRDefault="002175F8" w:rsidP="002175F8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</w:t>
      </w:r>
      <w:proofErr w:type="spellStart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відновлення</w:t>
      </w:r>
      <w:proofErr w:type="spellEnd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)  меж </w:t>
      </w:r>
      <w:proofErr w:type="spellStart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земельної</w:t>
      </w:r>
      <w:proofErr w:type="spellEnd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ділянки</w:t>
      </w:r>
      <w:proofErr w:type="spellEnd"/>
    </w:p>
    <w:p w:rsidR="002175F8" w:rsidRPr="00A71AA4" w:rsidRDefault="002175F8" w:rsidP="002175F8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</w:t>
      </w:r>
      <w:proofErr w:type="spellStart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натурі</w:t>
      </w:r>
      <w:proofErr w:type="spellEnd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(на </w:t>
      </w:r>
      <w:proofErr w:type="spellStart"/>
      <w:proofErr w:type="gramStart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м</w:t>
      </w:r>
      <w:proofErr w:type="gramEnd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ісцевості</w:t>
      </w:r>
      <w:proofErr w:type="spellEnd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) </w:t>
      </w:r>
    </w:p>
    <w:p w:rsidR="002175F8" w:rsidRPr="00F47626" w:rsidRDefault="002175F8" w:rsidP="002175F8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proofErr w:type="gramStart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</w:t>
      </w:r>
      <w:proofErr w:type="gramEnd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ідгородецької</w:t>
      </w:r>
      <w:proofErr w:type="spellEnd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С.В.</w:t>
      </w:r>
    </w:p>
    <w:p w:rsidR="002175F8" w:rsidRPr="00A71AA4" w:rsidRDefault="002175F8" w:rsidP="002175F8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175F8" w:rsidRPr="00A71AA4" w:rsidRDefault="002175F8" w:rsidP="002175F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Відповідно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до пункту 34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частини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26, 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42 Закону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місцеве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самоврядування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Україні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статей 12, 118, 121 Земельного кодексу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Закону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землеустрій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Закону 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«Про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державну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реєстрацію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речових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прав  на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нерухоме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майно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їх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обтяжень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розглянувши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заяву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</w:t>
      </w:r>
      <w:proofErr w:type="spellStart"/>
      <w:proofErr w:type="gram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П</w:t>
      </w:r>
      <w:proofErr w:type="gram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ідгородецької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С.В., 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сільська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рада </w:t>
      </w:r>
    </w:p>
    <w:p w:rsidR="002175F8" w:rsidRPr="00A71AA4" w:rsidRDefault="002175F8" w:rsidP="002175F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2175F8" w:rsidRPr="00A71AA4" w:rsidRDefault="002175F8" w:rsidP="002175F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Затвердити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proofErr w:type="gram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П</w:t>
      </w:r>
      <w:proofErr w:type="gram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ідгородецькій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Світлані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Володимирівні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яка 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зареєстрована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E41642">
        <w:rPr>
          <w:rFonts w:ascii="Times New Roman" w:eastAsia="Calibri" w:hAnsi="Times New Roman" w:cs="Times New Roman"/>
          <w:sz w:val="24"/>
          <w:szCs w:val="24"/>
          <w:lang w:val="en-US"/>
        </w:rPr>
        <w:t>___________</w:t>
      </w:r>
      <w:r w:rsidRPr="00A71AA4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дентифікаційний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</w:t>
      </w:r>
      <w:r w:rsidR="00E41642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__________</w:t>
      </w:r>
      <w:bookmarkStart w:id="0" w:name="_GoBack"/>
      <w:bookmarkEnd w:id="0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технічну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документацію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із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землеустрою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щодо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встановлення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відновлення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 меж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земельної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ділянки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натурі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(на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місцевості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), та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передати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її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приватну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власність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площею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4,3302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га, 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кадастровий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номер: 6823984000:03:002:0124, для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товарного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сільськогосподарського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виробництва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яка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розташована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Хмельницька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область,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за межами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населеного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пункту  с.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2175F8" w:rsidRPr="00A71AA4" w:rsidRDefault="002175F8" w:rsidP="002175F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</w:t>
      </w:r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2. </w:t>
      </w:r>
      <w:proofErr w:type="spellStart"/>
      <w:proofErr w:type="gram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П</w:t>
      </w:r>
      <w:proofErr w:type="gram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ідгородецькій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С.В.</w:t>
      </w:r>
      <w:r w:rsidRPr="00A71AA4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своє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право  в 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установленому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законом  порядку.</w:t>
      </w:r>
    </w:p>
    <w:p w:rsidR="002175F8" w:rsidRPr="00A71AA4" w:rsidRDefault="002175F8" w:rsidP="002175F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2175F8" w:rsidRPr="00A71AA4" w:rsidRDefault="002175F8" w:rsidP="002175F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2175F8" w:rsidRPr="002175F8" w:rsidRDefault="002175F8" w:rsidP="002175F8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en-US"/>
        </w:rPr>
      </w:pPr>
    </w:p>
    <w:p w:rsidR="00BA5F5A" w:rsidRPr="002175F8" w:rsidRDefault="002175F8" w:rsidP="002175F8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proofErr w:type="spellStart"/>
      <w:r w:rsidRPr="00A71AA4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A71AA4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BA5F5A" w:rsidRPr="002175F8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72C7" w:rsidRDefault="000772C7">
      <w:pPr>
        <w:spacing w:after="0" w:line="240" w:lineRule="auto"/>
      </w:pPr>
      <w:r>
        <w:separator/>
      </w:r>
    </w:p>
  </w:endnote>
  <w:endnote w:type="continuationSeparator" w:id="0">
    <w:p w:rsidR="000772C7" w:rsidRDefault="000772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72C7" w:rsidRDefault="000772C7">
      <w:pPr>
        <w:spacing w:after="0" w:line="240" w:lineRule="auto"/>
      </w:pPr>
      <w:r>
        <w:separator/>
      </w:r>
    </w:p>
  </w:footnote>
  <w:footnote w:type="continuationSeparator" w:id="0">
    <w:p w:rsidR="000772C7" w:rsidRDefault="000772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5F8"/>
    <w:rsid w:val="000772C7"/>
    <w:rsid w:val="002175F8"/>
    <w:rsid w:val="0099243C"/>
    <w:rsid w:val="00BA5F5A"/>
    <w:rsid w:val="00E41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5F8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2175F8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2175F8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2175F8"/>
    <w:rPr>
      <w:rFonts w:ascii="Consolas" w:eastAsiaTheme="minorEastAsia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5F8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2175F8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2175F8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2175F8"/>
    <w:rPr>
      <w:rFonts w:ascii="Consolas" w:eastAsiaTheme="minorEastAsia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26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cp:lastPrinted>2009-07-13T00:38:00Z</cp:lastPrinted>
  <dcterms:created xsi:type="dcterms:W3CDTF">2021-02-01T07:15:00Z</dcterms:created>
  <dcterms:modified xsi:type="dcterms:W3CDTF">2021-02-01T08:16:00Z</dcterms:modified>
</cp:coreProperties>
</file>