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D45" w:rsidRDefault="00937D45" w:rsidP="00937D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7D45" w:rsidRDefault="00937D45" w:rsidP="009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7D45" w:rsidRDefault="00937D45" w:rsidP="009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37D45" w:rsidRDefault="00937D45" w:rsidP="00937D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37D45" w:rsidRDefault="00937D45" w:rsidP="00937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7D45" w:rsidRDefault="00937D45" w:rsidP="00937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№73</w:t>
      </w:r>
    </w:p>
    <w:p w:rsidR="00937D45" w:rsidRPr="002C7821" w:rsidRDefault="00937D45" w:rsidP="00937D4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37D45" w:rsidRPr="002C7821" w:rsidRDefault="00937D45" w:rsidP="00937D4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Конопадська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Г.В.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Конопадської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Г.В.,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37D45" w:rsidRPr="00990689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Галині Вікторівні,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E537C" w:rsidRPr="008E537C">
        <w:rPr>
          <w:rFonts w:ascii="Times New Roman" w:eastAsia="Calibri" w:hAnsi="Times New Roman" w:cs="Times New Roman"/>
          <w:sz w:val="24"/>
          <w:lang w:eastAsia="en-US"/>
        </w:rPr>
        <w:t>_</w:t>
      </w:r>
      <w:r w:rsidR="008E537C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0,3000 га, </w:t>
      </w:r>
      <w:r w:rsidRPr="00731B7F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>, по вул. Миру.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Конопадській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Г.В.,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37D45" w:rsidRPr="002C7821" w:rsidRDefault="00937D45" w:rsidP="00937D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37D45" w:rsidRPr="002C7821" w:rsidRDefault="00937D45" w:rsidP="00937D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7D45" w:rsidRPr="002C7821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7D45" w:rsidRPr="00937D45" w:rsidRDefault="00937D45" w:rsidP="00937D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7E1CC5" w:rsidRPr="00937D45" w:rsidRDefault="00937D45" w:rsidP="00937D4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7E1CC5" w:rsidRPr="00937D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D45"/>
    <w:rsid w:val="007E1CC5"/>
    <w:rsid w:val="008E537C"/>
    <w:rsid w:val="0093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37D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37D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37D4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D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37D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37D4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37D4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238</Words>
  <Characters>1360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2021-07-07T06:46:00Z</dcterms:created>
  <dcterms:modified xsi:type="dcterms:W3CDTF">2021-07-07T08:27:00Z</dcterms:modified>
</cp:coreProperties>
</file>