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8A6" w:rsidRDefault="00C728A6" w:rsidP="00C728A6"/>
    <w:p w:rsidR="00C728A6" w:rsidRDefault="00C728A6" w:rsidP="00C728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8890" r="8890" b="63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728A6" w:rsidRDefault="00C728A6" w:rsidP="00C728A6"/>
    <w:p w:rsidR="00C728A6" w:rsidRDefault="00C728A6" w:rsidP="00C728A6"/>
    <w:p w:rsidR="00C728A6" w:rsidRDefault="00C728A6" w:rsidP="00C728A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728A6" w:rsidRDefault="00C728A6" w:rsidP="00C728A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728A6" w:rsidRDefault="00C728A6" w:rsidP="00C728A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728A6" w:rsidRDefault="00C728A6" w:rsidP="00C728A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728A6" w:rsidRDefault="00C728A6" w:rsidP="00C728A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28A6" w:rsidRDefault="00C728A6" w:rsidP="00C728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728A6" w:rsidRDefault="00C728A6" w:rsidP="00C728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28A6" w:rsidRDefault="00C728A6" w:rsidP="00C728A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728A6" w:rsidRDefault="00C728A6" w:rsidP="00C728A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728A6" w:rsidRDefault="00C728A6" w:rsidP="00C728A6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C728A6" w:rsidRDefault="00C728A6" w:rsidP="00C728A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C728A6" w:rsidRDefault="00C728A6" w:rsidP="00C728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C728A6" w:rsidRDefault="00C728A6" w:rsidP="00C728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C728A6" w:rsidRDefault="00C728A6" w:rsidP="00C728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C728A6" w:rsidRDefault="00C728A6" w:rsidP="00C728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Парфенець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Л.К.</w:t>
      </w:r>
    </w:p>
    <w:p w:rsidR="00C728A6" w:rsidRDefault="00C728A6" w:rsidP="00C728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728A6" w:rsidRDefault="00C728A6" w:rsidP="00C728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Парфенець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Л.К.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C728A6" w:rsidRDefault="00C728A6" w:rsidP="00C728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C728A6" w:rsidRDefault="00C728A6" w:rsidP="00C728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Парфенець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Людмилі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Костянтинівні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яка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BD1D24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0,1200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індивідуального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728A6" w:rsidRDefault="00C728A6" w:rsidP="00C728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Парфенець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Л.К.,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728A6" w:rsidRDefault="00C728A6" w:rsidP="00C728A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728A6" w:rsidRPr="00C728A6" w:rsidRDefault="00C728A6" w:rsidP="00C728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C728A6" w:rsidRDefault="00C728A6" w:rsidP="00C728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728A6" w:rsidRDefault="00C728A6" w:rsidP="00C728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25225" w:rsidRPr="00C728A6" w:rsidRDefault="00C728A6" w:rsidP="00C728A6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825225" w:rsidRPr="00C728A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8A6"/>
    <w:rsid w:val="00171A2E"/>
    <w:rsid w:val="00304C90"/>
    <w:rsid w:val="00505B6D"/>
    <w:rsid w:val="006D3977"/>
    <w:rsid w:val="007D6C18"/>
    <w:rsid w:val="00825225"/>
    <w:rsid w:val="00BD1D24"/>
    <w:rsid w:val="00C728A6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227</Words>
  <Characters>1300</Characters>
  <Application>Microsoft Office Word</Application>
  <DocSecurity>0</DocSecurity>
  <Lines>10</Lines>
  <Paragraphs>3</Paragraphs>
  <ScaleCrop>false</ScaleCrop>
  <Company>Microsoft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2020-06-24T15:00:00Z</dcterms:created>
  <dcterms:modified xsi:type="dcterms:W3CDTF">2020-06-24T15:13:00Z</dcterms:modified>
</cp:coreProperties>
</file>