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7D8" w:rsidRPr="00D815F3" w:rsidRDefault="00AD37D8" w:rsidP="00AD37D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AD37D8" w:rsidRPr="001869AA" w:rsidRDefault="00AD37D8" w:rsidP="00AD37D8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1328" name="Группа 11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132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3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3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3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3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3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3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3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3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3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3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5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1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1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1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1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1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1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1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2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351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gDLMMA&#10;AADeAAAADwAAAGRycy9kb3ducmV2LnhtbERPS2vCQBC+F/wPywje6uYBrabZBBEVD0LxdR+yYxKa&#10;nQ3ZVdN/3y0UepuP7zl5OZpOPGhwrWUF8TwCQVxZ3XKt4HLevi5AOI+ssbNMCr7JQVlMXnLMtH3y&#10;kR4nX4sQwi5DBY33fSalqxoy6Oa2Jw7czQ4GfYBDLfWAzxBuOplE0Zs02HJoaLCndUPV1+luFNh0&#10;tz9c6+SYbvjd8+pzcbuOB6Vm03H1AcLT6P/Ff+69DvPjNFnC7zvhBln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gDL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+Oz8kA&#10;AADeAAAADwAAAGRycy9kb3ducmV2LnhtbESPQUsDMRCF74L/IYzgpdhsLVRdmxYpbKsehFbB67AZ&#10;N6ubyZKk7ba/3jkI3maYN++9b74cfKcOFFMb2MBkXIAiroNtuTHw8V7d3INKGdliF5gMnCjBcnF5&#10;McfShiNv6bDLjRITTiUacDn3pdapduQxjUNPLLevED1mWWOjbcSjmPtO3xbFTHtsWRIc9rRyVP/s&#10;9t7Ad/XmPld353UcPWzpPKpeN93LzJjrq+HpEVSmIf+L/76frdSfTKcCIDgyg178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30+Oz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CPVcYA&#10;AADeAAAADwAAAGRycy9kb3ducmV2LnhtbESPwWrDMBBE74X8g9hCL6WWHUMobpRgQh1KLiFxP2Cx&#10;NpaptTKWGrt/XwUCue0ys/Nm19vZ9uJKo+8cK8iSFARx43THrYLvunp7B+EDssbeMSn4Iw/bzeJp&#10;jYV2E5/oeg6tiCHsC1RgQhgKKX1jyKJP3EActYsbLYa4jq3UI04x3PZymaYrabHjSDA40M5Q83P+&#10;tRFyzPF4uEx1tZ9xws+D4dfypNTL81x+gAg0h4f5fv2lY/0szzO4vRNnkJ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CPV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YEGMUA&#10;AADeAAAADwAAAGRycy9kb3ducmV2LnhtbERPTUsDMRC9C/0PYQRvbbZbrbI2LaUqiNCDVRBvw2a6&#10;u7iZhGTsrv/eCAVv83ifs9qMrlcniqnzbGA+K0AR19523Bh4f3ua3oFKgmyx90wGfijBZj25WGFl&#10;/cCvdDpIo3IIpwoNtCKh0jrVLTlMMx+IM3f00aFkGBttIw453PW6LIqldthxbmgx0K6l+uvw7Qzs&#10;h8fwcru8OYbPeF3q9GDlYyfGXF2O23tQQqP8i8/uZ5vnzxeLEv7eyTfo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RgQY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60ucUA&#10;AADeAAAADwAAAGRycy9kb3ducmV2LnhtbESP3YrCMBCF74V9hzDC3siaugWRblORRRfxRvx5gKEZ&#10;m2IzKU203bc3guDdDOfM+c7ky8E24k6drx0rmE0TEMSl0zVXCs6nzdcChA/IGhvHpOCfPCyLj1GO&#10;mXY9H+h+DJWIIewzVGBCaDMpfWnIop+6ljhqF9dZDHHtKqk77GO4beR3ksylxZojwWBLv4bK6/Fm&#10;I2Sf4n536U+bvwF7XO8MT1YHpT7Hw+oHRKAhvM2v662O9WdpmsLznTiDLB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jrS5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M598UA&#10;AADeAAAADwAAAGRycy9kb3ducmV2LnhtbERPS0sDMRC+C/6HMII3m+3DKtumRapCETxYC8XbsJnu&#10;Lt1MQjJ2139vCoK3+fies1wPrlNniqn1bGA8KkARV962XBvYf77ePYJKgmyx80wGfijBenV9tcTS&#10;+p4/6LyTWuUQTiUaaERCqXWqGnKYRj4QZ+7oo0PJMNbaRuxzuOv0pCjm2mHLuaHBQJuGqtPu2xl4&#10;71/C28P8/hi+4myi07OVw0aMub0ZnhaghAb5F/+5tzbPH0+nM7i8k2/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4zn3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qBhcQA&#10;AADeAAAADwAAAGRycy9kb3ducmV2LnhtbERP32vCMBB+H+x/CDfYi2jqiiKdUVQIG0wYU8HXoznb&#10;suZSksx2//0iCHu7j+/nLdeDbcWVfGgcK5hOMhDEpTMNVwpORz1egAgR2WDrmBT8UoD16vFhiYVx&#10;PX/R9RArkUI4FKigjrErpAxlTRbDxHXEibs4bzEm6CtpPPYp3LbyJcvm0mLDqaHGjnY1ld+HH6tg&#10;+9lXuR+V28F9XN7OM62N3mulnp+GzSuISEP8F9/d7ybNn+b5DG7vpBv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qgYX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hVDcIA&#10;AADeAAAADwAAAGRycy9kb3ducmV2LnhtbERPyWrDMBC9F/oPYgq9NXJWghs5hARDCb1k+YDBmliu&#10;rZGRFMf9+6pQ6G0eb53NdrSdGMiHxrGC6SQDQVw53XCt4Hop39YgQkTW2DkmBd8UYFs8P20w1+7B&#10;JxrOsRYphEOOCkyMfS5lqAxZDBPXEyfu5rzFmKCvpfb4SOG2k7MsW0mLDacGgz3tDVXt+W4VlMfZ&#10;59DetS/dblxYWpqv9cEo9foy7t5BRBrjv/jP/aHT/Ol8voLfd9INsv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SFUN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S6acUA&#10;AADeAAAADwAAAGRycy9kb3ducmV2LnhtbERP32vCMBB+H+x/CDfwRWaqZW50RpmDoDBBdIO9Hs3Z&#10;ljWXkkTb/feLIOztPr6ft1gNthUX8qFxrGA6yUAQl840XCn4+tSPLyBCRDbYOiYFvxRgtby/W2Bh&#10;XM8HuhxjJVIIhwIV1DF2hZShrMlimLiOOHEn5y3GBH0ljcc+hdtWzrJsLi02nBpq7Oi9pvLneLYK&#10;1vu+yv24XA/u47T5ftLa6J1WavQwvL2CiDTEf/HNvTVp/jTPn+H6TrpB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NLpp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tk5MYA&#10;AADeAAAADwAAAGRycy9kb3ducmV2LnhtbESPQW/CMAyF75P4D5GRdhspsE2oIyDEVAlNuwz2A6zG&#10;awqNUyWhlH8/HybtZus9v/d5vR19pwaKqQ1sYD4rQBHXwbbcGPg+VU8rUCkjW+wCk4E7JdhuJg9r&#10;LG248RcNx9woCeFUogGXc19qnWpHHtMs9MSi/YToMcsaG20j3iTcd3pRFK/aY8vS4LCnvaP6crx6&#10;A9XH4nO4XG2swm589vTizqt3Z8zjdNy9gco05n/z3/XBCv58uRR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5tk5M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lfl8AA&#10;AADeAAAADwAAAGRycy9kb3ducmV2LnhtbERPzYrCMBC+L/gOYQRva9qtilajiKDo0eoDDM3YFptJ&#10;bbK2vr1ZWPA2H9/vrDa9qcWTWldZVhCPIxDEudUVFwqul/33HITzyBpry6TgRQ4268HXClNtOz7T&#10;M/OFCCHsUlRQet+kUrq8JINubBviwN1sa9AH2BZSt9iFcFPLnyiaSYMVh4YSG9qVlN+zX6Ng8uoO&#10;j2x6j/baUHxKmhP7fKrUaNhvlyA89f4j/ncfdZgfJ8kC/t4JN8j1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hlfl8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eT2MYA&#10;AADeAAAADwAAAGRycy9kb3ducmV2LnhtbESPT2vCQBDF70K/wzKF3nSjLaLRVaRiKZ40/jkP2TEJ&#10;zc6G7Krx23cOgrcZ5s177zdfdq5WN2pD5dnAcJCAIs69rbgwcDxs+hNQISJbrD2TgQcFWC7eenNM&#10;rb/znm5ZLJSYcEjRQBljk2od8pIchoFviOV28a3DKGtbaNviXcxdrUdJMtYOK5aEEhv6Lin/y67O&#10;wHV8Hh35srW7bP34ma43q6BPhTEf791qBipSF1/i5/evlfrDzy8BEByZQS/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SeT2M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SGXsYA&#10;AADeAAAADwAAAGRycy9kb3ducmV2LnhtbERPTWvCQBC9C/0PyxR6M5tUCTa6ihYK1UNF2x68jdkx&#10;SZudTbOrpv/eFQRv83ifM5l1phYnal1lWUESxSCIc6srLhR8fb71RyCcR9ZYWyYF/+RgNn3oTTDT&#10;9swbOm19IUIIuwwVlN43mZQuL8mgi2xDHLiDbQ36ANtC6hbPIdzU8jmOU2mw4tBQYkOvJeW/26NR&#10;8L0epS/rxXL4s/rY48Dov52uUqWeHrv5GISnzt/FN/e7DvOTwTCB6zvhBjm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QSGX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+PvcUA&#10;AADeAAAADwAAAGRycy9kb3ducmV2LnhtbERPS2vCQBC+F/wPywi91Y0xhBBdxQe1pafUFrwO2WkS&#10;mp0N2a0m/nq3UOhtPr7nrDaDacWFetdYVjCfRSCIS6sbrhR8fjw/ZSCcR9bYWiYFIznYrCcPK8y1&#10;vfI7XU6+EiGEXY4Kau+7XEpX1mTQzWxHHLgv2xv0AfaV1D1eQ7hpZRxFqTTYcGiosaN9TeX36cco&#10;uKVnLNxLvDsstKcxyY72rTgq9TgdtksQngb/L/5zv+owf75IYvh9J9w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L4+9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pDiMQA&#10;AADeAAAADwAAAGRycy9kb3ducmV2LnhtbERPzWrCQBC+C32HZQrezEZNRdOsUooFb61pH2DITjch&#10;2dmYXTX16buFgrf5+H6n2I22ExcafONYwTxJQRBXTjdsFHx9vs3WIHxA1tg5JgU/5GG3fZgUmGt3&#10;5SNdymBEDGGfo4I6hD6X0lc1WfSJ64kj9+0GiyHCwUg94DWG204u0nQlLTYcG2rs6bWmqi3PVsHJ&#10;LZ70WO7xvd1vPhpjstPtmCk1fRxfnkEEGsNd/O8+6Dh/vsyW8PdOvEF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aQ4j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+9F8QA&#10;AADeAAAADwAAAGRycy9kb3ducmV2LnhtbERPyW7CMBC9I/UfrEHqDZyUpZDGoBapEleWQ4+DPSQp&#10;8TiNDaR8PUaq1Ns8vXXyZWdrcaHWV44VpMMEBLF2puJCwX73OZiB8AHZYO2YFPySh+XiqZdjZtyV&#10;N3TZhkLEEPYZKihDaDIpvS7Joh+6hjhyR9daDBG2hTQtXmO4reVLkkylxYpjQ4kNrUrSp+3ZKlhX&#10;B5pM9XFuZx9683X7CaPXb6PUc797fwMRqAv/4j/32sT56Wg8hsc78Qa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PvRf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LhW8YA&#10;AADeAAAADwAAAGRycy9kb3ducmV2LnhtbERPXWsCMRB8L/gfwgq+aU7bip5G0YLQ0lbwA31dLuvl&#10;8LI5Lul5/vumIPRtdmdnZme+bG0pGqp94VjBcJCAIM6cLjhXcDxs+hMQPiBrLB2Tgjt5WC46T3NM&#10;tbvxjpp9yEU0YZ+iAhNClUrpM0MW/cBVxJG7uNpiiGOdS13jLZrbUo6SZCwtFhwTDFb0Zii77n+s&#10;gga39+Rs1t/Tj+IrG23Xp08d96rXbVczEIHa8H/8UL/r+P7w+eUV/upEDH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WLhW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2gtsMA&#10;AADeAAAADwAAAGRycy9kb3ducmV2LnhtbERPTUvDQBC9C/0PyxS82U2jFIndFilUPGrsweOYnWZT&#10;szNhd9tEf70rCN7m8T5nvZ18ry4UYidsYLkoQBE3YjtuDRze9jf3oGJCttgLk4EvirDdzK7WWFkZ&#10;+ZUudWpVDuFYoQGX0lBpHRtHHuNCBuLMHSV4TBmGVtuAYw73vS6LYqU9dpwbHA60c9R81mdvYHxq&#10;Pk7l8d267zDIvn6RU9mLMdfz6fEBVKIp/Yv/3M82z1/e3q3g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L2gt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kVOsUA&#10;AADeAAAADwAAAGRycy9kb3ducmV2LnhtbERP22oCMRB9F/oPYQq+aVZbVLZGsV6giKV46fu4GXdX&#10;k8mySXX9+0Yo9G0O5zrjaWONuFLtS8cKet0EBHHmdMm5gsN+1RmB8AFZo3FMCu7kYTp5ao0x1e7G&#10;W7ruQi5iCPsUFRQhVKmUPivIou+6ijhyJ1dbDBHWudQ13mK4NbKfJANpseTYUGBF84Kyy+7HKlh9&#10;Lcy5/7mdfcswXw6PZrR+X2yUaj83szcQgZrwL/5zf+g4v/fyOoTHO/EGO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CRU6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Bc3MgA&#10;AADeAAAADwAAAGRycy9kb3ducmV2LnhtbESPQWvCQBCF7wX/wzKFXopurK1IdBURRIUKVgWvY3aa&#10;BLOzIbuN6b93DoXeZnhv3vtmtuhcpVpqQunZwHCQgCLOvC05N3A+rfsTUCEiW6w8k4FfCrCY955m&#10;mFp/5y9qjzFXEsIhRQNFjHWqdcgKchgGviYW7ds3DqOsTa5tg3cJd5V+S5KxdliyNBRY06qg7Hb8&#10;cQbaw+c137ah3t0mr+FjdN1s9vZizMtzt5yCitTFf/Pf9dYK/nD0Lrzyjsyg5w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RYFzc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CHWsUA&#10;AADeAAAADwAAAGRycy9kb3ducmV2LnhtbERPS2sCMRC+C/0PYQRvmvVVdDVKLRR6EerjoLdxM+4u&#10;bibbJNWtv74RhN7m43vOfNmYSlzJ+dKygn4vAUGcWV1yrmC/++hOQPiArLGyTAp+ycNy8dKaY6rt&#10;jTd03YZcxBD2KSooQqhTKX1WkEHfszVx5M7WGQwRulxqh7cYbio5SJJXabDk2FBgTe8FZZftj1Gw&#10;mk5W318jXt83pyMdD6fLeOASpTrt5m0GIlAT/sVP96eO8/vD0RQe78Qb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QIdaxQAAAN4AAAAPAAAAAAAAAAAAAAAAAJgCAABkcnMv&#10;ZG93bnJldi54bWxQSwUGAAAAAAQABAD1AAAAigMAAAAA&#10;" fillcolor="black" stroked="f"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C2GskA&#10;AADeAAAADwAAAGRycy9kb3ducmV2LnhtbESPQW/CMAyF75P2HyJP4jZSQCDUEdAYTEIaO8B22NFr&#10;vDZq41RNBmW/Hh+QdrPl5/fet1j1vlEn6qILbGA0zEARF8E6Lg18frw+zkHFhGyxCUwGLhRhtby/&#10;W2Buw5kPdDqmUokJxxwNVCm1udaxqMhjHIaWWG4/ofOYZO1KbTs8i7lv9DjLZtqjY0mosKWXior6&#10;+OsNfL3N3PzgaPy9/1tv7X5ar983tTGDh/75CVSiPv2Lb987K/VHk6kACI7MoJ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mC2Gs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Ax+sUA&#10;AADeAAAADwAAAGRycy9kb3ducmV2LnhtbERPS2sCMRC+F/wPYQreana1FNkaRSyilx7qA6/DZrrZ&#10;7mayTaKu/vqmUOhtPr7nzBa9bcWFfKgdK8hHGQji0umaKwWH/fppCiJEZI2tY1JwowCL+eBhhoV2&#10;V/6gyy5WIoVwKFCBibErpAylIYth5DrixH06bzEm6CupPV5TuG3lOMtepMWaU4PBjlaGymZ3tgr8&#10;8vTW3Pl8bLL7+y1svvrvKRqlho/98hVEpD7+i//cW53m58/5BH7fSTf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IDH6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gfxcQA&#10;AADeAAAADwAAAGRycy9kb3ducmV2LnhtbERP22rCQBB9L/gPyxR8KXUTkbamriIFQagUtH7AmJ0m&#10;obuzITvV6Nd3BcG3OZzrzBa9d+pIXWwCG8hHGSjiMtiGKwP779XzG6goyBZdYDJwpgiL+eBhhoUN&#10;J97ScSeVSiEcCzRQi7SF1rGsyWMchZY4cT+h8ygJdpW2HZ5SuHd6nGUv2mPDqaHGlj5qKn93f96A&#10;Gx/c9PM1buS815vs4mX79GWNGT72y3dQQr3cxTf32qb5+SSfwPWddIOe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4H8X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T7BMUA&#10;AADeAAAADwAAAGRycy9kb3ducmV2LnhtbERPTWsCMRC9F/ofwhR6q9mVtpTVKG1F2EsPbhWv42bc&#10;LCaTZZPq6q83gtDbPN7nTOeDs+JIfWg9K8hHGQji2uuWGwXr3+XLB4gQkTVaz6TgTAHms8eHKRba&#10;n3hFxyo2IoVwKFCBibErpAy1IYdh5DvixO197zAm2DdS93hK4c7KcZa9S4ctpwaDHX0bqg/Vn1Ow&#10;qDo7XpfmK2w3P7udLS9L2i6Uen4aPicgIg3xX3x3lzrNz1/zN7i9k26Q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JPsE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PXRcMA&#10;AADeAAAADwAAAGRycy9kb3ducmV2LnhtbERPTWsCMRC9F/wPYQRvNdki27IaRaSC4KlWD70Nybi7&#10;upksm+iu/94UCr3N433OYjW4RtypC7VnDdlUgSA23tZcajh+b18/QISIbLHxTBoeFGC1HL0ssLC+&#10;5y+6H2IpUgiHAjVUMbaFlMFU5DBMfUucuLPvHMYEu1LaDvsU7hr5plQuHdacGipsaVORuR5uTsNl&#10;K/feKDSn46nf2fefz5wapfVkPKznICIN8V/8597ZND+bZTn8vpNu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/PXR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eBucQA&#10;AADeAAAADwAAAGRycy9kb3ducmV2LnhtbERPS2vCQBC+F/wPywi91U20VImuooJQKj34QDyO2TEJ&#10;yc6G3VXTf98VCr3Nx/ec2aIzjbiT85VlBekgAUGcW11xoeB42LxNQPiArLGxTAp+yMNi3nuZYabt&#10;g3d034dCxBD2GSooQ2gzKX1ekkE/sC1x5K7WGQwRukJqh48Ybho5TJIPabDi2FBiS+uS8np/MwrO&#10;ty1fv0dfS7cKJ9sdfD28TGqlXvvdcgoiUBf+xX/uTx3np+/pGJ7vxBv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Xgbn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XAuckA&#10;AADeAAAADwAAAGRycy9kb3ducmV2LnhtbESPT2/CMAzF75P2HSJP2m2kRQyxjoDGpElcJvFnh3Ez&#10;jddWNE6XBOj26fEBiZut9/zez9N571p1ohAbzwbyQQaKuPS24crA1/bjaQIqJmSLrWcy8EcR5rP7&#10;uykW1p95TadNqpSEcCzQQJ1SV2gdy5ocxoHviEX78cFhkjVU2gY8S7hr9TDLxtphw9JQY0fvNZWH&#10;zdEZWLxMFr+rEX/+r/c72n3vD8/DkBnz+NC/vYJK1Keb+Xq9tIKfj3LhlXdkBj27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xXAuckAAADeAAAADwAAAAAAAAAAAAAAAACYAgAA&#10;ZHJzL2Rvd25yZXYueG1sUEsFBgAAAAAEAAQA9QAAAI4DAAAAAA==&#10;" fillcolor="black" stroked="f"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9uiMQA&#10;AADeAAAADwAAAGRycy9kb3ducmV2LnhtbERP30vDMBB+F/wfwgm+ubRTRLtlowzGxKduKnu9NWdT&#10;bC4lybL63xtB8O0+vp+3XE92EIl86B0rKGcFCOLW6Z47Be9v27snECEiaxwck4JvCrBeXV8tsdLu&#10;wntKh9iJHMKhQgUmxrGSMrSGLIaZG4kz9+m8xZih76T2eMnhdpDzoniUFnvODQZH2hhqvw5nqyCd&#10;Nk19n47J7F993XnX7D5OjVK3N1O9ABFpiv/iP/eLzvPLh/IZft/JN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vboj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VJoccA&#10;AADeAAAADwAAAGRycy9kb3ducmV2LnhtbESPQUvDQBCF74L/YRnBm92klKKx2yKlLW0v1ijocciO&#10;2WB2NmTXNPrrOwfB2wzz5r33LVajb9VAfWwCG8gnGSjiKtiGawNvr9u7e1AxIVtsA5OBH4qwWl5f&#10;LbCw4cwvNJSpVmLCsUADLqWu0DpWjjzGSeiI5fYZeo9J1r7WtsezmPtWT7Nsrj02LAkOO1o7qr7K&#10;b28g5uvN+9H/PgwfO8fP5cHNT7Uz5vZmfHoElWhM/+K/772V+vlsKgCCIzPo5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gVSaH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D37D8" w:rsidRPr="00D815F3" w:rsidRDefault="00AD37D8" w:rsidP="00AD37D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AD37D8" w:rsidRPr="001869AA" w:rsidRDefault="00AD37D8" w:rsidP="00AD37D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D37D8" w:rsidRPr="001869AA" w:rsidRDefault="00AD37D8" w:rsidP="00AD37D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D37D8" w:rsidRPr="001869AA" w:rsidRDefault="00AD37D8" w:rsidP="00AD37D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D37D8" w:rsidRPr="00D815F3" w:rsidRDefault="00AD37D8" w:rsidP="00AD37D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AD37D8" w:rsidRPr="001869AA" w:rsidRDefault="00AD37D8" w:rsidP="00AD37D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AD37D8" w:rsidRPr="001869AA" w:rsidRDefault="00AD37D8" w:rsidP="00AD37D8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AD37D8" w:rsidRPr="001869AA" w:rsidRDefault="00AD37D8" w:rsidP="00AD37D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AD37D8" w:rsidRPr="001869AA" w:rsidRDefault="00AD37D8" w:rsidP="00AD37D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AD37D8" w:rsidRPr="001869AA" w:rsidRDefault="00AD37D8" w:rsidP="00AD37D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1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37D8" w:rsidRDefault="00AD37D8" w:rsidP="00AD37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382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RmWd3YAABJZBAAOAAAAZHJzL2Uyb0RvYy54bWzsfe1uJrmx3v8AuYcX+mlgrGZ/92DHB/bO&#10;jhHASQz4zQVoJM1IiKR3Iml3xjk4QIBcQm4kd5BbOOeO8hRZZJOarqr27NrYIFwD2/KqVE1Wkexi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D37D8" w:rsidRDefault="00AD37D8" w:rsidP="00AD37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AD37D8" w:rsidRDefault="00AD37D8" w:rsidP="00AD37D8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AD37D8" w:rsidRPr="001869AA" w:rsidRDefault="00AD37D8" w:rsidP="00AD37D8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AD37D8" w:rsidRDefault="00AD37D8" w:rsidP="00AD37D8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AD37D8" w:rsidRPr="001869AA" w:rsidRDefault="00AD37D8" w:rsidP="00AD37D8">
      <w:pPr>
        <w:spacing w:after="0" w:line="240" w:lineRule="auto"/>
        <w:jc w:val="center"/>
        <w:rPr>
          <w:rFonts w:ascii="Times New Roman" w:hAnsi="Times New Roman"/>
        </w:rPr>
      </w:pPr>
    </w:p>
    <w:p w:rsidR="00AD37D8" w:rsidRPr="004C78CD" w:rsidRDefault="00AD37D8" w:rsidP="00AD37D8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 xml:space="preserve">.2020р.                         Крупець                       </w:t>
      </w:r>
      <w:r>
        <w:rPr>
          <w:rFonts w:ascii="Times New Roman" w:hAnsi="Times New Roman"/>
          <w:sz w:val="24"/>
        </w:rPr>
        <w:t xml:space="preserve">                 №____</w:t>
      </w:r>
    </w:p>
    <w:p w:rsidR="00AD37D8" w:rsidRPr="008E2C07" w:rsidRDefault="00AD37D8" w:rsidP="00AD37D8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  <w:lang w:val="ru-RU"/>
        </w:rPr>
      </w:pPr>
    </w:p>
    <w:p w:rsidR="00AD37D8" w:rsidRPr="008E2C07" w:rsidRDefault="00AD37D8" w:rsidP="00AD37D8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AD37D8" w:rsidRPr="008E2C07" w:rsidRDefault="00AD37D8" w:rsidP="00AD37D8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AD37D8" w:rsidRPr="008E2C07" w:rsidRDefault="00AD37D8" w:rsidP="00AD37D8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AD37D8" w:rsidRPr="008E2C07" w:rsidRDefault="00AD37D8" w:rsidP="00AD37D8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Гаврилюк А.С.</w:t>
      </w:r>
    </w:p>
    <w:p w:rsidR="00AD37D8" w:rsidRPr="008E2C07" w:rsidRDefault="00AD37D8" w:rsidP="00AD37D8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</w:p>
    <w:p w:rsidR="00AD37D8" w:rsidRPr="008E2C07" w:rsidRDefault="00AD37D8" w:rsidP="00AD37D8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AD37D8" w:rsidRPr="008E2C07" w:rsidRDefault="00AD37D8" w:rsidP="00AD37D8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до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пункту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  Гаврилюк А.С.,</w:t>
      </w:r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</w:p>
    <w:p w:rsidR="00AD37D8" w:rsidRPr="008E2C07" w:rsidRDefault="00AD37D8" w:rsidP="00AD37D8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AD37D8" w:rsidRPr="008E2C07" w:rsidRDefault="00AD37D8" w:rsidP="00AD37D8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AD37D8" w:rsidRPr="008E2C07" w:rsidRDefault="00AD37D8" w:rsidP="00AD37D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D37D8" w:rsidRPr="008E2C07" w:rsidRDefault="00AD37D8" w:rsidP="00AD37D8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070D4B">
        <w:rPr>
          <w:rFonts w:ascii="Times New Roman" w:hAnsi="Times New Roman"/>
          <w:sz w:val="24"/>
        </w:rPr>
        <w:t xml:space="preserve">       1. Надати </w:t>
      </w:r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Гаврилюк Анні Сергіївні</w:t>
      </w:r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яка  зареєстрована </w:t>
      </w:r>
      <w:r w:rsidRPr="008E2C07">
        <w:rPr>
          <w:rFonts w:ascii="Times New Roman" w:hAnsi="Times New Roman"/>
          <w:sz w:val="24"/>
        </w:rPr>
        <w:t xml:space="preserve"> за адре</w:t>
      </w:r>
      <w:r>
        <w:rPr>
          <w:rFonts w:ascii="Times New Roman" w:hAnsi="Times New Roman"/>
          <w:sz w:val="24"/>
        </w:rPr>
        <w:t xml:space="preserve">сою: </w:t>
      </w:r>
      <w:r w:rsidR="00B12905">
        <w:rPr>
          <w:rFonts w:ascii="Times New Roman" w:hAnsi="Times New Roman"/>
          <w:sz w:val="24"/>
          <w:lang w:val="en-US"/>
        </w:rPr>
        <w:t>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hAnsi="Times New Roman"/>
          <w:sz w:val="24"/>
          <w:lang w:val="ru-RU"/>
        </w:rPr>
        <w:t>0,32</w:t>
      </w:r>
      <w:r w:rsidRPr="008E2C07">
        <w:rPr>
          <w:rFonts w:ascii="Times New Roman" w:hAnsi="Times New Roman"/>
          <w:sz w:val="24"/>
          <w:lang w:val="ru-RU"/>
        </w:rPr>
        <w:t xml:space="preserve">00га, </w:t>
      </w:r>
      <w:r w:rsidRPr="008E2C07">
        <w:rPr>
          <w:rFonts w:ascii="Times New Roman" w:hAnsi="Times New Roman"/>
          <w:sz w:val="24"/>
        </w:rPr>
        <w:t>для ведення особистого селянського господарства</w:t>
      </w:r>
      <w:r w:rsidRPr="008E2C07">
        <w:rPr>
          <w:rFonts w:ascii="Times New Roman" w:hAnsi="Times New Roman"/>
          <w:sz w:val="24"/>
          <w:lang w:val="ru-RU"/>
        </w:rPr>
        <w:t xml:space="preserve">, яка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розташована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території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sz w:val="24"/>
          <w:lang w:val="ru-RU"/>
        </w:rPr>
        <w:t>Крупець</w:t>
      </w:r>
      <w:r>
        <w:rPr>
          <w:rFonts w:ascii="Times New Roman" w:hAnsi="Times New Roman"/>
          <w:sz w:val="24"/>
          <w:lang w:val="ru-RU"/>
        </w:rPr>
        <w:t>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сільської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ради в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.</w:t>
      </w:r>
      <w:r>
        <w:rPr>
          <w:rFonts w:ascii="Times New Roman" w:hAnsi="Times New Roman"/>
          <w:sz w:val="24"/>
          <w:lang w:val="ru-RU"/>
        </w:rPr>
        <w:t>Лисиче</w:t>
      </w:r>
      <w:proofErr w:type="spellEnd"/>
      <w:r>
        <w:rPr>
          <w:rFonts w:ascii="Times New Roman" w:hAnsi="Times New Roman"/>
          <w:sz w:val="24"/>
          <w:lang w:val="ru-RU"/>
        </w:rPr>
        <w:t>.</w:t>
      </w:r>
    </w:p>
    <w:p w:rsidR="00AD37D8" w:rsidRPr="008E2C07" w:rsidRDefault="00AD37D8" w:rsidP="00AD37D8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2</w:t>
      </w:r>
      <w:r>
        <w:rPr>
          <w:rFonts w:ascii="Times New Roman" w:hAnsi="Times New Roman"/>
          <w:sz w:val="24"/>
        </w:rPr>
        <w:t>. Гаврилюк А.С.</w:t>
      </w:r>
      <w:r w:rsidRPr="008E2C07">
        <w:rPr>
          <w:rFonts w:ascii="Times New Roman" w:hAnsi="Times New Roman"/>
          <w:sz w:val="24"/>
          <w:lang w:val="ru-RU"/>
        </w:rPr>
        <w:t xml:space="preserve">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розробити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ділянки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  <w:lang w:val="ru-RU"/>
        </w:rPr>
        <w:t>передачі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її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у </w:t>
      </w:r>
      <w:proofErr w:type="spellStart"/>
      <w:r w:rsidRPr="008E2C07">
        <w:rPr>
          <w:rFonts w:ascii="Times New Roman" w:hAnsi="Times New Roman"/>
          <w:sz w:val="24"/>
          <w:lang w:val="ru-RU"/>
        </w:rPr>
        <w:t>власність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розгляд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сесії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сільської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ради.</w:t>
      </w:r>
    </w:p>
    <w:p w:rsidR="00AD37D8" w:rsidRPr="008E2C07" w:rsidRDefault="00AD37D8" w:rsidP="00AD37D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D37D8" w:rsidRPr="008E2C07" w:rsidRDefault="00AD37D8" w:rsidP="00AD37D8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AD37D8" w:rsidRPr="008E2C07" w:rsidRDefault="00AD37D8" w:rsidP="00AD37D8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AD37D8" w:rsidRPr="008E2C07" w:rsidRDefault="00AD37D8" w:rsidP="00AD37D8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AD37D8" w:rsidRDefault="00AD37D8" w:rsidP="00AD37D8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p w:rsidR="00B86DA9" w:rsidRDefault="00B86DA9"/>
    <w:sectPr w:rsidR="00B86DA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7D8"/>
    <w:rsid w:val="00171A2E"/>
    <w:rsid w:val="00304C90"/>
    <w:rsid w:val="00505B6D"/>
    <w:rsid w:val="006D3977"/>
    <w:rsid w:val="007D6C18"/>
    <w:rsid w:val="00AD37D8"/>
    <w:rsid w:val="00B12905"/>
    <w:rsid w:val="00B86DA9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7D8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7D8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222</Words>
  <Characters>1270</Characters>
  <Application>Microsoft Office Word</Application>
  <DocSecurity>0</DocSecurity>
  <Lines>10</Lines>
  <Paragraphs>2</Paragraphs>
  <ScaleCrop>false</ScaleCrop>
  <Company>Microsoft</Company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2020-11-17T16:15:00Z</dcterms:created>
  <dcterms:modified xsi:type="dcterms:W3CDTF">2020-11-18T07:01:00Z</dcterms:modified>
</cp:coreProperties>
</file>