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B7" w:rsidRPr="003B50D1" w:rsidRDefault="00B861B7" w:rsidP="00B86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861B7" w:rsidRPr="003B50D1" w:rsidRDefault="00B861B7" w:rsidP="00B86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861B7" w:rsidRDefault="00B861B7" w:rsidP="00B86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861B7" w:rsidRDefault="00B861B7" w:rsidP="00B86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861B7" w:rsidRPr="003B50D1" w:rsidRDefault="00B861B7" w:rsidP="00B86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D1A8EA" wp14:editId="4E49FD5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825" name="Группа 22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8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1B7" w:rsidRDefault="00B861B7" w:rsidP="00B861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2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IaKcYA&#10;AADeAAAADwAAAGRycy9kb3ducmV2LnhtbESPzWrDMBCE74W+g9hAb40cBRLjWjahtCWHQInb3Bdr&#10;/UOtlbHUxH37KFDIcZiZb5i8nO0gzjT53rGG1TIBQVw703Or4fvr/TkF4QOywcExafgjD2Xx+JBj&#10;ZtyFj3SuQisihH2GGroQxkxKX3dk0S/dSBy9xk0WQ5RTK82Elwi3g1RJspEWe44LHY702lH9U/1a&#10;DW79sT+cWnVcv/E28O4zbU7zQeunxbx7ARFoDvfwf3tvNCiVqg3c7sQr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IaK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oNEckA&#10;AADeAAAADwAAAGRycy9kb3ducmV2LnhtbESPQUsDMRSE74L/ITzBS7FZ99Cua9MihdXqodBa6PWx&#10;eW5WNy9LEtttf30jFDwOM/MNM1sMthMH8qF1rOBxnIEgrp1uuVGw+6weChAhImvsHJOCEwVYzG9v&#10;Zlhqd+QNHbaxEQnCoUQFJsa+lDLUhiyGseuJk/flvMWYpG+k9nhMcNvJPMsm0mLLacFgT0tD9c/2&#10;1yr4rtZmv5yeX/3oaUPnUfXx1r1PlLq/G16eQUQa4n/42l5pBXle5FP4u5OugJx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5oNE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9YsEA&#10;AADeAAAADwAAAGRycy9kb3ducmV2LnhtbERPzWrCQBC+C32HZYRepG4aoUjqKlKqiBfx5wGG7JgN&#10;ZmdDdjXp2zsHoceP73+xGnyjHtTFOrCBz2kGirgMtubKwOW8+ZiDignZYhOYDPxRhNXybbTAwoae&#10;j/Q4pUpJCMcCDbiU2kLrWDryGKehJRbuGjqPSWBXadthL+G+0XmWfWmPNUuDw5Z+HJW3091LyWGG&#10;h/21P2+2A/b4u3c8WR+NeR8P629QiYb0L365d9ZAns9z2St35Aro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WPWLBAAAA3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6Nw8YA&#10;AADeAAAADwAAAGRycy9kb3ducmV2LnhtbESPQUsDMRSE74L/ITzBm80atLZr0yJVQQQPVkF6e2xe&#10;dxc3LyF5dtd/bwTB4zAz3zCrzeQHdaSU+8AWLmcVKOImuJ5bC+9vjxcLUFmQHQ6BycI3ZdisT09W&#10;WLsw8isdd9KqAuFco4VOJNZa56Yjj3kWInHxDiF5lCJTq13CscD9oE1VzbXHnstCh5G2HTWfuy9v&#10;4WV8iM838+tD3Kcro/O9k4+tWHt+Nt3dghKa5D/8135yFoxZmCX83ilX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6Nw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mnucMA&#10;AADeAAAADwAAAGRycy9kb3ducmV2LnhtbESPz2rCQBDG7wXfYRmhl1I3jVAkuoqUWsSLGPsAQ3bM&#10;BrOzIbs18e2dg9Djx/eP32oz+lbdqI9NYAMfswwUcRVsw7WB3/PufQEqJmSLbWAycKcIm/XkZYWF&#10;DQOf6FamWskIxwINuJS6QutYOfIYZ6EjFu8Seo9JZF9r2+Mg477VeZZ9ao8Ny4PDjr4cVdfyz8vJ&#10;cY7Hw2U4735GHPD74PhtezLmdTpul6ASjek//GzvrYE8X8wFQHAEBf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mnu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XGMcA&#10;AADeAAAADwAAAGRycy9kb3ducmV2LnhtbESPQUsDMRSE70L/Q3gFbzbbVWtZm5bSKojQg1UQb4/N&#10;6+7i5iUkz+76740geBxm5htmtRldr84UU+fZwHxWgCKuve24MfD2+ni1BJUE2WLvmQx8U4LNenKx&#10;wsr6gV/ofJRGZQinCg20IqHSOtUtOUwzH4izd/LRoWQZG20jDhnuel0WxUI77DgvtBho11L9efxy&#10;Bg7DQ3i+W9yewke8KXXaW3nfiTGX03F7D0polP/wX/vJGijL5fU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xFx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aUhscA&#10;AADe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DPF7Mc7nfS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mlI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p74sUA&#10;AADeAAAADwAAAGRycy9kb3ducmV2LnhtbESPUWvCMBSF3wf7D+EOfJupdRulM4psFGT4Mt0PuDR3&#10;TbW5KUms9d8bQfDxcM75DmexGm0nBvKhdaxgNs1AENdOt9wo+NtXrwWIEJE1do5JwYUCrJbPTwss&#10;tTvzLw272IgE4VCiAhNjX0oZakMWw9T1xMn7d95iTNI3Uns8J7jtZJ5lH9Jiy2nBYE9fhurj7mQV&#10;VD/5djietK/cenyz9G4OxbdRavIyrj9BRBrjI3xvb7SCPC/mc7jdSV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2nv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paccA&#10;AADeAAAADwAAAGRycy9kb3ducmV2LnhtbESPUWvCMBSF3wf+h3CFvQxNV7ch1ShzEBQmjOlgr5fm&#10;2habm5JE2/37RRjs8XDO+Q5nuR5sK67kQ+NYweM0A0FcOtNwpeDrqCdzECEiG2wdk4IfCrBeje6W&#10;WBjX8yddD7ESCcKhQAV1jF0hZShrshimriNO3sl5izFJX0njsU9w28o8y16kxYbTQo0dvdVUng8X&#10;q2Dz0Vcz/1BuBvd+2n4/a230Xit1Px5eFyAiDfE//NfeGQV5Pp89we1Ou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DqWn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9GDcUA&#10;AADeAAAADwAAAGRycy9kb3ducmV2LnhtbESPUWvCMBSF3wf7D+EOfJupVUfpjCIbBRm+TPcDLs1d&#10;U21uShJr/feLIOzxcM75Dme1GW0nBvKhdaxgNs1AENdOt9wo+DlWrwWIEJE1do5JwY0CbNbPTyss&#10;tbvyNw2H2IgE4VCiAhNjX0oZakMWw9T1xMn7dd5iTNI3Unu8JrjtZJ5lb9Jiy2nBYE8fhurz4WIV&#10;VF/5fjhftK/cdlxYWppT8WmUmryM23cQkcb4H360d1pBnhfzJdzvpCs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0Y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NGksQA&#10;AADeAAAADwAAAGRycy9kb3ducmV2LnhtbESP0WqDQBRE3wv9h+UW+tasmkbEZhNKwRAfY/oBF/dW&#10;Je5d626i/n03UMjjMDNnmO1+Nr240eg6ywriVQSCuLa640bB97l4y0A4j6yxt0wKFnKw3z0/bTHX&#10;duIT3SrfiABhl6OC1vshl9LVLRl0KzsQB+/HjgZ9kGMj9YhTgJteJlGUSoMdh4UWB/pqqb5UV6Pg&#10;fZkOv9XmEhXaUFyuh5J9vVHq9WX+/ADhafaP8H/7qBUkSbZO4X4nXA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jRp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31psUA&#10;AADeAAAADwAAAGRycy9kb3ducmV2LnhtbESPQYvCMBSE78L+h/AEbza1grrVKLLisnjSrnp+NM+2&#10;2LyUJmr992ZhweMwM98wi1VnanGn1lWWFYyiGARxbnXFhYLj73Y4A+E8ssbaMil4koPV8qO3wFTb&#10;Bx/onvlCBAi7FBWU3jeplC4vyaCLbEMcvIttDfog20LqFh8BbmqZxPFEGqw4LJTY0FdJ+TW7GQW3&#10;yTk58mWn99nm+f252a6dPBVKDfrdeg7CU+ff4f/2j1aQJLPxFP7uhCs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LfWm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3RycYA&#10;AADeAAAADwAAAGRycy9kb3ducmV2LnhtbERPPW/CMBDdkfofrKvUDZwGFKUpBkGlSsAAaloGtmt8&#10;TdLG5zQ2EP49HpAYn973dN6bRpyoc7VlBc+jCARxYXXNpYKvz/dhCsJ5ZI2NZVJwIQfz2cNgipm2&#10;Z/6gU+5LEULYZaig8r7NpHRFRQbdyLbEgfuxnUEfYFdK3eE5hJtGxlGUSIM1h4YKW3qrqPjLj0bB&#10;fpcmL7vlevK72X7j2Oj/g64TpZ4e+8UrCE+9v4tv7pVWEMfpOOwNd8IV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3Ry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jxsYA&#10;AADeAAAADwAAAGRycy9kb3ducmV2LnhtbESPQWvCQBSE7wX/w/KE3urGWCRGV9GWWvGUquD1kX0m&#10;wezbkN1q7K93BaHHYWa+YWaLztTiQq2rLCsYDiIQxLnVFRcKDvuvtwSE88gaa8uk4EYOFvPeywxT&#10;ba/8Q5edL0SAsEtRQel9k0rp8pIMuoFtiIN3sq1BH2RbSN3iNcBNLeMoGkuDFYeFEhv6KCk/736N&#10;gr/xETP3Ha8+R9rT7T1Z2222Vuq13y2nIDx1/j/8bG+0gjhORhN43AlX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jj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1QiMUA&#10;AADeAAAADwAAAGRycy9kb3ducmV2LnhtbESPTWrDMBCF94XcQUwhu0aucUPiRjahJNBdGycHGKyp&#10;bGKNHEu13Z6+WhSyfLw/vl05206MNPjWsYLnVQKCuHa6ZaPgcj4+bUD4gKyxc0wKfshDWSwedphr&#10;N/GJxioYEUfY56igCaHPpfR1Qxb9yvXE0ftyg8UQ5WCkHnCK47aTaZKspcWW40ODPb01VF+rb6vg&#10;5tIXPVcH/Lgetp+tMdnt95QptXyc968gAs3hHv5vv2sFabrJIkDEiSg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bVCI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T+MYA&#10;AADeAAAADwAAAGRycy9kb3ducmV2LnhtbESPzW7CMBCE75X6DtZW4lYc0gJpikEtEhJXfg4cF3tJ&#10;AvE6jQ2kfXpcCYnjaGa+0Uxmna3FhVpfOVYw6CcgiLUzFRcKtpvFawbCB2SDtWNS8EseZtPnpwnm&#10;xl15RZd1KESEsM9RQRlCk0vpdUkWfd81xNE7uNZiiLItpGnxGuG2lmmSjKTFiuNCiQ3NS9Kn9dkq&#10;WFZ7Go704cNm33q1+/sJb+OjUar30n19ggjUhUf43l4aBWmavQ/g/06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2T+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0WMIA&#10;AADeAAAADwAAAGRycy9kb3ducmV2LnhtbERPXWvCMBR9H/gfwhV8m+nCGFqNMgeDiZswFX29NNem&#10;2NyUJtb675fBYI/nmzNf9q4WHbWh8qzhaZyBIC68qbjUcNi/P05AhIhssPZMGu4UYLkYPMwxN/7G&#10;39TtYilSCYccNdgYm1zKUFhyGMa+IU7a2bcOY4JtKU2Lt1Tuaqmy7EU6rDgtWGzozVJx2V2dhg63&#10;9+xkV1/TdfVZqO3quDGJ16Nh/zoDEamP/+a/9IfRoNTkWcHvnXQF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vRY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+OWcUA&#10;AADeAAAADwAAAGRycy9kb3ducmV2LnhtbESPQUsDMRSE74L/ITzBm80aRcratBSh4lFXDx6fm9fN&#10;tpv3liR2V3+9EQSPw8x8w6w2cxjUiWLqhS1cLypQxK24njsLb6+7qyWolJEdDsJk4YsSbNbnZyus&#10;nUz8Qqcmd6pAONVowec81lqn1lPAtJCRuHh7iQFzkbHTLuJU4GHQpqrudMCey4LHkR48tcfmM1iY&#10;HtuPg9m/O/8dR9k1z3Iwg1h7eTFv70FlmvN/+K/95CwYs7y9gd875Qr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45Z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4GOscA&#10;AADeAAAADwAAAGRycy9kb3ducmV2LnhtbESP3WrCQBSE7wu+w3IE7+qmQWxIXcVfEKkUbXt/mj1N&#10;ortnQ3bV+PbdQqGXw8x8w0xmnTXiSq2vHSt4GiYgiAunay4VfLxvHjMQPiBrNI5JwZ08zKa9hwnm&#10;2t34QNdjKEWEsM9RQRVCk0vpi4os+qFriKP37VqLIcq2lLrFW4RbI9MkGUuLNceFChtaVlScjxer&#10;YPO2Mqd0f5h/yrBcP3+ZbLdYvSo16HfzFxCBuvAf/mtvtYI0zUYj+L0Tr4C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+Bj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R+NccA&#10;AADeAAAADwAAAGRycy9kb3ducmV2LnhtbESPQWvCQBSE74L/YXmCF6mbRi0hdZUiiAoKrS30+sy+&#10;JsHs25BdY/z3riD0OMzMN8x82ZlKtNS40rKC13EEgjizuuRcwc/3+iUB4TyyxsoyKbiRg+Wi35tj&#10;qu2Vv6g9+lwECLsUFRTe16mULivIoBvbmjh4f7Yx6INscqkbvAa4qWQcRW/SYMlhocCaVgVl5+PF&#10;KGg/96d827p6d05GbjY5bTYH/avUcNB9vIPw1Pn/8LO91QriOJnO4HEnX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Efj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61B7" w:rsidRDefault="00B861B7" w:rsidP="00B861B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eX8gA&#10;AADeAAAADwAAAGRycy9kb3ducmV2LnhtbESPT2vCQBTE74V+h+UVvNVNg5UYXaUWCl4E//RQb8/s&#10;axLMvk13V0399K4geBxm5jfMZNaZRpzI+dqygrd+AoK4sLrmUsH39us1A+EDssbGMin4Jw+z6fPT&#10;BHNtz7ym0yaUIkLY56igCqHNpfRFRQZ937bE0fu1zmCI0pVSOzxHuGlkmiRDabDmuFBhS58VFYfN&#10;0SiYj7L532rAy8t6v6Pdz/7wnrpEqd5L9zEGEagLj/C9vdAK0jQbDOF2J14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Op5fyAAAAN4AAAAPAAAAAAAAAAAAAAAAAJgCAABk&#10;cnMvZG93bnJldi54bWxQSwUGAAAAAAQABAD1AAAAjQMAAAAA&#10;" fillcolor="black" stroked="f">
                  <v:textbox>
                    <w:txbxContent>
                      <w:p w:rsidR="00B861B7" w:rsidRDefault="00B861B7" w:rsidP="00B861B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1xMgA&#10;AADeAAAADwAAAGRycy9kb3ducmV2LnhtbESPQWvCQBSE70L/w/KE3nRjaG1IXaW2FoTag7aHHl+z&#10;r8mS7NuQXTX6612h4HGYmW+Y2aK3jThQ541jBZNxAoK4cNpwqeD7632UgfABWWPjmBScyMNifjeY&#10;Ya7dkbd02IVSRAj7HBVUIbS5lL6oyKIfu5Y4en+usxii7EqpOzxGuG1kmiRTadFwXKiwpdeKinq3&#10;twp+PqYm2xpKfzfn5UpvHuvl51ut1P2wf3kGEagPt/B/e60VpGn28ATXO/EK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tTXE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MhMMA&#10;AADeAAAADwAAAGRycy9kb3ducmV2LnhtbERPz2vCMBS+D/Y/hDfYbaaWIaUziijiLjvolF0fzbOp&#10;bV5qErX61y+HwY4f3+/pfLCduJIPjWMF41EGgrhyuuFawf57/VaACBFZY+eYFNwpwHz2/DTFUrsb&#10;b+m6i7VIIRxKVGBi7EspQ2XIYhi5njhxR+ctxgR9LbXHWwq3ncyzbCItNpwaDPa0NFS1u4tV4Bc/&#10;q/bBl0ObPb7uYXMazgUapV5fhsUHiEhD/Bf/uT+1gjwv3tPedCddAT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jMhM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fVMYA&#10;AADeAAAADwAAAGRycy9kb3ducmV2LnhtbESPUWvCQBCE3wv+h2MLvhS9NEir0VOkUBAqBa0/YM2t&#10;SejdXshtNfbXe4WCj8PMfMMsVr136kxdbAIbeB5noIjLYBuuDBy+3kdTUFGQLbrAZOBKEVbLwcMC&#10;CxsuvKPzXiqVIBwLNFCLtIXWsazJYxyHljh5p9B5lCS7StsOLwnunc6z7EV7bDgt1NjSW03l9/7H&#10;G3D50c0+XuNWrge9zX697J4+rTHDx349ByXUyz38395YA3k+nczg7066An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XfV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ahTsUA&#10;AADeAAAADwAAAGRycy9kb3ducmV2LnhtbESPT2vCMBjG7wO/Q3gFbzO1sCGdUTZF6MWD1eH1tXnX&#10;lCVvSpNp9dObw8Djw/OP32I1OCsu1IfWs4LZNANBXHvdcqPgeNi+zkGEiKzReiYFNwqwWo5eFlho&#10;f+U9XarYiDTCoUAFJsaukDLUhhyGqe+Ik/fje4cxyb6RusdrGndW5ln2Lh22nB4MdrQ2VP9Wf07B&#10;pupsfizNVzh9785nW963dNooNRkPnx8gIg3xGf5vl1pBns/fEkDCSSg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dqF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248QA&#10;AADeAAAADwAAAGRycy9kb3ducmV2LnhtbESPQWsCMRSE7wX/Q3iCt5q4oJWtUUQUBE+1eujtkTx3&#10;Vzcvyya66783hUKPw8x8wyxWvavFg9pQedYwGSsQxMbbigsNp+/d+xxEiMgWa8+k4UkBVsvB2wJz&#10;6zv+oscxFiJBOOSooYyxyaUMpiSHYewb4uRdfOswJtkW0rbYJbirZabUTDqsOC2U2NCmJHM73p2G&#10;604evFFozqdzt7cfP9sZ1Urr0bBff4KI1Mf/8F97bzVk2Xw6gd876Qr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/tu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b88YA&#10;AADeAAAADwAAAGRycy9kb3ducmV2LnhtbESPQWsCMRSE74X+h/AK3mrWiGXZGsUWCqXioVpKj8/N&#10;c3fZzcuSRN3+eyMIHoeZ+YaZLwfbiRP50DjWMBlnIIhLZxquNPzsPp5zECEiG+wck4Z/CrBcPD7M&#10;sTDuzN902sZKJAiHAjXUMfaFlKGsyWIYu544eQfnLcYkfSWNx3OC206qLHuRFhtOCzX29F5T2W6P&#10;VsPfcc2HzfRr5d/irxt2oVX7vNV69DSsXkFEGuI9fGt/Gg1K5TMF1zvpCs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Xb8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61B7" w:rsidRDefault="00B861B7" w:rsidP="00B861B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SrGsgA&#10;AADeAAAADwAAAGRycy9kb3ducmV2LnhtbESPQWvCQBSE70L/w/KE3nRjWkuaukotCL0Ianuot2f2&#10;NQlm36a7q0Z/vSsIPQ4z8w0zmXWmEUdyvrasYDRMQBAXVtdcKvj+WgwyED4ga2wsk4IzeZhNH3oT&#10;zLU98ZqOm1CKCGGfo4IqhDaX0hcVGfRD2xJH79c6gyFKV0rt8BThppFpkrxIgzXHhQpb+qio2G8O&#10;RsH8NZv/rZ55eVnvtrT92e3HqUuUeux3728gAnXhP3xvf2oFaZqNn+B2J14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lKsayAAAAN4AAAAPAAAAAAAAAAAAAAAAAJgCAABk&#10;cnMvZG93bnJldi54bWxQSwUGAAAAAAQABAD1AAAAjQMAAAAA&#10;" fillcolor="black" stroked="f">
                  <v:textbox>
                    <w:txbxContent>
                      <w:p w:rsidR="00B861B7" w:rsidRDefault="00B861B7" w:rsidP="00B861B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4xMYA&#10;AADeAAAADwAAAGRycy9kb3ducmV2LnhtbESPQUsDMRSE70L/Q3iCN5t11VLWpmUpFMXTtlW8vm6e&#10;m8XNy5LEdP33RhB6HGbmG2a1mewgEvnQO1ZwNy9AELdO99wpeDvubpcgQkTWODgmBT8UYLOeXa2w&#10;0u7Me0qH2IkM4VChAhPjWEkZWkMWw9yNxNn7dN5izNJ3Uns8Z7gdZFkUC2mx57xgcKStofbr8G0V&#10;pNO2qe/TRzL7V1933jXP76dGqZvrqX4CEWmKl/B/+0UrKMvl4wP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s4x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61B7" w:rsidRDefault="00B861B7" w:rsidP="00B861B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ZVscA&#10;AADeAAAADwAAAGRycy9kb3ducmV2LnhtbESPQWvCQBSE74X+h+UJ3urGgKLRVUSqaC/VWKjHR/Y1&#10;G5p9G7JrTPvru4VCj8PMfMMs172tRUetrxwrGI8SEMSF0xWXCt4uu6cZCB+QNdaOScEXeVivHh+W&#10;mGl35zN1eShFhLDPUIEJocmk9IUhi37kGuLofbjWYoiyLaVu8R7htpZpkkylxYrjgsGGtoaKz/xm&#10;Ffjx9vn9xX7Pu+ve8Gt+NNNTaZQaDvrNAkSgPvyH/9oHrSBNZ5MJ/N6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r2V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61B7" w:rsidRDefault="00B861B7" w:rsidP="00B861B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61B7" w:rsidRPr="003B50D1" w:rsidRDefault="00B861B7" w:rsidP="00B86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861B7" w:rsidRPr="003B50D1" w:rsidRDefault="00B861B7" w:rsidP="00B86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861B7" w:rsidRPr="003B50D1" w:rsidRDefault="00B861B7" w:rsidP="00B861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861B7" w:rsidRPr="003B50D1" w:rsidRDefault="00B861B7" w:rsidP="00B86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B861B7" w:rsidRPr="003B50D1" w:rsidRDefault="00B861B7" w:rsidP="00B861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861B7" w:rsidRPr="003B50D1" w:rsidRDefault="00B861B7" w:rsidP="00B861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B861B7" w:rsidRPr="003B50D1" w:rsidRDefault="00B861B7" w:rsidP="00B861B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61B7" w:rsidRPr="003B50D1" w:rsidRDefault="00B861B7" w:rsidP="00B861B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61B7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надання дозволу на розробку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технічної документації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B861B7" w:rsidRPr="0061236C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М.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861B7" w:rsidRPr="003B50D1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вання в Україні», статей 12,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Земельного кодексу України,  Закону України «Про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землеустрій»,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861B7" w:rsidRPr="00D3059C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Марині Миколаївні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1542E" w:rsidRPr="0081542E">
        <w:rPr>
          <w:rFonts w:ascii="Times New Roman" w:eastAsia="Calibri" w:hAnsi="Times New Roman" w:cs="Times New Roman"/>
          <w:sz w:val="24"/>
        </w:rPr>
        <w:t>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дозвіл на розробку технічної документації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орієнтовною площею 1,0822 га для ведення особистого селянського господарства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B861B7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М, розробити технічну документацію із землеустрою щодо встановлення (відновлення) меж земельної ділянки в натурі (на місцевості) та подати на розгляд сесії сільської ради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Даний дозвіл дійсний на протязі року з дня прийняття даного рішення.</w:t>
      </w:r>
    </w:p>
    <w:p w:rsidR="00B861B7" w:rsidRPr="00B861B7" w:rsidRDefault="00B861B7" w:rsidP="00B861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lastRenderedPageBreak/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4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оустрою (Денисюк Т.В.).</w:t>
      </w:r>
    </w:p>
    <w:p w:rsidR="00B861B7" w:rsidRPr="003B50D1" w:rsidRDefault="00B861B7" w:rsidP="00B861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861B7" w:rsidRDefault="00B861B7" w:rsidP="00B861B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861B7" w:rsidRDefault="00B861B7" w:rsidP="00B861B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861B7" w:rsidRDefault="00B861B7" w:rsidP="00B861B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p w:rsidR="00351F61" w:rsidRDefault="00351F61"/>
    <w:sectPr w:rsidR="00351F6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B7"/>
    <w:rsid w:val="00351F61"/>
    <w:rsid w:val="0081542E"/>
    <w:rsid w:val="00B8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B7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B7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2022-02-11T13:47:00Z</dcterms:created>
  <dcterms:modified xsi:type="dcterms:W3CDTF">2022-02-14T07:49:00Z</dcterms:modified>
</cp:coreProperties>
</file>