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F39" w:rsidRPr="00EF19B8" w:rsidRDefault="00904F39" w:rsidP="00904F39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  <w:r w:rsidRPr="00EF19B8"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</w:p>
    <w:p w:rsidR="00904F39" w:rsidRPr="00EF19B8" w:rsidRDefault="00904F39" w:rsidP="00904F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 w:rsidRPr="00EF19B8">
        <w:rPr>
          <w:rFonts w:ascii="Calibri" w:eastAsia="Calibri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D8898D5" wp14:editId="5C5C15CB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5988" name="Группа 159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5989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4F39" w:rsidRDefault="00904F39" w:rsidP="00904F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90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04F39" w:rsidRDefault="00904F39" w:rsidP="00904F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91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4F39" w:rsidRDefault="00904F39" w:rsidP="00904F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92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04F39" w:rsidRDefault="00904F39" w:rsidP="00904F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93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4F39" w:rsidRDefault="00904F39" w:rsidP="00904F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94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04F39" w:rsidRDefault="00904F39" w:rsidP="00904F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95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4F39" w:rsidRDefault="00904F39" w:rsidP="00904F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96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04F39" w:rsidRDefault="00904F39" w:rsidP="00904F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97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4F39" w:rsidRDefault="00904F39" w:rsidP="00904F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98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04F39" w:rsidRDefault="00904F39" w:rsidP="00904F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99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4F39" w:rsidRDefault="00904F39" w:rsidP="00904F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00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04F39" w:rsidRDefault="00904F39" w:rsidP="00904F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01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4F39" w:rsidRDefault="00904F39" w:rsidP="00904F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02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04F39" w:rsidRDefault="00904F39" w:rsidP="00904F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03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4F39" w:rsidRDefault="00904F39" w:rsidP="00904F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04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04F39" w:rsidRDefault="00904F39" w:rsidP="00904F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05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4F39" w:rsidRDefault="00904F39" w:rsidP="00904F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06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04F39" w:rsidRDefault="00904F39" w:rsidP="00904F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07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4F39" w:rsidRDefault="00904F39" w:rsidP="00904F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08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04F39" w:rsidRDefault="00904F39" w:rsidP="00904F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09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4F39" w:rsidRDefault="00904F39" w:rsidP="00904F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10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4F39" w:rsidRDefault="00904F39" w:rsidP="00904F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11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4F39" w:rsidRDefault="00904F39" w:rsidP="00904F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12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4F39" w:rsidRDefault="00904F39" w:rsidP="00904F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13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4F39" w:rsidRDefault="00904F39" w:rsidP="00904F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14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4F39" w:rsidRDefault="00904F39" w:rsidP="00904F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15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4F39" w:rsidRDefault="00904F39" w:rsidP="00904F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16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4F39" w:rsidRDefault="00904F39" w:rsidP="00904F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17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4F39" w:rsidRDefault="00904F39" w:rsidP="00904F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18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4F39" w:rsidRDefault="00904F39" w:rsidP="00904F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5D8898D5" id="Группа 15988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04F39" w:rsidRDefault="00904F39" w:rsidP="00904F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04F39" w:rsidRDefault="00904F39" w:rsidP="00904F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04F39" w:rsidRDefault="00904F39" w:rsidP="00904F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04F39" w:rsidRDefault="00904F39" w:rsidP="00904F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04F39" w:rsidRDefault="00904F39" w:rsidP="00904F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04F39" w:rsidRDefault="00904F39" w:rsidP="00904F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04F39" w:rsidRDefault="00904F39" w:rsidP="00904F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04F39" w:rsidRDefault="00904F39" w:rsidP="00904F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04F39" w:rsidRDefault="00904F39" w:rsidP="00904F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04F39" w:rsidRDefault="00904F39" w:rsidP="00904F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04F39" w:rsidRDefault="00904F39" w:rsidP="00904F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04F39" w:rsidRDefault="00904F39" w:rsidP="00904F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04F39" w:rsidRDefault="00904F39" w:rsidP="00904F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04F39" w:rsidRDefault="00904F39" w:rsidP="00904F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04F39" w:rsidRDefault="00904F39" w:rsidP="00904F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04F39" w:rsidRDefault="00904F39" w:rsidP="00904F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04F39" w:rsidRDefault="00904F39" w:rsidP="00904F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04F39" w:rsidRDefault="00904F39" w:rsidP="00904F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04F39" w:rsidRDefault="00904F39" w:rsidP="00904F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04F39" w:rsidRDefault="00904F39" w:rsidP="00904F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" fillcolor="black" stroked="f">
                  <v:textbox>
                    <w:txbxContent>
                      <w:p w:rsidR="00904F39" w:rsidRDefault="00904F39" w:rsidP="00904F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04F39" w:rsidRDefault="00904F39" w:rsidP="00904F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04F39" w:rsidRDefault="00904F39" w:rsidP="00904F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04F39" w:rsidRDefault="00904F39" w:rsidP="00904F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04F39" w:rsidRDefault="00904F39" w:rsidP="00904F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04F39" w:rsidRDefault="00904F39" w:rsidP="00904F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04F39" w:rsidRDefault="00904F39" w:rsidP="00904F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" fillcolor="black" stroked="f">
                  <v:textbox>
                    <w:txbxContent>
                      <w:p w:rsidR="00904F39" w:rsidRDefault="00904F39" w:rsidP="00904F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04F39" w:rsidRDefault="00904F39" w:rsidP="00904F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04F39" w:rsidRDefault="00904F39" w:rsidP="00904F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04F39" w:rsidRPr="00EF19B8" w:rsidRDefault="00904F39" w:rsidP="00904F3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904F39" w:rsidRPr="00EF19B8" w:rsidRDefault="00904F39" w:rsidP="00904F39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904F39" w:rsidRPr="00EF19B8" w:rsidRDefault="00904F39" w:rsidP="00904F3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904F39" w:rsidRPr="00EF19B8" w:rsidRDefault="00904F39" w:rsidP="00904F3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904F39" w:rsidRPr="00EF19B8" w:rsidRDefault="00904F39" w:rsidP="00904F3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  <w:r w:rsidRPr="00EF19B8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  <w:t>УКРАЇНА</w:t>
      </w:r>
    </w:p>
    <w:p w:rsidR="00904F39" w:rsidRPr="00EF19B8" w:rsidRDefault="00904F39" w:rsidP="00904F39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EF19B8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КРУПЕЦЬКА СІЛЬСЬКА РАДА</w:t>
      </w:r>
    </w:p>
    <w:p w:rsidR="00904F39" w:rsidRPr="00EF19B8" w:rsidRDefault="00904F39" w:rsidP="00904F3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EF19B8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СЛАВУТСЬКОГО РАЙОНУ</w:t>
      </w:r>
    </w:p>
    <w:p w:rsidR="00904F39" w:rsidRPr="00EF19B8" w:rsidRDefault="00904F39" w:rsidP="00904F3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EF19B8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ХМЕЛЬНИЦЬКОЇ ОБЛАСТІ</w:t>
      </w:r>
    </w:p>
    <w:p w:rsidR="00904F39" w:rsidRPr="00EF19B8" w:rsidRDefault="00904F39" w:rsidP="00904F3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904F39" w:rsidRPr="00EF19B8" w:rsidRDefault="00904F39" w:rsidP="00904F3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EF19B8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 xml:space="preserve"> РІШЕННЯ</w:t>
      </w:r>
    </w:p>
    <w:p w:rsidR="00904F39" w:rsidRPr="00EF19B8" w:rsidRDefault="00904F39" w:rsidP="00904F3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904F39" w:rsidRPr="00EF19B8" w:rsidRDefault="00904F39" w:rsidP="00904F3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EF19B8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EF19B8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сесії сільської </w:t>
      </w:r>
      <w:proofErr w:type="gramStart"/>
      <w:r w:rsidRPr="00EF19B8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ради  </w:t>
      </w:r>
      <w:r w:rsidRPr="00EF19B8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EF19B8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</w:t>
      </w:r>
      <w:proofErr w:type="gramEnd"/>
      <w:r w:rsidRPr="00EF19B8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скликання</w:t>
      </w:r>
    </w:p>
    <w:p w:rsidR="00904F39" w:rsidRPr="00EF19B8" w:rsidRDefault="00904F39" w:rsidP="00904F39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904F39" w:rsidRPr="00EF19B8" w:rsidRDefault="00904F39" w:rsidP="00904F39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EF19B8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__.06.2021 року                                            Крупець                                                 №___</w:t>
      </w:r>
    </w:p>
    <w:p w:rsidR="00904F39" w:rsidRPr="00EF19B8" w:rsidRDefault="00904F39" w:rsidP="00904F39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904F39" w:rsidRPr="00EF19B8" w:rsidRDefault="00904F39" w:rsidP="00904F39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904F39" w:rsidRPr="00EF19B8" w:rsidRDefault="00904F39" w:rsidP="00904F3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>проєкту</w:t>
      </w:r>
      <w:proofErr w:type="spellEnd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904F39" w:rsidRPr="00EF19B8" w:rsidRDefault="00904F39" w:rsidP="00904F3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>відведення</w:t>
      </w:r>
      <w:proofErr w:type="spellEnd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</w:p>
    <w:p w:rsidR="00904F39" w:rsidRPr="00EF19B8" w:rsidRDefault="00904F39" w:rsidP="00904F3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eastAsia="en-US"/>
        </w:rPr>
        <w:t>Дзядович</w:t>
      </w:r>
      <w:proofErr w:type="spellEnd"/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Л.С., </w:t>
      </w:r>
      <w:proofErr w:type="spellStart"/>
      <w:r>
        <w:rPr>
          <w:rFonts w:ascii="Times New Roman" w:eastAsia="Calibri" w:hAnsi="Times New Roman" w:cs="Times New Roman"/>
          <w:b/>
          <w:sz w:val="24"/>
          <w:lang w:eastAsia="en-US"/>
        </w:rPr>
        <w:t>Ковбі</w:t>
      </w:r>
      <w:proofErr w:type="spellEnd"/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В.В.</w:t>
      </w:r>
    </w:p>
    <w:p w:rsidR="00904F39" w:rsidRPr="00EF19B8" w:rsidRDefault="00904F39" w:rsidP="00904F3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</w:p>
    <w:p w:rsidR="00904F39" w:rsidRPr="00EF19B8" w:rsidRDefault="00904F39" w:rsidP="00904F3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904F39" w:rsidRPr="00EF19B8" w:rsidRDefault="00904F39" w:rsidP="00904F3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          </w:t>
      </w:r>
      <w:proofErr w:type="spellStart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до</w:t>
      </w:r>
      <w:proofErr w:type="gramEnd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пункту</w:t>
      </w:r>
      <w:proofErr w:type="gramEnd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 34 </w:t>
      </w:r>
      <w:proofErr w:type="spellStart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», статей 12,  118, 121 та 123 Земельного кодексу </w:t>
      </w:r>
      <w:proofErr w:type="spellStart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землеу</w:t>
      </w:r>
      <w:r>
        <w:rPr>
          <w:rFonts w:ascii="Times New Roman" w:eastAsia="Calibri" w:hAnsi="Times New Roman" w:cs="Times New Roman"/>
          <w:sz w:val="24"/>
          <w:lang w:val="ru-RU" w:eastAsia="en-US"/>
        </w:rPr>
        <w:t>стрій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»,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 w:rsidRPr="001E5FCA">
        <w:rPr>
          <w:rFonts w:ascii="Times New Roman" w:eastAsia="Calibri" w:hAnsi="Times New Roman" w:cs="Times New Roman"/>
          <w:sz w:val="24"/>
          <w:lang w:eastAsia="en-US"/>
        </w:rPr>
        <w:t>Дзядович</w:t>
      </w:r>
      <w:proofErr w:type="spellEnd"/>
      <w:r w:rsidRPr="001E5FCA">
        <w:rPr>
          <w:rFonts w:ascii="Times New Roman" w:eastAsia="Calibri" w:hAnsi="Times New Roman" w:cs="Times New Roman"/>
          <w:sz w:val="24"/>
          <w:lang w:eastAsia="en-US"/>
        </w:rPr>
        <w:t xml:space="preserve"> Л.С., </w:t>
      </w:r>
      <w:proofErr w:type="spellStart"/>
      <w:r w:rsidRPr="001E5FCA">
        <w:rPr>
          <w:rFonts w:ascii="Times New Roman" w:eastAsia="Calibri" w:hAnsi="Times New Roman" w:cs="Times New Roman"/>
          <w:sz w:val="24"/>
          <w:lang w:eastAsia="en-US"/>
        </w:rPr>
        <w:t>Ковби</w:t>
      </w:r>
      <w:proofErr w:type="spellEnd"/>
      <w:r w:rsidRPr="001E5FCA">
        <w:rPr>
          <w:rFonts w:ascii="Times New Roman" w:eastAsia="Calibri" w:hAnsi="Times New Roman" w:cs="Times New Roman"/>
          <w:sz w:val="24"/>
          <w:lang w:eastAsia="en-US"/>
        </w:rPr>
        <w:t xml:space="preserve"> В.В.</w:t>
      </w:r>
      <w:r w:rsidRPr="001E5FCA">
        <w:rPr>
          <w:rFonts w:ascii="Times New Roman" w:eastAsia="Calibri" w:hAnsi="Times New Roman" w:cs="Times New Roman"/>
          <w:sz w:val="24"/>
          <w:lang w:val="ru-RU" w:eastAsia="en-US"/>
        </w:rPr>
        <w:t>,</w:t>
      </w:r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  </w:t>
      </w:r>
      <w:proofErr w:type="spellStart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 рада </w:t>
      </w:r>
    </w:p>
    <w:p w:rsidR="00904F39" w:rsidRPr="00EF19B8" w:rsidRDefault="00904F39" w:rsidP="00904F3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904F39" w:rsidRPr="004D26E8" w:rsidRDefault="00904F39" w:rsidP="00904F39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904F39" w:rsidRPr="004D26E8" w:rsidRDefault="00904F39" w:rsidP="00904F3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4D26E8">
        <w:rPr>
          <w:rFonts w:ascii="Times New Roman" w:eastAsia="Calibri" w:hAnsi="Times New Roman" w:cs="Times New Roman"/>
          <w:sz w:val="24"/>
          <w:lang w:eastAsia="en-US"/>
        </w:rPr>
        <w:t xml:space="preserve">      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1. Надати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Дзядович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Людмилі  Станіславівні</w:t>
      </w:r>
      <w:r w:rsidRPr="004D26E8">
        <w:rPr>
          <w:rFonts w:ascii="Times New Roman" w:eastAsia="Calibri" w:hAnsi="Times New Roman" w:cs="Times New Roman"/>
          <w:sz w:val="24"/>
          <w:lang w:eastAsia="en-US"/>
        </w:rPr>
        <w:t>, як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а зареєстрована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0C10F9">
        <w:rPr>
          <w:rFonts w:ascii="Times New Roman" w:eastAsia="Calibri" w:hAnsi="Times New Roman" w:cs="Times New Roman"/>
          <w:sz w:val="24"/>
          <w:lang w:eastAsia="en-US"/>
        </w:rPr>
        <w:t>____________</w:t>
      </w:r>
      <w:r>
        <w:rPr>
          <w:rFonts w:ascii="Times New Roman" w:eastAsia="Calibri" w:hAnsi="Times New Roman" w:cs="Times New Roman"/>
          <w:sz w:val="24"/>
          <w:lang w:eastAsia="en-US"/>
        </w:rPr>
        <w:t>;</w:t>
      </w:r>
      <w:r w:rsidRPr="004D26E8"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Ковбі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Василю Васильовичу</w:t>
      </w:r>
      <w:r w:rsidRPr="004D26E8">
        <w:rPr>
          <w:rFonts w:ascii="Times New Roman" w:eastAsia="Calibri" w:hAnsi="Times New Roman" w:cs="Times New Roman"/>
          <w:sz w:val="24"/>
          <w:lang w:eastAsia="en-US"/>
        </w:rPr>
        <w:t>, як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ий зареєстрований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:</w:t>
      </w:r>
      <w:r w:rsidR="000C10F9">
        <w:rPr>
          <w:rFonts w:ascii="Times New Roman" w:eastAsia="Calibri" w:hAnsi="Times New Roman" w:cs="Times New Roman"/>
          <w:sz w:val="24"/>
          <w:lang w:eastAsia="en-US"/>
        </w:rPr>
        <w:t>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 w:rsidRPr="004D26E8">
        <w:rPr>
          <w:rFonts w:ascii="Times New Roman" w:eastAsia="Calibri" w:hAnsi="Times New Roman" w:cs="Times New Roman"/>
          <w:sz w:val="24"/>
          <w:lang w:eastAsia="en-US"/>
        </w:rPr>
        <w:t xml:space="preserve">дозвіл на розробку </w:t>
      </w:r>
      <w:proofErr w:type="spellStart"/>
      <w:r w:rsidRPr="004D26E8"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 w:rsidRPr="004D26E8"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</w:t>
      </w:r>
      <w:r>
        <w:rPr>
          <w:rFonts w:ascii="Times New Roman" w:eastAsia="Calibri" w:hAnsi="Times New Roman" w:cs="Times New Roman"/>
          <w:sz w:val="24"/>
          <w:lang w:eastAsia="en-US"/>
        </w:rPr>
        <w:t>янки</w:t>
      </w:r>
      <w:r w:rsidRPr="004D26E8">
        <w:rPr>
          <w:rFonts w:ascii="Times New Roman" w:eastAsia="Calibri" w:hAnsi="Times New Roman" w:cs="Times New Roman"/>
          <w:sz w:val="24"/>
          <w:lang w:eastAsia="en-US"/>
        </w:rPr>
        <w:t>, орієнтовною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площею 1,6000</w:t>
      </w:r>
      <w:r w:rsidRPr="004D26E8">
        <w:rPr>
          <w:rFonts w:ascii="Times New Roman" w:eastAsia="Calibri" w:hAnsi="Times New Roman" w:cs="Times New Roman"/>
          <w:sz w:val="24"/>
          <w:lang w:eastAsia="en-US"/>
        </w:rPr>
        <w:t xml:space="preserve"> га,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будівництва і обслуговування комплексу</w:t>
      </w:r>
      <w:r w:rsidRPr="004D26E8">
        <w:rPr>
          <w:rFonts w:ascii="Times New Roman" w:eastAsia="Calibri" w:hAnsi="Times New Roman" w:cs="Times New Roman"/>
          <w:sz w:val="24"/>
          <w:lang w:eastAsia="en-US"/>
        </w:rPr>
        <w:t>,  яка розташована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Хмельницька область,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Славутський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(Шепетівський) район, в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с.Полянь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, вулиця Шкільна, будинок 48.</w:t>
      </w:r>
    </w:p>
    <w:p w:rsidR="00904F39" w:rsidRPr="004D26E8" w:rsidRDefault="00904F39" w:rsidP="00904F3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Дзядович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Л.С.,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Ковбі</w:t>
      </w:r>
      <w:proofErr w:type="spellEnd"/>
      <w:r w:rsidRPr="001E5FCA">
        <w:rPr>
          <w:rFonts w:ascii="Times New Roman" w:eastAsia="Calibri" w:hAnsi="Times New Roman" w:cs="Times New Roman"/>
          <w:sz w:val="24"/>
          <w:lang w:eastAsia="en-US"/>
        </w:rPr>
        <w:t xml:space="preserve"> В.В</w:t>
      </w:r>
      <w:r w:rsidRPr="004D26E8">
        <w:rPr>
          <w:rFonts w:ascii="Times New Roman" w:eastAsia="Calibri" w:hAnsi="Times New Roman" w:cs="Times New Roman"/>
          <w:sz w:val="24"/>
          <w:lang w:eastAsia="en-US"/>
        </w:rPr>
        <w:t xml:space="preserve">, розробити </w:t>
      </w:r>
      <w:proofErr w:type="spellStart"/>
      <w:r w:rsidRPr="004D26E8"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 w:rsidRPr="004D26E8"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904F39" w:rsidRPr="004D26E8" w:rsidRDefault="00904F39" w:rsidP="00904F3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D26E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904F39" w:rsidRPr="00EF19B8" w:rsidRDefault="00904F39" w:rsidP="00904F39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4D26E8">
        <w:rPr>
          <w:rFonts w:ascii="Times New Roman" w:eastAsia="Arial Unicode MS" w:hAnsi="Times New Roman" w:cs="Times New Roman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</w:t>
      </w:r>
      <w:r w:rsidRPr="00EF19B8">
        <w:rPr>
          <w:rFonts w:ascii="Times New Roman" w:eastAsia="Arial Unicode MS" w:hAnsi="Times New Roman" w:cs="Times New Roman"/>
          <w:color w:val="000000"/>
          <w:sz w:val="24"/>
          <w:szCs w:val="24"/>
        </w:rPr>
        <w:t>Т.В.).</w:t>
      </w:r>
    </w:p>
    <w:p w:rsidR="00904F39" w:rsidRPr="00EF19B8" w:rsidRDefault="00904F39" w:rsidP="00904F3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904F39" w:rsidRDefault="00904F39" w:rsidP="00904F3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904F39" w:rsidRPr="00EF19B8" w:rsidRDefault="00904F39" w:rsidP="00904F3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BB0B63" w:rsidRPr="00904F39" w:rsidRDefault="00904F39" w:rsidP="00904F39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sz w:val="24"/>
          <w:szCs w:val="24"/>
        </w:rPr>
      </w:pPr>
      <w:r w:rsidRPr="00EF19B8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Валерій   МИХАЛЮК</w:t>
      </w:r>
    </w:p>
    <w:sectPr w:rsidR="00BB0B63" w:rsidRPr="00904F39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4F39"/>
    <w:rsid w:val="000C10F9"/>
    <w:rsid w:val="00904F39"/>
    <w:rsid w:val="00BB0B63"/>
    <w:rsid w:val="00C77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F39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F39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2</cp:revision>
  <dcterms:created xsi:type="dcterms:W3CDTF">2021-06-22T08:46:00Z</dcterms:created>
  <dcterms:modified xsi:type="dcterms:W3CDTF">2021-06-22T13:18:00Z</dcterms:modified>
</cp:coreProperties>
</file>