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E47" w:rsidRDefault="008A0E47" w:rsidP="008A0E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E47" w:rsidRDefault="008A0E47" w:rsidP="008A0E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0E47" w:rsidRDefault="008A0E47" w:rsidP="008A0E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0E47" w:rsidRDefault="008A0E47" w:rsidP="008A0E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A0E47" w:rsidRDefault="008A0E47" w:rsidP="008A0E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0E47" w:rsidRDefault="008A0E47" w:rsidP="008A0E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№107</w:t>
      </w:r>
    </w:p>
    <w:p w:rsidR="008A0E47" w:rsidRPr="00694EED" w:rsidRDefault="008A0E47" w:rsidP="008A0E4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A0E47" w:rsidRPr="00694EED" w:rsidRDefault="008A0E47" w:rsidP="008A0E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8A0E47" w:rsidRPr="00694EED" w:rsidRDefault="008A0E47" w:rsidP="008A0E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A0E47" w:rsidRPr="00694EED" w:rsidRDefault="008A0E47" w:rsidP="008A0E4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8A0E47" w:rsidRPr="00694EED" w:rsidRDefault="008A0E47" w:rsidP="008A0E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Петрушиній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Н.Л.</w:t>
      </w:r>
    </w:p>
    <w:p w:rsidR="008A0E47" w:rsidRPr="00694EED" w:rsidRDefault="008A0E47" w:rsidP="008A0E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0E47" w:rsidRPr="00694EED" w:rsidRDefault="008A0E47" w:rsidP="008A0E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Петрушиної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Н.Л.,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8A0E47" w:rsidRPr="00694EED" w:rsidRDefault="008A0E47" w:rsidP="008A0E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A0E47" w:rsidRPr="00694EED" w:rsidRDefault="008A0E47" w:rsidP="008A0E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Леонідівні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A0E47" w:rsidRPr="00694EED" w:rsidRDefault="008A0E47" w:rsidP="008A0E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Леонідівні,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64DFE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764DFE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6823984000:03:013:0072,  для індивідуального садівництва  яка розташована Хмельницька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8A0E47" w:rsidRPr="00694EED" w:rsidRDefault="008A0E47" w:rsidP="008A0E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Петрушиній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Н.Л.,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8A0E47" w:rsidRDefault="008A0E47" w:rsidP="008A0E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A0E47" w:rsidRPr="008A0E47" w:rsidRDefault="008A0E47" w:rsidP="008A0E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F1B9A" w:rsidRPr="008A0E47" w:rsidRDefault="008A0E47" w:rsidP="008A0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sectPr w:rsidR="00DF1B9A" w:rsidRPr="008A0E47" w:rsidSect="008A0E47">
      <w:pgSz w:w="12240" w:h="15840"/>
      <w:pgMar w:top="1440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E47"/>
    <w:rsid w:val="00764DFE"/>
    <w:rsid w:val="008A0E47"/>
    <w:rsid w:val="00DF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4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A0E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0E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A0E4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E4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A0E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0E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A0E4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2021-07-07T07:06:00Z</dcterms:created>
  <dcterms:modified xsi:type="dcterms:W3CDTF">2021-07-07T08:51:00Z</dcterms:modified>
</cp:coreProperties>
</file>