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1BCA" w:rsidRDefault="00DD1BCA" w:rsidP="00DD1BCA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1BCA" w:rsidRDefault="00DD1BCA" w:rsidP="00DD1B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1BCA" w:rsidRDefault="00DD1BCA" w:rsidP="00DD1B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1BCA" w:rsidRDefault="00DD1BCA" w:rsidP="00DD1B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1BCA" w:rsidRDefault="00DD1BCA" w:rsidP="00DD1B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1BCA" w:rsidRDefault="00DD1BCA" w:rsidP="00DD1B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1BCA" w:rsidRDefault="00DD1BCA" w:rsidP="00DD1B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1BCA" w:rsidRDefault="00DD1BCA" w:rsidP="00DD1B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1BCA" w:rsidRDefault="00DD1BCA" w:rsidP="00DD1B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1BCA" w:rsidRDefault="00DD1BCA" w:rsidP="00DD1B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1BCA" w:rsidRDefault="00DD1BCA" w:rsidP="00DD1B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1BCA" w:rsidRDefault="00DD1BCA" w:rsidP="00DD1B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1BCA" w:rsidRDefault="00DD1BCA" w:rsidP="00DD1B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1BCA" w:rsidRDefault="00DD1BCA" w:rsidP="00DD1B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1BCA" w:rsidRDefault="00DD1BCA" w:rsidP="00DD1B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1BCA" w:rsidRDefault="00DD1BCA" w:rsidP="00DD1B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1BCA" w:rsidRDefault="00DD1BCA" w:rsidP="00DD1B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1BCA" w:rsidRDefault="00DD1BCA" w:rsidP="00DD1B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1BCA" w:rsidRDefault="00DD1BCA" w:rsidP="00DD1B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1BCA" w:rsidRDefault="00DD1BCA" w:rsidP="00DD1B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1BCA" w:rsidRDefault="00DD1BCA" w:rsidP="00DD1B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1BCA" w:rsidRDefault="00DD1BCA" w:rsidP="00DD1B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1BCA" w:rsidRDefault="00DD1BCA" w:rsidP="00DD1B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1BCA" w:rsidRDefault="00DD1BCA" w:rsidP="00DD1B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1BCA" w:rsidRDefault="00DD1BCA" w:rsidP="00DD1B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1BCA" w:rsidRDefault="00DD1BCA" w:rsidP="00DD1B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1BCA" w:rsidRDefault="00DD1BCA" w:rsidP="00DD1B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1BCA" w:rsidRDefault="00DD1BCA" w:rsidP="00DD1B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1BCA" w:rsidRDefault="00DD1BCA" w:rsidP="00DD1B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1BCA" w:rsidRDefault="00DD1BCA" w:rsidP="00DD1B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1BCA" w:rsidRDefault="00DD1BCA" w:rsidP="00DD1B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D1BCA" w:rsidRDefault="00DD1BCA" w:rsidP="00DD1B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D1BCA" w:rsidRDefault="00DD1BCA" w:rsidP="00DD1B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D1BCA" w:rsidRDefault="00DD1BCA" w:rsidP="00DD1B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D1BCA" w:rsidRDefault="00DD1BCA" w:rsidP="00DD1B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D1BCA" w:rsidRDefault="00DD1BCA" w:rsidP="00DD1B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D1BCA" w:rsidRDefault="00DD1BCA" w:rsidP="00DD1B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D1BCA" w:rsidRDefault="00DD1BCA" w:rsidP="00DD1B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D1BCA" w:rsidRDefault="00DD1BCA" w:rsidP="00DD1B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D1BCA" w:rsidRDefault="00DD1BCA" w:rsidP="00DD1B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D1BCA" w:rsidRDefault="00DD1BCA" w:rsidP="00DD1B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D1BCA" w:rsidRDefault="00DD1BCA" w:rsidP="00DD1B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D1BCA" w:rsidRDefault="00DD1BCA" w:rsidP="00DD1B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D1BCA" w:rsidRDefault="00DD1BCA" w:rsidP="00DD1B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D1BCA" w:rsidRDefault="00DD1BCA" w:rsidP="00DD1B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D1BCA" w:rsidRDefault="00DD1BCA" w:rsidP="00DD1B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D1BCA" w:rsidRDefault="00DD1BCA" w:rsidP="00DD1B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D1BCA" w:rsidRDefault="00DD1BCA" w:rsidP="00DD1B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D1BCA" w:rsidRDefault="00DD1BCA" w:rsidP="00DD1B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D1BCA" w:rsidRDefault="00DD1BCA" w:rsidP="00DD1B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D1BCA" w:rsidRDefault="00DD1BCA" w:rsidP="00DD1B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DD1BCA" w:rsidRDefault="00DD1BCA" w:rsidP="00DD1B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D1BCA" w:rsidRDefault="00DD1BCA" w:rsidP="00DD1B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D1BCA" w:rsidRDefault="00DD1BCA" w:rsidP="00DD1B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D1BCA" w:rsidRDefault="00DD1BCA" w:rsidP="00DD1B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D1BCA" w:rsidRDefault="00DD1BCA" w:rsidP="00DD1B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D1BCA" w:rsidRDefault="00DD1BCA" w:rsidP="00DD1B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D1BCA" w:rsidRDefault="00DD1BCA" w:rsidP="00DD1B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DD1BCA" w:rsidRDefault="00DD1BCA" w:rsidP="00DD1B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D1BCA" w:rsidRDefault="00DD1BCA" w:rsidP="00DD1B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D1BCA" w:rsidRDefault="00DD1BCA" w:rsidP="00DD1B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D1BCA" w:rsidRDefault="00DD1BCA" w:rsidP="00DD1B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D1BCA" w:rsidRDefault="00DD1BCA" w:rsidP="00DD1B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D1BCA" w:rsidRDefault="00DD1BCA" w:rsidP="00DD1B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D1BCA" w:rsidRDefault="00DD1BCA" w:rsidP="00DD1B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D1BCA" w:rsidRDefault="00DD1BCA" w:rsidP="00DD1B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D1BCA" w:rsidRDefault="00DD1BCA" w:rsidP="00DD1BC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D1BCA" w:rsidRDefault="00DD1BCA" w:rsidP="00DD1B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DD1BCA" w:rsidRDefault="00DD1BCA" w:rsidP="00DD1B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D1BCA" w:rsidRDefault="00DD1BCA" w:rsidP="00DD1B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D1BCA" w:rsidRDefault="00DD1BCA" w:rsidP="00DD1B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DD1BCA" w:rsidRDefault="00DD1BCA" w:rsidP="00DD1B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D1BCA" w:rsidRDefault="00DD1BCA" w:rsidP="00DD1B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DD1BCA" w:rsidRDefault="00DD1BCA" w:rsidP="00DD1BC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D1BCA" w:rsidRDefault="00DD1BCA" w:rsidP="00DD1BC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№83</w:t>
      </w:r>
    </w:p>
    <w:p w:rsidR="00DD1BCA" w:rsidRPr="00EF19B8" w:rsidRDefault="00DD1BCA" w:rsidP="00DD1BCA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DD1BCA" w:rsidRPr="007425D4" w:rsidRDefault="00DD1BCA" w:rsidP="00DD1BCA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 w:rsidRPr="007425D4">
        <w:rPr>
          <w:rFonts w:ascii="Times New Roman" w:eastAsia="Calibri" w:hAnsi="Times New Roman" w:cs="Times New Roman"/>
          <w:b/>
          <w:sz w:val="24"/>
          <w:lang w:eastAsia="en-US"/>
        </w:rPr>
        <w:t>Про надання</w:t>
      </w:r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</w:t>
      </w:r>
      <w:r w:rsidRPr="007425D4">
        <w:rPr>
          <w:rFonts w:ascii="Times New Roman" w:eastAsia="Calibri" w:hAnsi="Times New Roman" w:cs="Times New Roman"/>
          <w:b/>
          <w:sz w:val="24"/>
          <w:lang w:eastAsia="en-US"/>
        </w:rPr>
        <w:t>дозволу на розробку</w:t>
      </w:r>
    </w:p>
    <w:p w:rsidR="00DD1BCA" w:rsidRPr="007425D4" w:rsidRDefault="00DD1BCA" w:rsidP="00DD1BC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проекту </w:t>
      </w:r>
      <w:r w:rsidRPr="007425D4">
        <w:rPr>
          <w:rFonts w:ascii="Times New Roman" w:eastAsia="Calibri" w:hAnsi="Times New Roman" w:cs="Times New Roman"/>
          <w:b/>
          <w:sz w:val="24"/>
          <w:lang w:eastAsia="en-US"/>
        </w:rPr>
        <w:t>із</w:t>
      </w:r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</w:t>
      </w:r>
      <w:r w:rsidRPr="007425D4">
        <w:rPr>
          <w:rFonts w:ascii="Times New Roman" w:eastAsia="Calibri" w:hAnsi="Times New Roman" w:cs="Times New Roman"/>
          <w:b/>
          <w:sz w:val="24"/>
          <w:lang w:eastAsia="en-US"/>
        </w:rPr>
        <w:t>землеустрою</w:t>
      </w:r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</w:t>
      </w:r>
      <w:r w:rsidRPr="007425D4">
        <w:rPr>
          <w:rFonts w:ascii="Times New Roman" w:eastAsia="Calibri" w:hAnsi="Times New Roman" w:cs="Times New Roman"/>
          <w:b/>
          <w:sz w:val="24"/>
          <w:lang w:eastAsia="en-US"/>
        </w:rPr>
        <w:t>щодо</w:t>
      </w:r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</w:t>
      </w:r>
      <w:r w:rsidRPr="007425D4">
        <w:rPr>
          <w:rFonts w:ascii="Times New Roman" w:eastAsia="Calibri" w:hAnsi="Times New Roman" w:cs="Times New Roman"/>
          <w:b/>
          <w:sz w:val="24"/>
          <w:lang w:eastAsia="en-US"/>
        </w:rPr>
        <w:t>відведення</w:t>
      </w:r>
    </w:p>
    <w:p w:rsidR="00DD1BCA" w:rsidRDefault="00DD1BCA" w:rsidP="00DD1BC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7425D4">
        <w:rPr>
          <w:rFonts w:ascii="Times New Roman" w:eastAsia="Calibri" w:hAnsi="Times New Roman" w:cs="Times New Roman"/>
          <w:b/>
          <w:sz w:val="24"/>
          <w:lang w:eastAsia="en-US"/>
        </w:rPr>
        <w:t>земельної</w:t>
      </w:r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</w:t>
      </w:r>
      <w:r w:rsidRPr="007425D4">
        <w:rPr>
          <w:rFonts w:ascii="Times New Roman" w:eastAsia="Calibri" w:hAnsi="Times New Roman" w:cs="Times New Roman"/>
          <w:b/>
          <w:sz w:val="24"/>
          <w:lang w:eastAsia="en-US"/>
        </w:rPr>
        <w:t>ділянки</w:t>
      </w:r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КП </w:t>
      </w: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Крупецької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сільської ради</w:t>
      </w:r>
    </w:p>
    <w:p w:rsidR="00DD1BCA" w:rsidRPr="00EF19B8" w:rsidRDefault="00DD1BCA" w:rsidP="00DD1BC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«Спеціалізоване </w:t>
      </w: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лісокомунальне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підприємство»</w:t>
      </w:r>
    </w:p>
    <w:p w:rsidR="00DD1BCA" w:rsidRPr="007F1253" w:rsidRDefault="00DD1BCA" w:rsidP="00DD1BC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DD1BCA" w:rsidRPr="007F1253" w:rsidRDefault="00DD1BCA" w:rsidP="00DD1BC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7F1253">
        <w:rPr>
          <w:rFonts w:ascii="Times New Roman" w:eastAsia="Calibri" w:hAnsi="Times New Roman" w:cs="Times New Roman"/>
          <w:sz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Calibri" w:hAnsi="Times New Roman" w:cs="Times New Roman"/>
          <w:sz w:val="24"/>
          <w:lang w:eastAsia="en-US"/>
        </w:rPr>
        <w:t>116,118, 121,122</w:t>
      </w:r>
      <w:r w:rsidRPr="007F1253">
        <w:rPr>
          <w:rFonts w:ascii="Times New Roman" w:eastAsia="Calibri" w:hAnsi="Times New Roman" w:cs="Times New Roman"/>
          <w:sz w:val="24"/>
          <w:lang w:eastAsia="en-US"/>
        </w:rPr>
        <w:t xml:space="preserve"> Земельного кодексу України, Закону України «Про землеустрій»,   розглянувши   </w:t>
      </w:r>
      <w:r>
        <w:rPr>
          <w:rFonts w:ascii="Times New Roman" w:eastAsia="Calibri" w:hAnsi="Times New Roman" w:cs="Times New Roman"/>
          <w:sz w:val="24"/>
          <w:lang w:eastAsia="en-US"/>
        </w:rPr>
        <w:t>клопо</w:t>
      </w:r>
      <w:r w:rsidRPr="007F1253">
        <w:rPr>
          <w:rFonts w:ascii="Times New Roman" w:eastAsia="Calibri" w:hAnsi="Times New Roman" w:cs="Times New Roman"/>
          <w:sz w:val="24"/>
          <w:lang w:eastAsia="en-US"/>
        </w:rPr>
        <w:t xml:space="preserve">тання   КП </w:t>
      </w:r>
      <w:proofErr w:type="spellStart"/>
      <w:r w:rsidRPr="007F1253">
        <w:rPr>
          <w:rFonts w:ascii="Times New Roman" w:eastAsia="Calibri" w:hAnsi="Times New Roman" w:cs="Times New Roman"/>
          <w:sz w:val="24"/>
          <w:lang w:eastAsia="en-US"/>
        </w:rPr>
        <w:t>Крупецької</w:t>
      </w:r>
      <w:proofErr w:type="spellEnd"/>
      <w:r w:rsidRPr="007F1253">
        <w:rPr>
          <w:rFonts w:ascii="Times New Roman" w:eastAsia="Calibri" w:hAnsi="Times New Roman" w:cs="Times New Roman"/>
          <w:sz w:val="24"/>
          <w:lang w:eastAsia="en-US"/>
        </w:rPr>
        <w:t xml:space="preserve"> сільської ради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7F1253">
        <w:rPr>
          <w:rFonts w:ascii="Times New Roman" w:eastAsia="Calibri" w:hAnsi="Times New Roman" w:cs="Times New Roman"/>
          <w:sz w:val="24"/>
          <w:lang w:eastAsia="en-US"/>
        </w:rPr>
        <w:t xml:space="preserve">«Спеціалізоване </w:t>
      </w:r>
      <w:proofErr w:type="spellStart"/>
      <w:r w:rsidRPr="007F1253">
        <w:rPr>
          <w:rFonts w:ascii="Times New Roman" w:eastAsia="Calibri" w:hAnsi="Times New Roman" w:cs="Times New Roman"/>
          <w:sz w:val="24"/>
          <w:lang w:eastAsia="en-US"/>
        </w:rPr>
        <w:t>лісокомунальне</w:t>
      </w:r>
      <w:proofErr w:type="spellEnd"/>
      <w:r w:rsidRPr="007F1253">
        <w:rPr>
          <w:rFonts w:ascii="Times New Roman" w:eastAsia="Calibri" w:hAnsi="Times New Roman" w:cs="Times New Roman"/>
          <w:sz w:val="24"/>
          <w:lang w:eastAsia="en-US"/>
        </w:rPr>
        <w:t xml:space="preserve"> підприємство»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  </w:t>
      </w:r>
      <w:r w:rsidRPr="007F1253">
        <w:rPr>
          <w:rFonts w:ascii="Times New Roman" w:eastAsia="Calibri" w:hAnsi="Times New Roman" w:cs="Times New Roman"/>
          <w:sz w:val="24"/>
          <w:lang w:eastAsia="en-US"/>
        </w:rPr>
        <w:t xml:space="preserve">сільська рада </w:t>
      </w:r>
    </w:p>
    <w:p w:rsidR="00DD1BCA" w:rsidRPr="000822BC" w:rsidRDefault="00DD1BCA" w:rsidP="00DD1BC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401122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DD1BCA" w:rsidRPr="004D26E8" w:rsidRDefault="00DD1BCA" w:rsidP="00DD1BC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1.Надати </w:t>
      </w:r>
      <w:r w:rsidRPr="007F1253">
        <w:rPr>
          <w:rFonts w:ascii="Times New Roman" w:eastAsia="Calibri" w:hAnsi="Times New Roman" w:cs="Times New Roman"/>
          <w:sz w:val="24"/>
          <w:lang w:eastAsia="en-US"/>
        </w:rPr>
        <w:t xml:space="preserve">КП </w:t>
      </w:r>
      <w:proofErr w:type="spellStart"/>
      <w:r w:rsidRPr="007F1253">
        <w:rPr>
          <w:rFonts w:ascii="Times New Roman" w:eastAsia="Calibri" w:hAnsi="Times New Roman" w:cs="Times New Roman"/>
          <w:sz w:val="24"/>
          <w:lang w:eastAsia="en-US"/>
        </w:rPr>
        <w:t>Крупецької</w:t>
      </w:r>
      <w:proofErr w:type="spellEnd"/>
      <w:r w:rsidRPr="007F1253">
        <w:rPr>
          <w:rFonts w:ascii="Times New Roman" w:eastAsia="Calibri" w:hAnsi="Times New Roman" w:cs="Times New Roman"/>
          <w:sz w:val="24"/>
          <w:lang w:eastAsia="en-US"/>
        </w:rPr>
        <w:t xml:space="preserve"> сільської ради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7F1253">
        <w:rPr>
          <w:rFonts w:ascii="Times New Roman" w:eastAsia="Calibri" w:hAnsi="Times New Roman" w:cs="Times New Roman"/>
          <w:sz w:val="24"/>
          <w:lang w:eastAsia="en-US"/>
        </w:rPr>
        <w:t xml:space="preserve">«Спеціалізоване </w:t>
      </w:r>
      <w:proofErr w:type="spellStart"/>
      <w:r w:rsidRPr="007F1253">
        <w:rPr>
          <w:rFonts w:ascii="Times New Roman" w:eastAsia="Calibri" w:hAnsi="Times New Roman" w:cs="Times New Roman"/>
          <w:sz w:val="24"/>
          <w:lang w:eastAsia="en-US"/>
        </w:rPr>
        <w:t>лісокомунальне</w:t>
      </w:r>
      <w:proofErr w:type="spellEnd"/>
      <w:r w:rsidRPr="007F1253">
        <w:rPr>
          <w:rFonts w:ascii="Times New Roman" w:eastAsia="Calibri" w:hAnsi="Times New Roman" w:cs="Times New Roman"/>
          <w:sz w:val="24"/>
          <w:lang w:eastAsia="en-US"/>
        </w:rPr>
        <w:t xml:space="preserve"> підприємство»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КОД ЄДРПОУ 43688959</w:t>
      </w:r>
      <w:r w:rsidRPr="004D26E8"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 w:rsidRPr="004D26E8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4D26E8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</w:t>
      </w:r>
      <w:r>
        <w:rPr>
          <w:rFonts w:ascii="Times New Roman" w:eastAsia="Calibri" w:hAnsi="Times New Roman" w:cs="Times New Roman"/>
          <w:sz w:val="24"/>
          <w:lang w:eastAsia="en-US"/>
        </w:rPr>
        <w:t>,</w:t>
      </w:r>
      <w:r w:rsidRPr="004D26E8">
        <w:rPr>
          <w:rFonts w:ascii="Times New Roman" w:eastAsia="Calibri" w:hAnsi="Times New Roman" w:cs="Times New Roman"/>
          <w:sz w:val="24"/>
          <w:lang w:eastAsia="en-US"/>
        </w:rPr>
        <w:t xml:space="preserve"> для передачі її у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комунальну</w:t>
      </w:r>
      <w:r w:rsidRPr="004D26E8">
        <w:rPr>
          <w:rFonts w:ascii="Times New Roman" w:eastAsia="Calibri" w:hAnsi="Times New Roman" w:cs="Times New Roman"/>
          <w:sz w:val="24"/>
          <w:lang w:eastAsia="en-US"/>
        </w:rPr>
        <w:t xml:space="preserve"> власність, орієнтовною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площею 2,80</w:t>
      </w:r>
      <w:r w:rsidRPr="004D26E8">
        <w:rPr>
          <w:rFonts w:ascii="Times New Roman" w:eastAsia="Calibri" w:hAnsi="Times New Roman" w:cs="Times New Roman"/>
          <w:sz w:val="24"/>
          <w:lang w:eastAsia="en-US"/>
        </w:rPr>
        <w:t xml:space="preserve">00 га,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 лісового господарства і пов’язаних з ним послуг</w:t>
      </w:r>
      <w:r w:rsidRPr="004D26E8">
        <w:rPr>
          <w:rFonts w:ascii="Times New Roman" w:eastAsia="Calibri" w:hAnsi="Times New Roman" w:cs="Times New Roman"/>
          <w:sz w:val="24"/>
          <w:lang w:eastAsia="en-US"/>
        </w:rPr>
        <w:t xml:space="preserve">,  яка розташована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на території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сільської ради за межами с. Дідова Гора</w:t>
      </w:r>
      <w:r w:rsidRPr="004D26E8"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DD1BCA" w:rsidRPr="004D26E8" w:rsidRDefault="00DD1BCA" w:rsidP="00DD1BCA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2. КП </w:t>
      </w:r>
      <w:proofErr w:type="spellStart"/>
      <w:r w:rsidRPr="007F1253">
        <w:rPr>
          <w:rFonts w:ascii="Times New Roman" w:eastAsia="Calibri" w:hAnsi="Times New Roman" w:cs="Times New Roman"/>
          <w:sz w:val="24"/>
          <w:lang w:eastAsia="en-US"/>
        </w:rPr>
        <w:t>Крупецької</w:t>
      </w:r>
      <w:proofErr w:type="spellEnd"/>
      <w:r w:rsidRPr="007F1253">
        <w:rPr>
          <w:rFonts w:ascii="Times New Roman" w:eastAsia="Calibri" w:hAnsi="Times New Roman" w:cs="Times New Roman"/>
          <w:sz w:val="24"/>
          <w:lang w:eastAsia="en-US"/>
        </w:rPr>
        <w:t xml:space="preserve"> сільської ради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7F1253">
        <w:rPr>
          <w:rFonts w:ascii="Times New Roman" w:eastAsia="Calibri" w:hAnsi="Times New Roman" w:cs="Times New Roman"/>
          <w:sz w:val="24"/>
          <w:lang w:eastAsia="en-US"/>
        </w:rPr>
        <w:t xml:space="preserve">«Спеціалізоване </w:t>
      </w:r>
      <w:proofErr w:type="spellStart"/>
      <w:r w:rsidRPr="007F1253">
        <w:rPr>
          <w:rFonts w:ascii="Times New Roman" w:eastAsia="Calibri" w:hAnsi="Times New Roman" w:cs="Times New Roman"/>
          <w:sz w:val="24"/>
          <w:lang w:eastAsia="en-US"/>
        </w:rPr>
        <w:t>лісокомунальне</w:t>
      </w:r>
      <w:proofErr w:type="spellEnd"/>
      <w:r w:rsidRPr="007F1253">
        <w:rPr>
          <w:rFonts w:ascii="Times New Roman" w:eastAsia="Calibri" w:hAnsi="Times New Roman" w:cs="Times New Roman"/>
          <w:sz w:val="24"/>
          <w:lang w:eastAsia="en-US"/>
        </w:rPr>
        <w:t xml:space="preserve"> підприємство»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4D26E8">
        <w:rPr>
          <w:rFonts w:ascii="Times New Roman" w:eastAsia="Calibri" w:hAnsi="Times New Roman" w:cs="Times New Roman"/>
          <w:sz w:val="24"/>
          <w:lang w:eastAsia="en-US"/>
        </w:rPr>
        <w:t xml:space="preserve">розробити </w:t>
      </w:r>
      <w:proofErr w:type="spellStart"/>
      <w:r w:rsidRPr="004D26E8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4D26E8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DD1BCA" w:rsidRPr="004D26E8" w:rsidRDefault="00DD1BCA" w:rsidP="00DD1BC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D26E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DD1BCA" w:rsidRPr="00EF19B8" w:rsidRDefault="00DD1BCA" w:rsidP="00DD1BC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4D26E8">
        <w:rPr>
          <w:rFonts w:ascii="Times New Roman" w:eastAsia="Arial Unicode MS" w:hAnsi="Times New Roman" w:cs="Times New Roman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</w:t>
      </w:r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</w:rPr>
        <w:t>Т.В.).</w:t>
      </w:r>
    </w:p>
    <w:p w:rsidR="00DD1BCA" w:rsidRPr="00EF19B8" w:rsidRDefault="00DD1BCA" w:rsidP="00DD1BC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DD1BCA" w:rsidRDefault="00DD1BCA" w:rsidP="00DD1BC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DD1BCA" w:rsidRDefault="00DD1BCA" w:rsidP="00DD1BC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DD1BCA" w:rsidRPr="00EF19B8" w:rsidRDefault="00DD1BCA" w:rsidP="00DD1BC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DD1BCA" w:rsidRDefault="00DD1BCA" w:rsidP="00DD1BCA">
      <w:pPr>
        <w:tabs>
          <w:tab w:val="left" w:pos="4424"/>
        </w:tabs>
        <w:spacing w:after="0"/>
        <w:ind w:firstLine="708"/>
        <w:jc w:val="right"/>
        <w:rPr>
          <w:rFonts w:ascii="Times New Roman" w:eastAsia="Arial Unicode MS" w:hAnsi="Times New Roman" w:cs="Times New Roman"/>
          <w:sz w:val="24"/>
          <w:szCs w:val="24"/>
        </w:rPr>
      </w:pPr>
      <w:r w:rsidRPr="00EF19B8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Валерій   МИХАЛЮК</w:t>
      </w:r>
    </w:p>
    <w:p w:rsidR="00BB605E" w:rsidRDefault="00BB605E">
      <w:bookmarkStart w:id="0" w:name="_GoBack"/>
      <w:bookmarkEnd w:id="0"/>
    </w:p>
    <w:sectPr w:rsidR="00BB605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BCA"/>
    <w:rsid w:val="00BB605E"/>
    <w:rsid w:val="00DD1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BCA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DD1BC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DD1BCA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DD1BCA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BCA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DD1BC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DD1BCA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DD1BCA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2</Pages>
  <Words>274</Words>
  <Characters>1568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2021-07-07T06:02:00Z</dcterms:created>
  <dcterms:modified xsi:type="dcterms:W3CDTF">2021-07-07T06:02:00Z</dcterms:modified>
</cp:coreProperties>
</file>