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13B5" w:rsidRDefault="00B213B5" w:rsidP="00B21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14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1491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49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493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49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495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49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497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49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499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50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501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50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03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50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505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50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507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50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509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51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511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512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513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514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515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516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517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518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519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520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90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">
                <v:shape id="Freeform 1491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492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493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494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495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496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497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498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499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500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501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02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03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504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505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506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507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508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509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510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511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1512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513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514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515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516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517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518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1519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520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213B5" w:rsidRDefault="00B213B5" w:rsidP="00B21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13B5" w:rsidRDefault="00B213B5" w:rsidP="00B21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B213B5" w:rsidRDefault="00B213B5" w:rsidP="00B213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213B5" w:rsidRDefault="00B213B5" w:rsidP="00B213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213B5" w:rsidRDefault="00B213B5" w:rsidP="00B213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213B5" w:rsidRDefault="00B213B5" w:rsidP="00B213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213B5" w:rsidRDefault="00B213B5" w:rsidP="00B213B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13B5" w:rsidRDefault="00B213B5" w:rsidP="00B21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213B5" w:rsidRDefault="00B213B5" w:rsidP="00B21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13B5" w:rsidRDefault="00B213B5" w:rsidP="00B213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213B5" w:rsidRDefault="00B213B5" w:rsidP="00B213B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B213B5" w:rsidRDefault="00B213B5" w:rsidP="00B213B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B213B5" w:rsidRDefault="00B213B5" w:rsidP="00B213B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213B5" w:rsidRDefault="00B213B5" w:rsidP="00B213B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213B5" w:rsidRDefault="00B213B5" w:rsidP="00B213B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B213B5" w:rsidRDefault="00B213B5" w:rsidP="00B213B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Жук Л.М.</w:t>
      </w:r>
    </w:p>
    <w:p w:rsidR="00B213B5" w:rsidRDefault="00B213B5" w:rsidP="00B213B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213B5" w:rsidRDefault="00B213B5" w:rsidP="00B213B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Жук Л.М.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B213B5" w:rsidRDefault="00B213B5" w:rsidP="00B213B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B213B5" w:rsidRDefault="00B213B5" w:rsidP="00B213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Жук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Любові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Михайлівні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CF65B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0,15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213B5" w:rsidRDefault="00B213B5" w:rsidP="00B213B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Жук Л.М.,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213B5" w:rsidRDefault="00B213B5" w:rsidP="00B213B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213B5" w:rsidRPr="00B213B5" w:rsidRDefault="00B213B5" w:rsidP="00B213B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B213B5" w:rsidRDefault="00B213B5" w:rsidP="00B213B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E3CCF" w:rsidRPr="00B213B5" w:rsidRDefault="00B213B5" w:rsidP="00B213B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B213B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13B5"/>
    <w:rsid w:val="00171A2E"/>
    <w:rsid w:val="00304C90"/>
    <w:rsid w:val="00505B6D"/>
    <w:rsid w:val="006D3977"/>
    <w:rsid w:val="007D6C18"/>
    <w:rsid w:val="007E3CCF"/>
    <w:rsid w:val="00B213B5"/>
    <w:rsid w:val="00CF65B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254</Words>
  <Characters>1449</Characters>
  <Application>Microsoft Office Word</Application>
  <DocSecurity>0</DocSecurity>
  <Lines>12</Lines>
  <Paragraphs>3</Paragraphs>
  <ScaleCrop>false</ScaleCrop>
  <Company>Microsoft</Company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2020-07-20T16:33:00Z</dcterms:created>
  <dcterms:modified xsi:type="dcterms:W3CDTF">2020-07-20T16:47:00Z</dcterms:modified>
</cp:coreProperties>
</file>