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4D2" w:rsidRPr="00E83DE6" w:rsidRDefault="004924D2" w:rsidP="004924D2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924D2" w:rsidRPr="00E83DE6" w:rsidRDefault="004924D2" w:rsidP="004924D2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4D2" w:rsidRPr="00E83DE6" w:rsidRDefault="003E6D3D" w:rsidP="004924D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E6D3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99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+o3cQA&#10;AADdAAAADwAAAGRycy9kb3ducmV2LnhtbESPQWvCQBSE74L/YXmF3sxGIyqpq4i0JQdBjPX+yD6T&#10;0OzbkN2a9N+7guBxmJlvmPV2MI24UedqywqmUQyCuLC65lLBz/lrsgLhPLLGxjIp+CcH2814tMZU&#10;255PdMt9KQKEXYoKKu/bVEpXVGTQRbYlDt7VdgZ9kF0pdYd9gJtGzuJ4IQ3WHBYqbGlfUfGb/xkF&#10;NvnODpdydko+eel5d1xdL8NBqfe3YfcBwtPgX+FnO9MKkvl0AY834Qn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/qN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XJSMkA&#10;AADdAAAADwAAAGRycy9kb3ducmV2LnhtbESPT2sCMRTE70K/Q3iFXkSztqJ2a5QibFt7EPwDXh+b&#10;1822m5clSXXrp28KQo/DzPyGmS8724gT+VA7VjAaZiCIS6drrhQc9sVgBiJEZI2NY1LwQwGWi5ve&#10;HHPtzryl0y5WIkE45KjAxNjmUobSkMUwdC1x8j6ctxiT9JXUHs8Jbht5n2UTabHmtGCwpZWh8mv3&#10;bRV8FhtzXE0vL77/uKVLv3h/bdYTpe5uu+cnEJG6+B++tt+0gofxaAp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GXJS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/RcEA&#10;AADdAAAADwAAAGRycy9kb3ducmV2LnhtbERPzWrCQBC+F/oOyxS8FN34Q5HUVURUihdR+wBDdsyG&#10;ZmdDdjXx7Z1DwePH979Y9b5Wd2pjFdjAeJSBIi6Crbg08HvZDeegYkK2WAcmAw+KsFq+vy0wt6Hj&#10;E93PqVQSwjFHAy6lJtc6Fo48xlFoiIW7htZjEtiW2rbYSbiv9STLvrTHiqXBYUMbR8Xf+eal5DjF&#10;4+HaXXb7HjvcHhx/rk/GDD769TeoRH16if/dP9bAdDaWufJGnoB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iP0X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PfsYA&#10;AADdAAAADwAAAGRycy9kb3ducmV2LnhtbESPQUsDMRSE74L/ITzBm8221lrXpqVUBRE8WAult8fm&#10;dXfp5iUkz+76740geBxm5htmsRpcp84UU+vZwHhUgCKuvG25NrD7fLmZg0qCbLHzTAa+KcFqeXmx&#10;wNL6nj/ovJVaZQinEg00IqHUOlUNOUwjH4izd/TRoWQZa20j9hnuOj0pipl22HJeaDDQpqHqtP1y&#10;Bt775/B2P7s7hkOcTnR6srLfiDHXV8P6EZTQIP/hv/arNXA7HT/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VPf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5/sEA&#10;AADdAAAADwAAAGRycy9kb3ducmV2LnhtbERPzWrCQBC+F3yHZQQvRTdqEUldRaQW8SL+PMCQHbOh&#10;2dmQ3Zr49p2D0OPH97/a9L5WD2pjFdjAdJKBIi6Crbg0cLvux0tQMSFbrAOTgSdF2KwHbyvMbej4&#10;TI9LKpWEcMzRgEupybWOhSOPcRIaYuHuofWYBLalti12Eu5rPcuyhfZYsTQ4bGjnqPi5/HopOc3x&#10;dLx31/13jx1+HR2/b8/GjIb99hNUoj79i1/ugzUw/5jJfn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4+f7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+JxcYA&#10;AADdAAAADwAAAGRycy9kb3ducmV2LnhtbESPQUsDMRSE70L/Q3iCN5vtWqusTUupCkXowSqIt8fm&#10;dXdx8xKSZ3f996YgeBxm5htmuR5dr04UU+fZwGxagCKuve24MfD+9nx9DyoJssXeMxn4oQTr1eRi&#10;iZX1A7/S6SCNyhBOFRpoRUKldapbcpimPhBn7+ijQ8kyNtpGHDLc9bosioV22HFeaDHQtqX66/Dt&#10;DOyHp/Byt7g9hs84L3V6tPKxFWOuLsfNAyihUf7Df+2dNXAzL2d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+Jx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23zMYA&#10;AADdAAAADwAAAGRycy9kb3ducmV2LnhtbESPUWvCMBSF3wf+h3CFvYyZWueQahQdhAkbDN3A10tz&#10;bYvNTUky2/37RRjs8XDO+Q5ntRlsK67kQ+NYwXSSgSAunWm4UvD1qR8XIEJENtg6JgU/FGCzHt2t&#10;sDCu5wNdj7ESCcKhQAV1jF0hZShrshgmriNO3tl5izFJX0njsU9w28o8y56lxYbTQo0dvdRUXo7f&#10;VsHuo69m/qHcDe7t/Hqaa230u1bqfjxslyAiDfE//NfeGwWzpzyH2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23z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lIEsQA&#10;AADdAAAADwAAAGRycy9kb3ducmV2LnhtbESPUWvCMBSF3wf+h3CFvc3U6kSqUcRRkLGXqT/g0lyb&#10;anNTkljrv18Ggz0ezjnf4ay3g21FTz40jhVMJxkI4srphmsF51P5tgQRIrLG1jEpeFKA7Wb0ssZC&#10;uwd/U3+MtUgQDgUqMDF2hZShMmQxTFxHnLyL8xZjkr6W2uMjwW0r8yxbSIsNpwWDHe0NVbfj3Soo&#10;P/Ov/nbXvnS7YW7p3VyXH0ap1/GwW4GINMT/8F/7oBXM5v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SB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iKI8cA&#10;AADdAAAADwAAAGRycy9kb3ducmV2LnhtbESP3WoCMRSE7wu+QziF3kjN+tNSVqOoEBQqlNqCt4fN&#10;cXfp5mRJUnd9e1MQejnMzDfMYtXbRlzIh9qxgvEoA0FcOFNzqeD7Sz+/gQgR2WDjmBRcKcBqOXhY&#10;YG5cx590OcZSJAiHHBVUMba5lKGoyGIYuZY4eWfnLcYkfSmNxy7BbSMnWfYqLdacFipsaVtR8XP8&#10;tQo2H1059cNi07v38+70orXRB63U02O/noOI1Mf/8L29Nwqms8kM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4ii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x1/cQA&#10;AADd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W8zfM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df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xrL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Idz+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W/Gs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VNK8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wdNzuoC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VNK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mXsUA&#10;AADdAAAADwAAAGRycy9kb3ducmV2LnhtbERPu27CMBTdK/UfrIvEVhweimiKExWkSsAAKoWh2yW+&#10;JGnj6zQ2EP4eD0gdj857lnWmFhdqXWVZwXAQgSDOra64ULD/+niZgnAeWWNtmRTcyEGWPj/NMNH2&#10;yp902flChBB2CSoovW8SKV1ekkE3sA1x4E62NegDbAupW7yGcFPLURTF0mDFoaHEhhYl5b+7s1Fw&#10;2E7j1+18NflZb444NvrvW1exUv1e9/4GwlPn/8UP91IrGE9GYW54E5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aZ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3BNsYA&#10;AADdAAAADwAAAGRycy9kb3ducmV2LnhtbESPW2vCQBSE3wv9D8sR+lY3JhI0uoZeqBWf4gV8PWRP&#10;k9Ds2ZDdauyv7xYEH4eZ+YZZ5oNpxZl611hWMBlHIIhLqxuuFBwPH88zEM4ja2wtk4IrOchXjw9L&#10;zLS98I7Oe1+JAGGXoYLa+y6T0pU1GXRj2xEH78v2Bn2QfSV1j5cAN62MoyiVBhsOCzV29FZT+b3/&#10;MQp+0xMW7jN+fU+0p+t0trbbYq3U02h4WYDwNPh7+NbeaAXJNJ7D/5v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3BN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tzsMA&#10;AADdAAAADwAAAGRycy9kb3ducmV2LnhtbERP3WrCMBS+H/gO4Qi7m+lsJ7MzyhgVduese4BDc0yL&#10;zUltsrbu6c3FYJcf3/9mN9lWDNT7xrGC50UCgrhyumGj4Pu0f3oF4QOyxtYxKbiRh9129rDBXLuR&#10;jzSUwYgYwj5HBXUIXS6lr2qy6BeuI47c2fUWQ4S9kbrHMYbbVi6TZCUtNhwbauzoo6bqUv5YBVe3&#10;fNFTWeDhUqy/GmOy6+8xU+pxPr2/gQg0hX/xn/tTK0izNO6Pb+IT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atz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uCPcUA&#10;AADdAAAADwAAAGRycy9kb3ducmV2LnhtbESPwW7CMBBE70j9B2srcQMnDQWa4qAWCYkrtIceF3tJ&#10;0sbrNDYQ+PoaCanH0cy80SyWvW3EiTpfO1aQjhMQxNqZmksFnx/r0RyED8gGG8ek4EIelsXDYIG5&#10;cWfe0mkXShEh7HNUUIXQ5lJ6XZFFP3YtcfQOrrMYouxKaTo8R7ht5FOSTKXFmuNChS2tKtI/u6NV&#10;sKn39DzVhxc7f9fbr+tvyGbfRqnhY//2CiJQH/7D9/bGKMgmWQq3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24I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DvvsMA&#10;AADdAAAADwAAAGRycy9kb3ducmV2LnhtbERPW2vCMBR+H+w/hDPwbU1Xx9DOKCoIG17AC9vroTlr&#10;ypqT0mS1/nsjDHz87nyTWW9r0VHrK8cKXpIUBHHhdMWlgtNx9TwC4QOyxtoxKbiQh9n08WGCuXZn&#10;3lN3CKWIJexzVGBCaHIpfWHIok9cQxy1H9daDBG2pdQtnmO5rWWWpm/SYsVxwWBDS0PF7+HPKuhw&#10;d0m/zWI7/qw2RbZbfK115NXgqZ+/gwjUh7v5P/2hFQxfhxnc3sQn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Dvv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f0RcQA&#10;AADdAAAADwAAAGRycy9kb3ducmV2LnhtbESPQUvDQBSE74L/YXmCN7sxEZHYbZFCxWONHjw+s6/Z&#10;1Ox7YXfbxP56VxA8DjPzDbNcz35QJwqxFzZwuyhAEbdie+4MvL9tbx5AxYRscRAmA98UYb26vFhi&#10;bWXiVzo1qVMZwrFGAy6lsdY6to48xoWMxNnbS/CYsgydtgGnDPeDLoviXnvsOS84HGnjqP1qjt7A&#10;9Nx+Hsr9h3XnMMq22cmhHMSY66v56RFUojn9h//aL9ZAdVdV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39E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UqlscA&#10;AADdAAAADwAAAGRycy9kb3ducmV2LnhtbESPW2sCMRSE3wv+h3AKvtVsVapsjWK9gBSleOn7cXPc&#10;XZucLJuo6783hUIfh5n5hhlNGmvElWpfOlbw2klAEGdOl5wrOOyXL0MQPiBrNI5JwZ08TMatpxGm&#10;2t14S9ddyEWEsE9RQRFClUrps4Is+o6riKN3crXFEGWdS13jLcKtkd0keZMWS44LBVY0Kyj72V2s&#10;guXX3Jy7m+30W4bZYnA0w8+P+Vqp9nMzfQcRqAn/4b/2Sivo9Xt9+H0Tn4Ac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1Kp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5CtMYA&#10;AADdAAAADwAAAGRycy9kb3ducmV2LnhtbESPQWvCQBSE74L/YXmCF9GNphaJriKCaKGC1UKvz+wz&#10;CWbfhuwa47/vFgoeh5n5hlmsWlOKhmpXWFYwHkUgiFOrC84UfJ+3wxkI55E1lpZJwZMcrJbdzgIT&#10;bR/8Rc3JZyJA2CWoIPe+SqR0aU4G3chWxMG72tqgD7LOpK7xEeCmlJMoepcGCw4LOVa0ySm9ne5G&#10;QXP8vGT7xlUft9nATePLbnfQP0r1e+16DsJT61/h//ZeK4jf4in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5Ct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2gCscA&#10;AADdAAAADwAAAGRycy9kb3ducmV2LnhtbESPzWsCMRTE74X+D+EJ3mrWT3Q1Si0Uein4ddDbc/Pc&#10;Xdy8bJOo2/71jSB4HGbmN8xs0ZhKXMn50rKCbicBQZxZXXKuYLf9fBuD8AFZY2WZFPySh8X89WWG&#10;qbY3XtN1E3IRIexTVFCEUKdS+qwgg75ja+LonawzGKJ0udQObxFuKtlLkpE0WHJcKLCmj4Ky8+Zi&#10;FCwn4+XPasDff+vjgQ7743nYc4lS7VbzPgURqAnP8KP9pRX0B/0R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toArHAAAA3QAAAA8AAAAAAAAAAAAAAAAAmAIAAGRy&#10;cy9kb3ducmV2LnhtbFBLBQYAAAAABAAEAPUAAACMAwAAAAA=&#10;" fillcolor="black" stroked="f"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Gn8gA&#10;AADdAAAADwAAAGRycy9kb3ducmV2LnhtbESPT2sCMRTE74V+h/AKvdVs1VpZjVKrQqH24J9Dj6+b&#10;527Yzcuyibr66U1B8DjMzG+Y8bS1lThS441jBa+dBARx5rThXMFuu3wZgvABWWPlmBScycN08vgw&#10;xlS7E6/puAm5iBD2KSooQqhTKX1WkEXfcTVx9PausRiibHKpGzxFuK1kN0kG0qLhuFBgTZ8FZeXm&#10;YBX8fg/McG2o+7e6zBZ69VbOfualUs9P7ccIRKA23MO39pdW0Ov33uH/TX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CMaf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sWMMA&#10;AADdAAAADwAAAGRycy9kb3ducmV2LnhtbERPu27CMBTdK/UfrIvUDRxKhVCKiVBR1S4dykNdr+JL&#10;HBJfB9uEwNfXQ6WOR+e9LAbbip58qB0rmE4yEMSl0zVXCva79/ECRIjIGlvHpOBGAYrV48MSc+2u&#10;/E39NlYihXDIUYGJsculDKUhi2HiOuLEHZ23GBP0ldQerynctvI5y+bSYs2pwWBHb4bKZnuxCvz6&#10;Z9Pc+XJosvvXLXychvMCjVJPo2H9CiLSEP/Ff+5PrWD2Mktz05v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JsW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psccYA&#10;AADdAAAADwAAAGRycy9kb3ducmV2LnhtbESPUWsCMRCE3wv9D2ELfSk1pxZbT6OIUBAUQesP2F62&#10;d4fJ5risevrrTaHQx2FmvmGm8847daY21oEN9HsZKOIi2JpLA4evz9cPUFGQLbrAZOBKEeazx4cp&#10;5jZceEfnvZQqQTjmaKASaXKtY1GRx9gLDXHyfkLrUZJsS21bvCS4d3qQZSPtsea0UGFDy4qK4/7k&#10;DbjBtxuv3+NGrge9yW5edi9ba8zzU7eYgBLq5D/8115ZA8O34Rh+36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psc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51cMA&#10;AADdAAAADwAAAGRycy9kb3ducmV2LnhtbERPy2oCMRTdF/yHcAV3NeODIlOjVEWYTReOitvr5HYy&#10;NLkZJlGn/fpmIXR5OO/lundW3KkLjWcFk3EGgrjyuuFawem4f12ACBFZo/VMCn4owHo1eFlirv2D&#10;D3QvYy1SCIccFZgY21zKUBlyGMa+JU7cl+8cxgS7WuoOHyncWTnNsjfpsOHUYLClraHqu7w5Bbuy&#10;tdNTYTbhcv68Xm3xu6fLTqnRsP94BxGpj//ip7vQCmbzedqf3qQn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q51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T/8UA&#10;AADdAAAADwAAAGRycy9kb3ducmV2LnhtbESPQWsCMRSE7wX/Q3iCt5rYipXVKCJdEHqq1YO3R/Lc&#10;Xd28LJt0d/33TaHQ4zAz3zDr7eBq0VEbKs8aZlMFgth4W3Gh4fSVPy9BhIhssfZMGh4UYLsZPa0x&#10;s77nT+qOsRAJwiFDDWWMTSZlMCU5DFPfECfv6luHMcm2kLbFPsFdLV+UWkiHFaeFEhval2Tux2+n&#10;4ZbLD28UmvPp3B/s2+V9QbXSejIedisQkYb4H/5rH6yG1/l8B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VP/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pvpsUA&#10;AADdAAAADwAAAGRycy9kb3ducmV2LnhtbESPQWvCQBSE74X+h+UVeqsbo4ikrqKCIBUPaik9PrPP&#10;JCT7NuyuGv+9Kwgeh5n5hpnMOtOICzlfWVbQ7yUgiHOrKy4U/B5WX2MQPiBrbCyTght5mE3f3yaY&#10;aXvlHV32oRARwj5DBWUIbSalz0sy6Hu2JY7eyTqDIUpXSO3wGuGmkWmSjKTBiuNCiS0tS8rr/dko&#10;+D9v+LQd/MzdIvzZ7uDr9Diulfr86ObfIAJ14RV+ttdawWA4TOH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m+m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xw78gA&#10;AADdAAAADwAAAGRycy9kb3ducmV2LnhtbESPT2sCMRTE7wW/Q3hCbzWrbkVXo9RCoReh/jno7bl5&#10;7i5uXrZJqls/fSMUPA4z8xtmtmhNLS7kfGVZQb+XgCDOra64ULDbfryMQfiArLG2TAp+ycNi3nma&#10;Yabtldd02YRCRAj7DBWUITSZlD4vyaDv2YY4eifrDIYoXSG1w2uEm1oOkmQkDVYcF0ps6L2k/Lz5&#10;MQqWk/Hy+yvl1W19PNBhfzy/Dlyi1HO3fZuCCNSGR/i//akVDNN0C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HHDvyAAAAN0AAAAPAAAAAAAAAAAAAAAAAJgCAABk&#10;cnMvZG93bnJldi54bWxQSwUGAAAAAAQABAD1AAAAjQMAAAAA&#10;" fillcolor="black" stroked="f"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kSmsUA&#10;AADdAAAADwAAAGRycy9kb3ducmV2LnhtbESPQUsDMRSE74X+h/AEb21Wu4isTctSKIqnbVW8vm5e&#10;N0s3L0sS0/XfG0HwOMzMN8x6O9lBJPKhd6zgblmAIG6d7rlT8P62XzyCCBFZ4+CYFHxTgO1mPltj&#10;pd2VD5SOsRMZwqFCBSbGsZIytIYshqUbibN3dt5izNJ3Unu8Zrgd5H1RPEiLPecFgyPtDLWX45dV&#10;kE67pl6lz2QOr77uvGueP06NUrc3U/0EItIU/8N/7RetYFW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RKa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JX88cA&#10;AADdAAAADwAAAGRycy9kb3ducmV2LnhtbESPQWvCQBSE74L/YXmCt7qxWmmjqxTRYr20TQv1+Mg+&#10;s8Hs25DdxrS/3i0IHoeZ+YZZrDpbiZYaXzpWMB4lIIhzp0suFHx9bu8eQfiArLFyTAp+ycNq2e8t&#10;MNXuzB/UZqEQEcI+RQUmhDqV0ueGLPqRq4mjd3SNxRBlU0jd4DnCbSXvk2QmLZYcFwzWtDaUn7If&#10;q8CP15vvvf17ag8vht+yVzN7L4xSw0H3PAcRqAu38LW90wom0+kD/L+JT0Au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CV/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4924D2" w:rsidRPr="00E83DE6" w:rsidRDefault="004924D2" w:rsidP="004924D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4924D2" w:rsidRPr="00E83DE6" w:rsidRDefault="004924D2" w:rsidP="004924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4924D2" w:rsidRPr="00E83DE6" w:rsidRDefault="004924D2" w:rsidP="004924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E6D3D" w:rsidRPr="003E6D3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028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AiW8QA&#10;AADdAAAADwAAAGRycy9kb3ducmV2LnhtbESPS4vCQBCE74L/YegFbzpZIypZRxFR8SCIj9ybTOfB&#10;ZnpCZtT473cWBI9FVX1FLVadqcWDWldZVvA9ikAQZ1ZXXCi4XXfDOQjnkTXWlknBixyslv3eAhNt&#10;n3ymx8UXIkDYJaig9L5JpHRZSQbdyDbEwctta9AH2RZSt/gMcFPLcRRNpcGKw0KJDW1Kyn4vd6PA&#10;xvvDMS3G53jLM8/r0zxPu6NSg69u/QPCU+c/4Xf7oBXEk8kM/t+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Ilv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lyJ8UA&#10;AADdAAAADwAAAGRycy9kb3ducmV2LnhtbERPTWsCMRC9C/6HMEIvUrNtxbZboxRhW/UgaAu9Dptx&#10;s3YzWZJUV399cxA8Pt73dN7ZRhzJh9qxgodRBoK4dLrmSsH3V3H/AiJEZI2NY1JwpgDzWb83xVy7&#10;E2/puIuVSCEcclRgYmxzKUNpyGIYuZY4cXvnLcYEfSW1x1MKt418zLKJtFhzajDY0sJQ+bv7swoO&#10;xcb8LJ4vH374uqXLsFh/NquJUneD7v0NRKQu3sRX91IreBqP09z0Jj0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SXI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1w8MA&#10;AADdAAAADwAAAGRycy9kb3ducmV2LnhtbESP3YrCMBCF74V9hzAL3sia7iqi1Sgiq4g3Rd0HGJqx&#10;KdtMShNtfXsjCF4ezs/HWaw6W4kbNb50rOB7mIAgzp0uuVDwd95+TUH4gKyxckwK7uRhtfzoLTDV&#10;ruUj3U6hEHGEfYoKTAh1KqXPDVn0Q1cTR+/iGoshyqaQusE2jttK/iTJRFosORIM1rQxlP+frjZC&#10;shFmh0t73u46bPH3YHiwPirV/+zWcxCBuvAOv9p7rWA0Hs/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21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VfI8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dYpn35z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FXy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IvGMUA&#10;AADdAAAADwAAAGRycy9kb3ducmV2LnhtbESP3WrCQBCF7wu+wzJCb4pubNoi0U0QqaXkRvx5gCE7&#10;ZoPZ2ZDdmvj2bqHQy8P5+TjrYrStuFHvG8cKFvMEBHHldMO1gvNpN1uC8AFZY+uYFNzJQ5FPntaY&#10;aTfwgW7HUIs4wj5DBSaELpPSV4Ys+rnriKN3cb3FEGVfS93jEMdtK1+T5ENabDgSDHa0NVRdjz82&#10;QvYp7svLcNp9jTjgZ2n4ZXNQ6nk6blYgAo3hP/zX/tYK0rf3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i8Y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tkz8YA&#10;AADdAAAADwAAAGRycy9kb3ducmV2LnhtbESPQUsDMRSE70L/Q3gFbzbr2lZZmxapCiL00FYQb4/N&#10;6+7i5iUkz+76740geBxm5htmtRldr84UU+fZwPWsAEVce9txY+Dt+Hx1ByoJssXeMxn4pgSb9eRi&#10;hZX1A+/pfJBGZQinCg20IqHSOtUtOUwzH4izd/LRoWQZG20jDhnuel0WxVI77DgvtBho21L9efhy&#10;BnbDU3i9XS5O4SPOS50erbxvxZjL6fhwD0polP/wX/vFGriZL0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tkz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dhKscA&#10;AADdAAAADwAAAGRycy9kb3ducmV2LnhtbESPzWrDMBCE74W8g9hCLyGRWzchuFFCUhAttFDyA70u&#10;1sY2tVZGUmPn7aNCoMdhZr5hluvBtuJMPjSOFTxOMxDEpTMNVwqOBz1ZgAgR2WDrmBRcKMB6Nbpb&#10;YmFczzs672MlEoRDgQrqGLtCylDWZDFMXUecvJPzFmOSvpLGY5/gtpVPWTaXFhtOCzV29FpT+bP/&#10;tQq2X32V+3G5HdzH6e17prXRn1qph/th8wIi0hD/w7f2u1GQP89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XYS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ajG8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t4yxc5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Gox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JcxcYA&#10;AADdAAAADwAAAGRycy9kb3ducmV2LnhtbESPUWvCMBSF3wf+h3AHe5GZOlcZnVFUCA42GLrBXi/N&#10;tS1rbkoSbf33ZiDs8XDO+Q5nsRpsK87kQ+NYwXSSgSAunWm4UvD9pR9fQISIbLB1TAouFGC1HN0t&#10;sDCu5z2dD7ESCcKhQAV1jF0hZShrshgmriNO3tF5izFJX0njsU9w28qnLJtLiw2nhRo72tZU/h5O&#10;VsHms69mflxuBvd+3P3kWhv9oZV6uB/WryAiDfE/fGu/GQWz5z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Jcx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iY98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Vfk+kM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YmP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nSsQA&#10;AADdAAAADwAAAGRycy9kb3ducmV2LnhtbESP0WqDQBRE3wv5h+UW8tasabQt1jWUgKE+xvYDLu6t&#10;Sty7xt1E/ftuoZDHYWbOMNl+Nr240eg6ywq2mwgEcW11x42C76/i6Q2E88gae8ukYCEH+3z1kGGq&#10;7cQnulW+EQHCLkUFrfdDKqWrWzLoNnYgDt6PHQ36IMdG6hGnADe9fI6iF2mw47DQ4kCHlupzdTUK&#10;4mU6XqrkHBXa0LbcDSX7OlFq/Th/vIPwNPt7+L/9qRXs4uQV/t6EJ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RJ0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yqJMIA&#10;AADdAAAADwAAAGRycy9kb3ducmV2LnhtbERPy4rCMBTdC/5DuAOz03ScUbTTKKI4iCutj/WluX0w&#10;zU1pota/NwvB5eG8k0VnanGj1lWWFXwNIxDEmdUVFwpOx81gCsJ5ZI21ZVLwIAeLeb+XYKztnQ90&#10;S30hQgi7GBWU3jexlC4ryaAb2oY4cLltDfoA20LqFu8h3NRyFEUTabDi0FBiQ6uSsv/0ahRcJ5fR&#10;ifOd3qfrx99svVk6eS6U+vzolr8gPHX+LX65t1rB9884zA1vw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Kok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wuM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9AfDMd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83C4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3Ra8MA&#10;AADdAAAADwAAAGRycy9kb3ducmV2LnhtbERPy2rCQBTdF/oPwy10VycmEiQ6ig+aiiu1BbeXzG0S&#10;mrkTMqMm/XpnIbg8nPd82ZtGXKlztWUF41EEgriwuuZSwc/358cUhPPIGhvLpGAgB8vF68scM21v&#10;fKTryZcihLDLUEHlfZtJ6YqKDLqRbYkD92s7gz7ArpS6w1sIN42MoyiVBmsODRW2tKmo+DtdjIL/&#10;9IwH9xWvt4n2NEymud0fcqXe3/rVDISn3j/FD/dOK0gmadgf3oQn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93Ra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nSMUA&#10;AADdAAAADwAAAGRycy9kb3ducmV2LnhtbESP0WrCQBRE34X+w3ILfdONNoY2dSNFLPhWjf2AS/Z2&#10;E5K9G7Orpn59t1DwcZiZM8xqPdpOXGjwjWMF81kCgrhyumGj4Ov4MX0B4QOyxs4xKfghD+viYbLC&#10;XLsrH+hSBiMihH2OCuoQ+lxKX9Vk0c9cTxy9bzdYDFEORuoBrxFuO7lIkkxabDgu1NjTpqaqLc9W&#10;wcktlnost/jZbl/3jTHp6XZIlXp6HN/fQAQawz38395pBc9pNoe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Sd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ozV8UA&#10;AADdAAAADwAAAGRycy9kb3ducmV2LnhtbESPwW7CMBBE70j9B2sr9QZOoQQIGARISFyhHDgu9pKk&#10;jddp7ELK12MkpB5HM/NGM1u0thIXanzpWMF7LwFBrJ0pOVdw+Nx0xyB8QDZYOSYFf+RhMX/pzDAz&#10;7so7uuxDLiKEfYYKihDqTEqvC7Loe64mjt7ZNRZDlE0uTYPXCLeV7CdJKi2WHBcKrGldkP7e/1oF&#10;2/JEw1SfJ3a80rvj7ScMRl9GqbfXdjkFEagN/+Fne2sUDD7SPj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jN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9lOMMA&#10;AADdAAAADwAAAGRycy9kb3ducmV2LnhtbERPW2vCMBR+F/YfwhnsTdOpyNY1lSkIG15gTtzroTlr&#10;ypqT0mS1/nsjCD5+d75s3ttadNT6yrGC51ECgrhwuuJSweF7NXwB4QOyxtoxKTiTh3n+MMgw1e7E&#10;X9TtQyliCfsUFZgQmlRKXxiy6EeuIY7ar2sthgjbUuoWT7Hc1nKcJDNpseK4YLChpaHib/9vFXS4&#10;Oyc/ZrF9/aw2xXi3OK515NXTY//+BiJQH+7mW/pDK5hMZx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9lO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1DLMUA&#10;AADdAAAADwAAAGRycy9kb3ducmV2LnhtbESPQUvDQBSE70L/w/IK3uymsRSJ3RYpVDxq7MHjM/ua&#10;Tc2+F3bXJvrrXUHwOMzMN8xmN/leXSjETtjAclGAIm7EdtwaOL4ebu5AxYRssRcmA18UYbedXW2w&#10;sjLyC13q1KoM4VihAZfSUGkdG0ce40IG4uydJHhMWYZW24Bjhvtel0Wx1h47zgsOB9o7aj7qT29g&#10;fGzez+XpzbrvMMihfpZz2Ysx1/Pp4R5Uoin9h//aT9bA7Wq9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UMs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qgEMcA&#10;AADdAAAADwAAAGRycy9kb3ducmV2LnhtbESPW2sCMRSE3wv+h3AE32q2Wi+sRvFSQaSlqO37cXO6&#10;u5qcLJtU13/fFAp9HGbmG2Y6b6wRV6p96VjBUzcBQZw5XXKu4OO4eRyD8AFZo3FMCu7kYT5rPUwx&#10;1e7Ge7oeQi4ihH2KCooQqlRKnxVk0XddRRy9L1dbDFHWudQ13iLcGtlLkqG0WHJcKLCiVUHZ5fBt&#10;FWze1+bce9svPmVYvYxOZrxbrl+V6rSbxQREoCb8h//aW62g/zwcwO+b+ATk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KoB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/z3scA&#10;AADdAAAADwAAAGRycy9kb3ducmV2LnhtbESPQWvCQBSE74L/YXmFXqRu1DZImlVEEC1UaKPQ60v2&#10;NQlm34bsNqb/vlsQPA4z8w2TrgfTiJ46V1tWMJtGIIgLq2suFZxPu6clCOeRNTaWScEvOVivxqMU&#10;E22v/El95ksRIOwSVFB53yZSuqIig25qW+LgfdvOoA+yK6Xu8BrgppHzKIqlwZrDQoUtbSsqLtmP&#10;UdB/vOfloXft22U5cS+LfL8/6i+lHh+GzSsIT4O/h2/tg1aweI5j+H8Tn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/89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qjMcA&#10;AADdAAAADwAAAGRycy9kb3ducmV2LnhtbESPT2sCMRTE7wW/Q3iF3mq2/u9qFC0IXgS1HurtuXnu&#10;Lm5e1iTVbT99Iwg9DjPzG2Yya0wlruR8aVnBWzsBQZxZXXKuYP+5fB2B8AFZY2WZFPyQh9m09TTB&#10;VNsbb+m6C7mIEPYpKihCqFMpfVaQQd+2NXH0TtYZDFG6XGqHtwg3lewkyUAaLDkuFFjTR0HZefdt&#10;FCzeR4vLpsfr3+3xQIev47nfcYlSL8/NfAwiUBP+w4/2Sivo9gZDuL+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SKozHAAAA3QAAAA8AAAAAAAAAAAAAAAAAmAIAAGRy&#10;cy9kb3ducmV2LnhtbFBLBQYAAAAABAAEAPUAAACMAwAAAAA=&#10;" fillcolor="black" stroked="f"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R98MQA&#10;AADdAAAADwAAAGRycy9kb3ducmV2LnhtbERPyW7CMBC9V+IfrEHqrTjQNkIBg6CLVKlwYDlwHOIh&#10;sRKPo9iFlK/HBySOT2+fzjtbizO13jhWMBwkIIhzpw0XCva775cxCB+QNdaOScE/eZjPek9TzLS7&#10;8IbO21CIGMI+QwVlCE0mpc9LsugHriGO3Mm1FkOEbSF1i5cYbms5SpJUWjQcG0ps6KOkvNr+WQWH&#10;39SMN4ZGx9V1+aVX79Vy/Vkp9dzvFhMQgbrwEN/dP1rB61sa58Y38Qn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kffD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3m3sYA&#10;AADdAAAADwAAAGRycy9kb3ducmV2LnhtbESPQWsCMRSE74L/ITyhN83WititUcRS6sWDtqXXx+Z1&#10;s93NyzaJuvrrjSD0OMzMN8x82dlGHMmHyrGCx1EGgrhwuuJSwefH23AGIkRkjY1jUnCmAMtFvzfH&#10;XLsT7+i4j6VIEA45KjAxtrmUoTBkMYxcS5y8H+ctxiR9KbXHU4LbRo6zbCotVpwWDLa0NlTU+4NV&#10;4Fffr/WFD191dtmew/tv9zdDo9TDoFu9gIjUxf/wvb3RCp4m02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3m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p8LMMA&#10;AADdAAAADwAAAGRycy9kb3ducmV2LnhtbERPzWoCMRC+F3yHMEIvpWbVUnU1ihQKglLQ+gDjZtxd&#10;TCbLZqprn745CD1+fP+LVeedulIb68AGhoMMFHERbM2lgeP35+sUVBRkiy4wGbhThNWy97TA3IYb&#10;7+l6kFKlEI45GqhEmlzrWFTkMQ5CQ5y4c2g9SoJtqW2LtxTunR5l2bv2WHNqqLChj4qKy+HHG3Cj&#10;k5ttJ3En96PeZb9e9i9f1pjnfreegxLq5F/8cG+sgfHbJO1Pb9IT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p8L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W88YA&#10;AADdAAAADwAAAGRycy9kb3ducmV2LnhtbESPQWsCMRSE74X+h/AK3mpWLW1ZjVIVYS8eurV4fW6e&#10;m6XJy7KJuvbXm0LB4zAz3zCzRe+sOFMXGs8KRsMMBHHldcO1gt3X5vkdRIjIGq1nUnClAIv548MM&#10;c+0v/EnnMtYiQTjkqMDE2OZShsqQwzD0LXHyjr5zGJPsaqk7vCS4s3KcZa/SYcNpwWBLK0PVT3ly&#10;CtZla8e7wizD/nt7ONjid0P7tVKDp/5jCiJSH+/h/3ahFUxe3kb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rW8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8HNcUA&#10;AADdAAAADwAAAGRycy9kb3ducmV2LnhtbESPT2sCMRTE74LfITyhN0204patUUQqCJ7qn4O3R/K6&#10;u3XzsmxSd/vtm4LgcZiZ3zDLde9qcac2VJ41TCcKBLHxtuJCw/m0G7+BCBHZYu2ZNPxSgPVqOFhi&#10;bn3Hn3Q/xkIkCIccNZQxNrmUwZTkMEx8Q5y8L986jEm2hbQtdgnuajlTaiEdVpwWSmxoW5K5HX+c&#10;hu+dPHij0FzOl25vs+vHgmql9cuo37yDiNTHZ/jR3lsNr/NsB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vwc1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oAgMYA&#10;AADdAAAADwAAAGRycy9kb3ducmV2LnhtbESPT2vCQBTE7wW/w/KE3nSjKVWiq2ihUCo9+Afx+Mw+&#10;k5Ds27C7avrtu4LQ4zAzv2Hmy8404kbOV5YVjIYJCOLc6ooLBYf952AKwgdkjY1lUvBLHpaL3ssc&#10;M23vvKXbLhQiQthnqKAMoc2k9HlJBv3QtsTRu1hnMETpCqkd3iPcNHKcJO/SYMVxocSWPkrK693V&#10;KDhdN3z5Sb9Xbh2Ottv7enye1kq99rvVDESgLvyHn+0vrSB9m6T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oAg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kiJs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z+lr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mSImyAAAAN0AAAAPAAAAAAAAAAAAAAAAAJgCAABk&#10;cnMvZG93bnJldi54bWxQSwUGAAAAAAQABAD1AAAAjQMAAAAA&#10;" fillcolor="black" stroked="f"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9vMUA&#10;AADdAAAADwAAAGRycy9kb3ducmV2LnhtbESPQUsDMRSE70L/Q3iCN5u11Spr07IURPG0bS29vm6e&#10;m8XNy5LEdP33RhB6HGbmG2a5Hm0vEvnQOVZwNy1AEDdOd9wq+Ni/3D6BCBFZY++YFPxQgPVqcrXE&#10;UrszbyntYisyhEOJCkyMQyllaAxZDFM3EGfv03mLMUvfSu3xnOG2l7OiWEiLHecFgwNtDDVfu2+r&#10;IJ02dTVPx2S2775qvatfD6daqZvrsXoGEWmMl/B/+00rmN8/PsD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X28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DOccA&#10;AADdAAAADwAAAGRycy9kb3ducmV2LnhtbESPQWvCQBSE7wX/w/IEb3WjlmhTVxGxxXqxjYX2+Mi+&#10;ZoPZtyG7jWl/vVso9DjMzDfMct3bWnTU+sqxgsk4AUFcOF1xqeDt9Hi7AOEDssbaMSn4Jg/r1eBm&#10;iZl2F36lLg+liBD2GSowITSZlL4wZNGPXUMcvU/XWgxRtqXULV4i3NZymiSptFhxXDDY0NZQcc6/&#10;rAI/2e7eD/bnvvt4MnzMn036UhqlRsN+8wAiUB/+w3/tvVYwu5un8PsmP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8Azn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924D2" w:rsidRDefault="004924D2" w:rsidP="004924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924D2" w:rsidRPr="00E83DE6" w:rsidRDefault="004924D2" w:rsidP="004924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4924D2" w:rsidRPr="00E83DE6" w:rsidRDefault="004924D2" w:rsidP="004924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Х_____ сесії сільської ради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____.01.2020р.                                    Крупець                                        № _______</w: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Дячук</w:t>
      </w:r>
      <w:proofErr w:type="spellEnd"/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С.А.</w:t>
      </w: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Дячука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С.А. сільська  рада ВИРІШИЛА:</w:t>
      </w:r>
    </w:p>
    <w:p w:rsidR="004924D2" w:rsidRPr="00E83DE6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4D2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1. Затвердити 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Дячуку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Сергію Андрійовичу,  який зареєстрований за адресою: </w:t>
      </w:r>
      <w:r w:rsidR="002402F2" w:rsidRPr="002402F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ідентифікаційний номер </w:t>
      </w:r>
      <w:r w:rsidR="002402F2" w:rsidRPr="002402F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0,2500га, (кадастровий номер: 6823986800:03:005:0086),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с.Комарівка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вул. Л.Українки, 44.</w:t>
      </w: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</w:t>
      </w:r>
    </w:p>
    <w:p w:rsidR="004924D2" w:rsidRPr="00E83DE6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</w:t>
      </w: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E83DE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Дячуку</w:t>
      </w:r>
      <w:proofErr w:type="spellEnd"/>
      <w:r w:rsidRPr="00E83DE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С.А.,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4924D2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24D2" w:rsidRPr="00E83DE6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4D2" w:rsidRPr="00E83DE6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924D2" w:rsidRPr="004924D2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</w:p>
    <w:p w:rsidR="00674286" w:rsidRPr="004924D2" w:rsidRDefault="004924D2" w:rsidP="004924D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            В.А.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sectPr w:rsidR="00674286" w:rsidRPr="004924D2" w:rsidSect="00674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924D2"/>
    <w:rsid w:val="00171A2E"/>
    <w:rsid w:val="002402F2"/>
    <w:rsid w:val="0025098E"/>
    <w:rsid w:val="00304C90"/>
    <w:rsid w:val="003E6D3D"/>
    <w:rsid w:val="004924D2"/>
    <w:rsid w:val="00505B6D"/>
    <w:rsid w:val="00674286"/>
    <w:rsid w:val="006D3977"/>
    <w:rsid w:val="007D6C18"/>
    <w:rsid w:val="00B6031F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4D2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2020-01-13T07:13:00Z</dcterms:created>
  <dcterms:modified xsi:type="dcterms:W3CDTF">2020-01-13T07:21:00Z</dcterms:modified>
</cp:coreProperties>
</file>