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2B3" w:rsidRDefault="00E872B3" w:rsidP="00E872B3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72B3" w:rsidRDefault="00E872B3" w:rsidP="00E872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872B3" w:rsidRDefault="00E872B3" w:rsidP="00E872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72B3" w:rsidRDefault="00E872B3" w:rsidP="00E872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872B3" w:rsidRDefault="00E872B3" w:rsidP="00E872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72B3" w:rsidRDefault="00E872B3" w:rsidP="00E872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872B3" w:rsidRDefault="00E872B3" w:rsidP="00E872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72B3" w:rsidRDefault="00E872B3" w:rsidP="00E872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872B3" w:rsidRDefault="00E872B3" w:rsidP="00E872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72B3" w:rsidRDefault="00E872B3" w:rsidP="00E872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872B3" w:rsidRDefault="00E872B3" w:rsidP="00E872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72B3" w:rsidRDefault="00E872B3" w:rsidP="00E872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872B3" w:rsidRDefault="00E872B3" w:rsidP="00E872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72B3" w:rsidRDefault="00E872B3" w:rsidP="00E872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872B3" w:rsidRDefault="00E872B3" w:rsidP="00E872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72B3" w:rsidRDefault="00E872B3" w:rsidP="00E872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872B3" w:rsidRDefault="00E872B3" w:rsidP="00E872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72B3" w:rsidRDefault="00E872B3" w:rsidP="00E872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872B3" w:rsidRDefault="00E872B3" w:rsidP="00E872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72B3" w:rsidRDefault="00E872B3" w:rsidP="00E872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872B3" w:rsidRDefault="00E872B3" w:rsidP="00E872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72B3" w:rsidRDefault="00E872B3" w:rsidP="00E872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72B3" w:rsidRDefault="00E872B3" w:rsidP="00E872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72B3" w:rsidRDefault="00E872B3" w:rsidP="00E872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72B3" w:rsidRDefault="00E872B3" w:rsidP="00E872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72B3" w:rsidRDefault="00E872B3" w:rsidP="00E872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72B3" w:rsidRDefault="00E872B3" w:rsidP="00E872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72B3" w:rsidRDefault="00E872B3" w:rsidP="00E872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72B3" w:rsidRDefault="00E872B3" w:rsidP="00E872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72B3" w:rsidRDefault="00E872B3" w:rsidP="00E872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872B3" w:rsidRDefault="00E872B3" w:rsidP="00E872B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872B3" w:rsidRDefault="00E872B3" w:rsidP="00E872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872B3" w:rsidRDefault="00E872B3" w:rsidP="00E872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872B3" w:rsidRDefault="00E872B3" w:rsidP="00E872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872B3" w:rsidRDefault="00E872B3" w:rsidP="00E872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872B3" w:rsidRDefault="00E872B3" w:rsidP="00E872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872B3" w:rsidRDefault="00E872B3" w:rsidP="00E872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872B3" w:rsidRDefault="00E872B3" w:rsidP="00E872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872B3" w:rsidRDefault="00E872B3" w:rsidP="00E872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872B3" w:rsidRDefault="00E872B3" w:rsidP="00E872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872B3" w:rsidRDefault="00E872B3" w:rsidP="00E872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872B3" w:rsidRDefault="00E872B3" w:rsidP="00E872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872B3" w:rsidRDefault="00E872B3" w:rsidP="00E872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872B3" w:rsidRDefault="00E872B3" w:rsidP="00E872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872B3" w:rsidRDefault="00E872B3" w:rsidP="00E872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872B3" w:rsidRDefault="00E872B3" w:rsidP="00E872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872B3" w:rsidRDefault="00E872B3" w:rsidP="00E872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872B3" w:rsidRDefault="00E872B3" w:rsidP="00E872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872B3" w:rsidRDefault="00E872B3" w:rsidP="00E872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872B3" w:rsidRDefault="00E872B3" w:rsidP="00E872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872B3" w:rsidRDefault="00E872B3" w:rsidP="00E872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E872B3" w:rsidRDefault="00E872B3" w:rsidP="00E872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872B3" w:rsidRDefault="00E872B3" w:rsidP="00E872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872B3" w:rsidRDefault="00E872B3" w:rsidP="00E872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872B3" w:rsidRDefault="00E872B3" w:rsidP="00E872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872B3" w:rsidRDefault="00E872B3" w:rsidP="00E872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872B3" w:rsidRDefault="00E872B3" w:rsidP="00E872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872B3" w:rsidRDefault="00E872B3" w:rsidP="00E872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E872B3" w:rsidRDefault="00E872B3" w:rsidP="00E872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872B3" w:rsidRDefault="00E872B3" w:rsidP="00E872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872B3" w:rsidRDefault="00E872B3" w:rsidP="00E872B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872B3" w:rsidRDefault="00E872B3" w:rsidP="00E872B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872B3" w:rsidRDefault="00E872B3" w:rsidP="00E872B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872B3" w:rsidRDefault="00E872B3" w:rsidP="00E872B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872B3" w:rsidRDefault="00E872B3" w:rsidP="00E872B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872B3" w:rsidRDefault="00E872B3" w:rsidP="00E872B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872B3" w:rsidRDefault="00E872B3" w:rsidP="00E872B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872B3" w:rsidRDefault="00E872B3" w:rsidP="00E872B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E872B3" w:rsidRDefault="00E872B3" w:rsidP="00E872B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872B3" w:rsidRDefault="00E872B3" w:rsidP="00E872B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872B3" w:rsidRDefault="00E872B3" w:rsidP="00E872B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E872B3" w:rsidRDefault="00E872B3" w:rsidP="00E872B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872B3" w:rsidRDefault="00E872B3" w:rsidP="00E872B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E872B3" w:rsidRDefault="00E872B3" w:rsidP="00E872B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872B3" w:rsidRDefault="00E872B3" w:rsidP="00E872B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56</w:t>
      </w:r>
    </w:p>
    <w:p w:rsidR="00E872B3" w:rsidRDefault="00E872B3" w:rsidP="00E872B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E872B3" w:rsidRDefault="00E872B3" w:rsidP="00E872B3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E872B3" w:rsidRDefault="00E872B3" w:rsidP="00E872B3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E872B3" w:rsidRDefault="00E872B3" w:rsidP="00E872B3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E872B3" w:rsidRPr="00DE50C9" w:rsidRDefault="00E872B3" w:rsidP="00E872B3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Клімчуку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О.М.</w:t>
      </w:r>
    </w:p>
    <w:p w:rsidR="00E872B3" w:rsidRDefault="00E872B3" w:rsidP="00E872B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872B3" w:rsidRDefault="00E872B3" w:rsidP="00E872B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 xml:space="preserve">         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Клімчука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О.М, 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E872B3" w:rsidRDefault="00E872B3" w:rsidP="00E872B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E872B3" w:rsidRDefault="00E872B3" w:rsidP="00E872B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Клімчуку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Олександру Миколайовичу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ведення особистого селянського господарства площею  0.2190 га, яка розташована Хмельницька область,  Шепетівський район, с.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Стригани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E872B3" w:rsidRDefault="00E872B3" w:rsidP="00E872B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Клімчуку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Олександру Миколайовичу,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який 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7913B5">
        <w:rPr>
          <w:rFonts w:ascii="Times New Roman" w:eastAsia="Calibri" w:hAnsi="Times New Roman" w:cs="Times New Roman"/>
          <w:sz w:val="24"/>
          <w:lang w:val="ru-RU" w:eastAsia="en-US"/>
        </w:rPr>
        <w:t>_______________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7913B5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земельну ділянку, площею 0,2190 га, кадастровий номер: 6823984000:02:002:0079,  для ведення особистого селянського господарства, яка розташована Хмельницька область,  Шепетівський район, с.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Стригани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E872B3" w:rsidRDefault="00E872B3" w:rsidP="00E872B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Клімчуку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О.М,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якому передана земельна ділянка у власність, посвідчити право власності  в установленому  законом порядку.</w:t>
      </w:r>
    </w:p>
    <w:p w:rsidR="00E872B3" w:rsidRDefault="00E872B3" w:rsidP="00E872B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E872B3" w:rsidRDefault="00E872B3" w:rsidP="00E872B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872B3" w:rsidRPr="00E872B3" w:rsidRDefault="00E872B3" w:rsidP="00E872B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FC5048" w:rsidRPr="00E872B3" w:rsidRDefault="00E872B3" w:rsidP="00E872B3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FC5048" w:rsidRPr="00E872B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2B3"/>
    <w:rsid w:val="007913B5"/>
    <w:rsid w:val="00E872B3"/>
    <w:rsid w:val="00FC5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2B3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E872B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872B3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E872B3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2B3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E872B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872B3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E872B3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4</TotalTime>
  <Pages>1</Pages>
  <Words>264</Words>
  <Characters>1506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2021-07-26T12:37:00Z</dcterms:created>
  <dcterms:modified xsi:type="dcterms:W3CDTF">2021-07-27T07:29:00Z</dcterms:modified>
</cp:coreProperties>
</file>