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9EA" w:rsidRDefault="003E19EA" w:rsidP="003E19E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19EA" w:rsidRDefault="003E19EA" w:rsidP="003E19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E19EA" w:rsidRDefault="003E19EA" w:rsidP="003E19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E19EA" w:rsidRDefault="003E19EA" w:rsidP="003E19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19EA" w:rsidRDefault="003E19EA" w:rsidP="003E19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19EA" w:rsidRDefault="003E19EA" w:rsidP="003E19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19EA" w:rsidRDefault="003E19EA" w:rsidP="003E19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E19EA" w:rsidRDefault="003E19EA" w:rsidP="003E19E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E19EA" w:rsidRDefault="003E19EA" w:rsidP="003E19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E19EA" w:rsidRDefault="003E19EA" w:rsidP="003E19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E19EA" w:rsidRDefault="003E19EA" w:rsidP="003E19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19EA" w:rsidRDefault="003E19EA" w:rsidP="003E19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E19EA" w:rsidRDefault="003E19EA" w:rsidP="003E19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19EA" w:rsidRDefault="003E19EA" w:rsidP="003E19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E19EA" w:rsidRDefault="003E19EA" w:rsidP="003E19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E19EA" w:rsidRPr="00D74EEC" w:rsidRDefault="003E19EA" w:rsidP="003E19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№70</w:t>
      </w:r>
    </w:p>
    <w:p w:rsidR="003E19EA" w:rsidRPr="00D9673A" w:rsidRDefault="003E19EA" w:rsidP="003E19EA">
      <w:pPr>
        <w:spacing w:after="0" w:line="240" w:lineRule="auto"/>
        <w:jc w:val="both"/>
      </w:pPr>
    </w:p>
    <w:p w:rsidR="003E19EA" w:rsidRPr="00DE6ED3" w:rsidRDefault="003E19EA" w:rsidP="003E19E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3E19EA" w:rsidRPr="00DE6ED3" w:rsidRDefault="003E19EA" w:rsidP="003E19E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3E19EA" w:rsidRPr="006310B2" w:rsidRDefault="003E19EA" w:rsidP="003E19E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Calibri" w:hAnsi="Times New Roman" w:cs="Times New Roman"/>
          <w:b/>
          <w:sz w:val="24"/>
          <w:szCs w:val="24"/>
        </w:rPr>
        <w:t>Пасько В.Г.</w:t>
      </w:r>
    </w:p>
    <w:p w:rsidR="003E19EA" w:rsidRPr="00DE6ED3" w:rsidRDefault="003E19EA" w:rsidP="003E19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19EA" w:rsidRPr="00DE6ED3" w:rsidRDefault="003E19EA" w:rsidP="003E19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Пасько В.Г.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3E19EA" w:rsidRPr="00DE6ED3" w:rsidRDefault="003E19EA" w:rsidP="003E19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E19EA" w:rsidRPr="00DE6ED3" w:rsidRDefault="003E19EA" w:rsidP="003E19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Пасько Віктору Григоровичу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0,2457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19EA" w:rsidRPr="00DE6ED3" w:rsidRDefault="003E19EA" w:rsidP="003E19E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Пасько Віктору Григоровичу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</w:t>
      </w:r>
      <w:r w:rsidR="001C490F" w:rsidRPr="001C490F">
        <w:rPr>
          <w:rFonts w:ascii="Times New Roman" w:eastAsia="Calibri" w:hAnsi="Times New Roman" w:cs="Times New Roman"/>
          <w:sz w:val="24"/>
          <w:lang w:val="ru-RU"/>
        </w:rPr>
        <w:t>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1C490F" w:rsidRPr="001C490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0,2457 га, кадастровий номер: 6823984000:03:018:0352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19EA" w:rsidRPr="00DE6ED3" w:rsidRDefault="003E19EA" w:rsidP="003E19E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Пасько В.Г.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E19EA" w:rsidRPr="00DE6ED3" w:rsidRDefault="003E19EA" w:rsidP="003E19E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E19EA" w:rsidRPr="00DE6ED3" w:rsidRDefault="003E19EA" w:rsidP="003E19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19EA" w:rsidRPr="003E19EA" w:rsidRDefault="003E19EA" w:rsidP="003E19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E19EA" w:rsidRPr="00DE6ED3" w:rsidRDefault="003E19EA" w:rsidP="003E19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0FD1" w:rsidRPr="003E19EA" w:rsidRDefault="003E19EA" w:rsidP="003E19E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910FD1" w:rsidRPr="003E19E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EA"/>
    <w:rsid w:val="00171A2E"/>
    <w:rsid w:val="001C490F"/>
    <w:rsid w:val="00304C90"/>
    <w:rsid w:val="003E19EA"/>
    <w:rsid w:val="00505B6D"/>
    <w:rsid w:val="006D3977"/>
    <w:rsid w:val="007D6C18"/>
    <w:rsid w:val="00910FD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3E19E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3E19E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3E19E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3E19E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3E19E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3E19E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1163</Words>
  <Characters>664</Characters>
  <Application>Microsoft Office Word</Application>
  <DocSecurity>0</DocSecurity>
  <Lines>5</Lines>
  <Paragraphs>3</Paragraphs>
  <ScaleCrop>false</ScaleCrop>
  <Company>Microsoft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2021-03-31T05:49:00Z</dcterms:created>
  <dcterms:modified xsi:type="dcterms:W3CDTF">2021-03-31T10:18:00Z</dcterms:modified>
</cp:coreProperties>
</file>