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00" w:rsidRDefault="00592A00" w:rsidP="00592A0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92A00" w:rsidRDefault="00592A00" w:rsidP="00592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9F43AA" wp14:editId="24F39A3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63" name="Группа 15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A00" w:rsidRDefault="00592A00" w:rsidP="00592A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6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FTCSU8h1AABBWQQADgAAAAAAAAAA&#10;AAAAAAAuAgAAZHJzL2Uyb0RvYy54bWxQSwECLQAUAAYACAAAACEAntNkbd0AAAAGAQAADwAAAAAA&#10;AAAAAAAAAAAieAAAZHJzL2Rvd25yZXYueG1sUEsFBgAAAAAEAAQA8wAAACx5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mZcEA&#10;AADeAAAADwAAAGRycy9kb3ducmV2LnhtbERPy6rCMBDdC/5DGMGdprc+6TWKiIoLQdTrfmjGttxm&#10;Upqo9e+NILibw3nObNGYUtypdoVlBT/9CARxanXBmYK/86Y3BeE8ssbSMil4koPFvN2aYaLtg490&#10;P/lMhBB2CSrIva8SKV2ak0HXtxVx4K62NugDrDOpa3yEcFPKOIrG0mDBoSHHilY5pf+nm1FgB9vd&#10;/pLFx8GaJ56Xh+n10uyV6naa5S8IT43/ij/unQ7zR/F4CO93wg1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HZmX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9xXccA&#10;AADeAAAADwAAAGRycy9kb3ducmV2LnhtbERPTWsCMRC9F/ofwghepGYruLZboxRhtfUgaAu9Dpvp&#10;Zu1msiRRt/76plDobR7vc+bL3rbiTD40jhXcjzMQxJXTDdcK3t/KuwcQISJrbB2Tgm8KsFzc3syx&#10;0O7CezofYi1SCIcCFZgYu0LKUBmyGMauI07cp/MWY4K+ltrjJYXbVk6yLJcWG04NBjtaGaq+Dier&#10;4FjuzMdqdl370eOerqNyu2lfc6WGg/75CUSkPv6L/9wvOs2fTvI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PcV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5LK8YA&#10;AADeAAAADwAAAGRycy9kb3ducmV2LnhtbESP0WrCQBBF3wv9h2UKvhTdmNIg0VVEaim+iIkfMGTH&#10;bDA7G7LbJP59t1Do2wz3zj13NrvJtmKg3jeOFSwXCQjiyumGawXX8jhfgfABWWPrmBQ8yMNu+/y0&#10;wVy7kS80FKEWMYR9jgpMCF0upa8MWfQL1xFH7eZ6iyGufS11j2MMt61MkySTFhuOBIMdHQxV9+Lb&#10;Rsj5Dc+n21gePycc8eNk+HV/UWr2Mu3XIAJN4d/8d/2lY/33NMvg9504g9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85LK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b7isQA&#10;AADeAAAADwAAAGRycy9kb3ducmV2LnhtbERPTUvDQBC9C/0PyxS82Y3BphK7LaVVEMGDVRBvQ3aa&#10;BLOzy+7YxH/vCoK3ebzPWW8nN6gzxdR7NnC9KEARN9723Bp4e324ugWVBNni4JkMfFOC7WZ2scba&#10;+pFf6HyUVuUQTjUa6ERCrXVqOnKYFj4QZ+7ko0PJMLbaRhxzuBt0WRSVdthzbugw0L6j5vP45Qw8&#10;j/fhaVUtT+Ej3pQ6Hay878WYy/m0uwMlNMm/+M/9aPP8ZVmt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G+4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16wsQA&#10;AADeAAAADwAAAGRycy9kb3ducmV2LnhtbESPzWrCQBDH7wXfYRnBS9FNLUqJriKiRbyI2gcYsmM2&#10;mJ0N2a1J3945FLzNMP+P3yzXva/Vg9pYBTbwMclAERfBVlwa+Lnux1+gYkK2WAcmA38UYb0avC0x&#10;t6HjMz0uqVQSwjFHAy6lJtc6Fo48xkloiOV2C63HJGtbattiJ+G+1tMsm2uPFUuDw4a2jor75ddL&#10;yekTT8dbd91/99jh7uj4fXM2ZjTsNwtQifr0Ev+7D1bwZ9O58Mo7MoN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des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XKY8QA&#10;AADeAAAADwAAAGRycy9kb3ducmV2LnhtbERPTUvDQBC9C/0PyxS82Y3BRk27LVIVRPBgFaS3ITtN&#10;gtnZZXds4r93BcHbPN7nrLeTG9SJYuo9G7hcFKCIG297bg28vz1e3IBKgmxx8EwGvinBdjM7W2Nt&#10;/civdNpLq3IIpxoNdCKh1jo1HTlMCx+IM3f00aFkGFttI4453A26LIpKO+w5N3QYaNdR87n/cgZe&#10;xofwfF0tj+EQr0qd7q187MSY8/l0twIlNMm/+M/9ZPP8ZVnd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Vym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oysgA&#10;AADeAAAADwAAAGRycy9kb3ducmV2LnhtbESPQUsDMRCF74L/IUzBi7RZK1XZNi1WCAoWxFboddhM&#10;d5duJksSu+u/dw6CtxnmzXvvW21G36kLxdQGNnA3K0ARV8G1XBv4OtjpE6iUkR12gcnADyXYrK+v&#10;Vli6MPAnXfa5VmLCqUQDTc59qXWqGvKYZqEnltspRI9Z1lhrF3EQc9/peVE8aI8tS0KDPb00VJ33&#10;397A9mOo7+NttR3D++n1uLDW2Z015mYyPi9BZRrzv/jv+81J/cX8UQ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M+jK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8HrsMA&#10;AADeAAAADwAAAGRycy9kb3ducmV2LnhtbERP3WrCMBS+F/YO4Qy809SiTjpTkY2CjN3o9gCH5qzp&#10;2pyUJNb69stgsLvz8f2e/WGyvRjJh9axgtUyA0FcO91yo+Dzo1rsQISIrLF3TAruFOBQPsz2WGh3&#10;4zONl9iIFMKhQAUmxqGQMtSGLIalG4gT9+W8xZigb6T2eEvhtpd5lm2lxZZTg8GBXgzV3eVqFVRv&#10;+fvYXbWv3HFaW9qY792rUWr+OB2fQUSa4r/4z33Saf4mf1rB7zvpBl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8Hr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3TJsUA&#10;AADeAAAADwAAAGRycy9kb3ducmV2LnhtbERPW2vCMBR+F/YfwhnsZWhqhzo6o+ggTNhgeIG9Hppj&#10;W9aclCSz3b83g4Fv5+O7nuV6sK24kA+NYwXTSQaCuHSm4UrB6ajHzyBCRDbYOiYFvxRgvbobLbEw&#10;ruc9XQ6xEimEQ4EK6hi7QspQ1mQxTFxHnLiz8xZjgr6SxmOfwm0r8yybS4sNp4YaO3qtqfw+/FgF&#10;28++evKP5XZw7+e3r5nWRn9opR7uh80LiEhDvIn/3TuT5s/yR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dM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8QsMA&#10;AADeAAAADwAAAGRycy9kb3ducmV2LnhtbERP3WrCMBS+H/gO4QjezdRON+mMIo6CjN1MfYBDc9Z0&#10;NiclibW+vREGuzsf3+9ZbQbbip58aBwrmE0zEMSV0w3XCk7H8nkJIkRkja1jUnCjAJv16GmFhXZX&#10;/qb+EGuRQjgUqMDE2BVShsqQxTB1HXHifpy3GBP0tdQerynctjLPsldpseHUYLCjnaHqfLhYBeVn&#10;/tWfL9qXbjvMLS3M7/LDKDUZD9t3EJGG+C/+c+91mr/I317g8U6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E8Q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63sIA&#10;AADeAAAADwAAAGRycy9kb3ducmV2LnhtbERPzWqDQBC+F/IOyxRya1aT2BbrKiVgaI6xfYDBnarE&#10;nTXuNurbdwuF3Obj+52smE0vbjS6zrKCeBOBIK6t7rhR8PVZPr2CcB5ZY2+ZFCzkoMhXDxmm2k58&#10;plvlGxFC2KWooPV+SKV0dUsG3cYOxIH7tqNBH+DYSD3iFMJNL7dR9CwNdhwaWhzo0FJ9qX6Mgv0y&#10;Ha9VcolKbSg+7YYT+zpRav04v7+B8DT7u/jf/aHD/GT7soe/d8IN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9jr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iJ6sMA&#10;AADeAAAADwAAAGRycy9kb3ducmV2LnhtbERPS4vCMBC+C/sfwizszaZb8FWNIisuiyetj/PQjG2x&#10;mZQmav33G0HwNh/fc2aLztTiRq2rLCv4jmIQxLnVFRcKDvt1fwzCeWSNtWVS8CAHi/lHb4aptnfe&#10;0S3zhQgh7FJUUHrfpFK6vCSDLrINceDOtjXoA2wLqVu8h3BTyySOh9JgxaGhxIZ+Ssov2dUouA5P&#10;yYHPG73NVo/fyWq9dPJYKPX12S2nIDx1/i1+uf90mD9IRgN4vhNu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iJ6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WngMYA&#10;AADeAAAADwAAAGRycy9kb3ducmV2LnhtbERPTU/CQBC9k/gfNmPCDbaCFCwsBExMwAME0IO3oTu2&#10;he5s7a5Q/71LQsJtXt7nTGaNKcWZaldYVvDUjUAQp1YXnCn42L91RiCcR9ZYWiYFf+RgNn1oTTDR&#10;9sJbOu98JkIIuwQV5N5XiZQuzcmg69qKOHDftjboA6wzqWu8hHBTyl4UxdJgwaEhx4pec0pPu1+j&#10;4HMzil82i9Xz8X19wL7RP1+6iJVqPzbzMQhPjb+Lb+6lDvMHvWEM13fCDX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Wng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Vj8QA&#10;AADeAAAADwAAAGRycy9kb3ducmV2LnhtbERPTWvCQBC9F/wPywje6sbYaoiuopba4kmj4HXIjkkw&#10;OxuyW4399d1Cobd5vM+ZLztTixu1rrKsYDSMQBDnVldcKDgd358TEM4ja6wtk4IHOVguek9zTLW9&#10;84FumS9ECGGXooLS+yaV0uUlGXRD2xAH7mJbgz7AtpC6xXsIN7WMo2giDVYcGkpsaFNSfs2+jILv&#10;yRn37iNev421p8dLsrW7/VapQb9bzUB46vy/+M/9qcP813g6hd93wg1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wlY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oU8YA&#10;AADeAAAADwAAAGRycy9kb3ducmV2LnhtbESPQW/CMAyF75P2HyJP4jZSKtigEBBCTNpto+MHWI1J&#10;KxqnNAG6/fr5MGk3W+/5vc+rzeBbdaM+NoENTMYZKOIq2IadgePX2/McVEzIFtvAZOCbImzWjw8r&#10;LGy484FuZXJKQjgWaKBOqSu0jlVNHuM4dMSinULvMcnaO217vEu4b3WeZS/aY8PSUGNHu5qqc3n1&#10;Bi4hn9mh3OPHeb/4bJybXn4OU2NGT8N2CSrRkP7Nf9fvVvBn+av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ZoU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arI8QA&#10;AADeAAAADwAAAGRycy9kb3ducmV2LnhtbERPPW/CMBDdK/U/WFepW3GgIkDAIKhUKStpB8bDPpJA&#10;fA6xIWl/fV2pUrd7ep+32gy2EXfqfO1YwXiUgCDWztRcKvj8eH+Zg/AB2WDjmBR8kYfN+vFhhZlx&#10;Pe/pXoRSxBD2GSqoQmgzKb2uyKIfuZY4cifXWQwRdqU0HfYx3DZykiSptFhzbKiwpbeK9KW4WQV5&#10;faRpqk8LO9/p/eH7Gl5nZ6PU89OwXYIINIR/8Z87N3H+dDJbwO878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qy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LTsUA&#10;AADeAAAADwAAAGRycy9kb3ducmV2LnhtbERPTWvCQBC9C/0PyxR6000DFRtdpRYKFa1QW+x1yE6z&#10;odnZkF1j/PfOoeBtZt7HvLdYDb5RPXWxDmzgcZKBIi6Drbky8P31Np6BignZYhOYDFwowmp5N1pg&#10;YcOZP6k/pEqJCccCDbiU2kLrWDryGCehJRbsN3Qek6xdpW2HZzH3jc6zbKo91iwfHLb06qj8O5y8&#10;gR73l+zHrT+eN/WuzPfr49bK3TzcDy9zUImGdCP/q9+txH/KZ1JA6sgM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It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xT8MA&#10;AADeAAAADwAAAGRycy9kb3ducmV2LnhtbERPTUvDQBC9C/6HZQRvdtOAUmK3pRRaPGr04HHMTrOp&#10;2Zmwu23S/npXELzN433Ocj35Xp0pxE7YwHxWgCJuxHbcGvh43z0sQMWEbLEXJgMXirBe3d4ssbIy&#10;8hud69SqHMKxQgMupaHSOjaOPMaZDMSZO0jwmDIMrbYBxxzue10WxZP22HFucDjQ1lHzXZ+8gXHf&#10;fB3Lw6d11zDIrn6VY9mLMfd30+YZVKIp/Yv/3C82z38sF3P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nxT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/L8UA&#10;AADeAAAADwAAAGRycy9kb3ducmV2LnhtbERP22rCQBB9L/Qflin4VjcNWEN0FesFiliKt/cxOyZp&#10;d2dDdtX4991CoW9zONcZTztrxJVaXztW8NJPQBAXTtdcKjjsV88ZCB+QNRrHpOBOHqaTx4cx5trd&#10;eEvXXShFDGGfo4IqhCaX0hcVWfR91xBH7uxaiyHCtpS6xVsMt0amSfIqLdYcGypsaF5R8b27WAWr&#10;z4X5Sj+2s6MM8+XwZLL122KjVO+pm41ABOrCv/jP/a7j/EGapf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38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kHIMQA&#10;AADeAAAADwAAAGRycy9kb3ducmV2LnhtbERPTYvCMBC9C/sfwix4kTVVUUrXKMuCqKCgruB1bGbb&#10;YjMpTaz13xtB8DaP9znTeWtK0VDtCssKBv0IBHFqdcGZguPf4isG4TyyxtIyKbiTg/nsozPFRNsb&#10;76k5+EyEEHYJKsi9rxIpXZqTQde3FXHg/m1t0AdYZ1LXeAvhppTDKJpIgwWHhhwr+s0pvRyuRkGz&#10;25yzVeOq9SXuufHovFxu9Ump7mf78w3CU+vf4pd7pcP88TAewfOdcIO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5By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zhScUA&#10;AADeAAAADwAAAGRycy9kb3ducmV2LnhtbERPTWvCQBC9C/0PyxS86aZBS5q6ShUEL0LVHuptzE6T&#10;YHY23V01+uu7BcHbPN7nTGadacSZnK8tK3gZJiCIC6trLhV87ZaDDIQPyBoby6TgSh5m06feBHNt&#10;L7yh8zaUIoawz1FBFUKbS+mLigz6oW2JI/djncEQoSuldniJ4aaRaZK8SoM1x4YKW1pUVBy3J6Ng&#10;/pbNfz9HvL5tDnvafx+O49QlSvWfu493EIG68BDf3Ssd54/TbAT/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fOFJxQAAAN4AAAAPAAAAAAAAAAAAAAAAAJgCAABkcnMv&#10;ZG93bnJldi54bWxQSwUGAAAAAAQABAD1AAAAigMAAAAA&#10;" fillcolor="black" stroked="f"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NK0sYA&#10;AADeAAAADwAAAGRycy9kb3ducmV2LnhtbERPTWvCQBC9C/0PyxS86aaBSEhdpVYLgvag7cHjmJ0m&#10;S7KzIbvV2F/fLQi9zeN9znw52FZcqPfGsYKnaQKCuHTacKXg8+NtkoPwAVlj65gU3MjDcvEwmmOh&#10;3ZUPdDmGSsQQ9gUqqEPoCil9WZNFP3UdceS+XG8xRNhXUvd4jeG2lWmSzKRFw7Ghxo5eayqb47dV&#10;cNrNTH4wlJ73P6uN3mfN6n3dKDV+HF6eQQQawr/47t7qOD9L8wz+3ok3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NK0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O5l8QA&#10;AADeAAAADwAAAGRycy9kb3ducmV2LnhtbERPS2sCMRC+F/wPYYTeNFuhsmyNIhWxlx7qg16HzXSz&#10;3c1kTaKu/vpGEHqbj+85s0VvW3EmH2rHCl7GGQji0umaKwX73XqUgwgRWWPrmBRcKcBiPniaYaHd&#10;hb/ovI2VSCEcClRgYuwKKUNpyGIYu444cT/OW4wJ+kpqj5cUbls5ybKptFhzajDY0buhstmerAK/&#10;/F41Nz4dmuz2eQ2b3/6Yo1Hqedgv30BE6uO/+OH+0Gn+6ySfwv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zuZ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6qR8QA&#10;AADeAAAADwAAAGRycy9kb3ducmV2LnhtbERP22rCQBB9L/gPyxR8KXXTgFWjq0ihIFQKWj9gzI5J&#10;6O5syE419uvdQsG3OZzrLFa9d+pMXWwCG3gZZaCIy2Abrgwcvt6fp6CiIFt0gcnAlSKsloOHBRY2&#10;XHhH571UKoVwLNBALdIWWseyJo9xFFrixJ1C51ES7CptO7ykcO90nmWv2mPDqaHGlt5qKr/3P96A&#10;y49u9jGJW7ke9Db79bJ7+rTGDB/79RyUUC938b97Y9P8cT6dwN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Oqk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/b8cA&#10;AADeAAAADwAAAGRycy9kb3ducmV2LnhtbESPQU/DMAyF70j7D5GRuLGUSqCpLJtg06RedqAM7eo1&#10;pqlInKoJW9mvxwckbrbe83ufl+speHWmMfWRDTzMC1DEbbQ9dwYO77v7BaiUkS36yGTghxKsV7Ob&#10;JVY2XviNzk3ulIRwqtCAy3motE6to4BpHgdi0T7jGDDLOnbajniR8OB1WRRPOmDP0uBwoI2j9qv5&#10;Dga2zeDLQ+1e0/Fjfzr5+rqj49aYu9vp5RlUpin/m/+uayv4j+VC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Bf2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owsMA&#10;AADeAAAADwAAAGRycy9kb3ducmV2LnhtbERPS2sCMRC+F/wPYQRvNVHQbrdGEakgePJ18DYk092t&#10;m8mySd3tv28Eobf5+J6zWPWuFndqQ+VZw2SsQBAbbysuNJxP29cMRIjIFmvPpOGXAqyWg5cF5tZ3&#10;fKD7MRYihXDIUUMZY5NLGUxJDsPYN8SJ+/Ktw5hgW0jbYpfCXS2nSs2lw4pTQ4kNbUoyt+OP0/C9&#10;lXtvFJrL+dLt7Nv1c0610no07NcfICL18V/8dO9smj+bZu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how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k5cgA&#10;AADeAAAADwAAAGRycy9kb3ducmV2LnhtbESPQUvDQBCF74L/YRmhN7sxYqmx21IFoSg9mIp4HLPT&#10;JCQ7G3a3bfrvOwehtxnmzXvvW6xG16sjhdh6NvAwzUARV962XBv43r3fz0HFhGyx90wGzhRhtby9&#10;WWBh/Ym/6FimWokJxwINNCkNhdaxashhnPqBWG57HxwmWUOtbcCTmLte51k20w5bloQGB3prqOrK&#10;gzPwe/jk/fbxYx1e048fd7HL/+adMZO7cf0CKtGYruL/742V+k/5swAIjsy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Q6Tl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UDMUA&#10;AADeAAAADwAAAGRycy9kb3ducmV2LnhtbERPTWsCMRC9C/6HMAVvmnXRolujqCB4EdT2UG/jZrq7&#10;uJmsSdRtf30jFHqbx/uc2aI1tbiT85VlBcNBAoI4t7riQsHH+6Y/AeEDssbaMin4Jg+Lebczw0zb&#10;Bx/ofgyFiCHsM1RQhtBkUvq8JIN+YBviyH1ZZzBE6AqpHT5iuKllmiSv0mDFsaHEhtYl5ZfjzShY&#10;TSer637Eu5/D+USnz/NlnLpEqd5Lu3wDEagN/+I/91bH+eN0OoT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tQMxQAAAN4AAAAPAAAAAAAAAAAAAAAAAJgCAABkcnMv&#10;ZG93bnJldi54bWxQSwUGAAAAAAQABAD1AAAAigMAAAAA&#10;" fillcolor="black" stroked="f"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B0cQA&#10;AADeAAAADwAAAGRycy9kb3ducmV2LnhtbERP30vDMBB+F/Y/hBN8c6kVRbtlowyGw6duKnu9NWdT&#10;bC4liVn33xtB8O0+vp+3XE92EIl86B0ruJsXIIhbp3vuFLy/bW+fQISIrHFwTAouFGC9ml0tsdLu&#10;zHtKh9iJHMKhQgUmxrGSMrSGLIa5G4kz9+m8xZih76T2eM7hdpBlUTxKiz3nBoMjbQy1X4dvqyCd&#10;Nk19n47J7F993XnXvHycGqVurqd6ASLSFP/Ff+6dzvMfyucSft/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2Qd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agQ8UA&#10;AADeAAAADwAAAGRycy9kb3ducmV2LnhtbERPTWvCQBC9C/0PyxS81Y2KUlNXKaJFvWjTQnscstNs&#10;aHY2ZLcx+utdoeBtHu9z5svOVqKlxpeOFQwHCQji3OmSCwWfH5unZxA+IGusHJOCM3lYLh56c0y1&#10;O/E7tVkoRAxhn6ICE0KdSulzQxb9wNXEkftxjcUQYVNI3eAphttKjpJkKi2WHBsM1rQylP9mf1aB&#10;H67WX3t7mbXfb4YP2c5Mj4VRqv/Yvb6ACNSFu/jfvdVx/mQ0G8PtnXiD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VqB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2A00" w:rsidRDefault="00592A00" w:rsidP="00592A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92A00" w:rsidRDefault="00592A00" w:rsidP="00592A0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92A00" w:rsidRDefault="00592A00" w:rsidP="00592A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92A00" w:rsidRDefault="00592A00" w:rsidP="00592A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592A00" w:rsidRDefault="00592A00" w:rsidP="00592A0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92A00" w:rsidRDefault="00592A00" w:rsidP="00592A0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Михальчук М.К.</w:t>
      </w: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Михальчук М.К.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92A00" w:rsidRDefault="00592A00" w:rsidP="00592A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Михальчук Марії Кирилівні 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53ED2" w:rsidRPr="00453ED2">
        <w:rPr>
          <w:rFonts w:ascii="Times New Roman" w:eastAsia="Calibri" w:hAnsi="Times New Roman" w:cs="Times New Roman"/>
          <w:sz w:val="24"/>
          <w:lang w:eastAsia="en-US"/>
        </w:rPr>
        <w:t>_</w:t>
      </w:r>
      <w:r w:rsidR="00453ED2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Михальчук М.К,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92A00" w:rsidRDefault="00592A00" w:rsidP="00592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92A00" w:rsidRDefault="00592A00" w:rsidP="00592A0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92A00" w:rsidRDefault="00592A00" w:rsidP="00592A0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92A00" w:rsidRDefault="00592A00" w:rsidP="00592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92A00" w:rsidRDefault="00592A00" w:rsidP="00592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92A00" w:rsidRPr="00592A00" w:rsidRDefault="00592A00" w:rsidP="00592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592A00" w:rsidRDefault="00592A00" w:rsidP="00592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27348" w:rsidRPr="00592A00" w:rsidRDefault="00592A00" w:rsidP="00592A0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827348" w:rsidRPr="00592A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00"/>
    <w:rsid w:val="00453ED2"/>
    <w:rsid w:val="00592A00"/>
    <w:rsid w:val="0082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2021-07-19T06:00:00Z</dcterms:created>
  <dcterms:modified xsi:type="dcterms:W3CDTF">2021-07-19T06:30:00Z</dcterms:modified>
</cp:coreProperties>
</file>